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A479A" w14:textId="77777777" w:rsidR="007A5C80" w:rsidRDefault="00E30CDA">
      <w:pPr>
        <w:rPr>
          <w:rFonts w:ascii="Calibri" w:eastAsia="MS Mincho" w:hAnsi="Calibri"/>
          <w:b/>
          <w:bCs/>
          <w:lang w:eastAsia="ar-SA"/>
        </w:rPr>
      </w:pPr>
      <w:r>
        <w:rPr>
          <w:rFonts w:ascii="Calibri" w:eastAsia="MS Mincho" w:hAnsi="Calibri"/>
          <w:b/>
          <w:bCs/>
          <w:lang w:eastAsia="ar-SA"/>
        </w:rPr>
        <w:t>Histórico de Revisões</w:t>
      </w:r>
    </w:p>
    <w:p w14:paraId="294991D3" w14:textId="77777777" w:rsidR="007A5C80" w:rsidRDefault="007A5C80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909"/>
        <w:gridCol w:w="4167"/>
        <w:gridCol w:w="1839"/>
      </w:tblGrid>
      <w:tr w:rsidR="007A5C80" w14:paraId="240500AA" w14:textId="77777777">
        <w:tblPrEx>
          <w:tblCellMar>
            <w:top w:w="0" w:type="dxa"/>
            <w:bottom w:w="0" w:type="dxa"/>
          </w:tblCellMar>
        </w:tblPrEx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6C1A50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A1FC3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17E97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23F58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7A5C80" w14:paraId="25ED4AA2" w14:textId="77777777">
        <w:tblPrEx>
          <w:tblCellMar>
            <w:top w:w="0" w:type="dxa"/>
            <w:bottom w:w="0" w:type="dxa"/>
          </w:tblCellMar>
        </w:tblPrEx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75099" w14:textId="77777777" w:rsidR="007A5C80" w:rsidRDefault="00E30CDA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BEB6E" w14:textId="77777777" w:rsidR="007A5C80" w:rsidRDefault="00E30CDA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39987" w14:textId="77777777" w:rsidR="007A5C80" w:rsidRDefault="00E30CDA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59D38" w14:textId="77777777" w:rsidR="007A5C80" w:rsidRDefault="00E30CDA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7A5C80" w14:paraId="0D9F654A" w14:textId="77777777">
        <w:tblPrEx>
          <w:tblCellMar>
            <w:top w:w="0" w:type="dxa"/>
            <w:bottom w:w="0" w:type="dxa"/>
          </w:tblCellMar>
        </w:tblPrEx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4E1CD" w14:textId="77777777" w:rsidR="007A5C80" w:rsidRDefault="007A5C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72AC0" w14:textId="77777777" w:rsidR="007A5C80" w:rsidRDefault="007A5C80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DFC0D8" w14:textId="77777777" w:rsidR="007A5C80" w:rsidRDefault="007A5C80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6080B" w14:textId="77777777" w:rsidR="007A5C80" w:rsidRDefault="007A5C80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  <w:tr w:rsidR="007A5C80" w14:paraId="560F5B4D" w14:textId="77777777">
        <w:tblPrEx>
          <w:tblCellMar>
            <w:top w:w="0" w:type="dxa"/>
            <w:bottom w:w="0" w:type="dxa"/>
          </w:tblCellMar>
        </w:tblPrEx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D92D0" w14:textId="77777777" w:rsidR="007A5C80" w:rsidRDefault="007A5C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F6019E" w14:textId="77777777" w:rsidR="007A5C80" w:rsidRDefault="007A5C80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8CBE3" w14:textId="77777777" w:rsidR="007A5C80" w:rsidRDefault="007A5C80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293DC" w14:textId="77777777" w:rsidR="007A5C80" w:rsidRDefault="007A5C80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</w:tbl>
    <w:p w14:paraId="262E86E5" w14:textId="77777777" w:rsidR="007A5C80" w:rsidRDefault="007A5C80">
      <w:pPr>
        <w:spacing w:line="360" w:lineRule="auto"/>
        <w:rPr>
          <w:rFonts w:ascii="Calibri" w:hAnsi="Calibri"/>
        </w:rPr>
      </w:pPr>
    </w:p>
    <w:p w14:paraId="61F9C493" w14:textId="77777777" w:rsidR="007A5C80" w:rsidRDefault="007A5C80">
      <w:pPr>
        <w:spacing w:line="360" w:lineRule="auto"/>
        <w:rPr>
          <w:rFonts w:ascii="Calibri" w:hAnsi="Calibri"/>
        </w:rPr>
      </w:pPr>
    </w:p>
    <w:p w14:paraId="45F71CE2" w14:textId="77777777" w:rsidR="007A5C80" w:rsidRDefault="007A5C80">
      <w:pPr>
        <w:spacing w:line="360" w:lineRule="auto"/>
        <w:rPr>
          <w:rFonts w:ascii="Calibri" w:hAnsi="Calibri"/>
        </w:rPr>
      </w:pPr>
    </w:p>
    <w:p w14:paraId="341BF001" w14:textId="77777777" w:rsidR="007A5C80" w:rsidRDefault="007A5C80">
      <w:pPr>
        <w:spacing w:line="360" w:lineRule="auto"/>
        <w:rPr>
          <w:rFonts w:ascii="Calibri" w:hAnsi="Calibri"/>
        </w:rPr>
      </w:pPr>
    </w:p>
    <w:p w14:paraId="2ED33167" w14:textId="77777777" w:rsidR="007A5C80" w:rsidRDefault="007A5C80">
      <w:pPr>
        <w:keepNext/>
        <w:keepLines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DD094CC" w14:textId="77777777">
        <w:tblPrEx>
          <w:tblCellMar>
            <w:top w:w="0" w:type="dxa"/>
            <w:bottom w:w="0" w:type="dxa"/>
          </w:tblCellMar>
        </w:tblPrEx>
        <w:trPr>
          <w:trHeight w:val="1819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B0A7D" w14:textId="77777777" w:rsidR="007A5C80" w:rsidRDefault="00E30CDA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ATENÇÃO!</w:t>
            </w:r>
          </w:p>
          <w:p w14:paraId="636E67F3" w14:textId="77777777" w:rsidR="007A5C80" w:rsidRDefault="007A5C80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1D96CFF0" w14:textId="77777777" w:rsidR="007A5C80" w:rsidRDefault="00E30CD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&lt; Os trechos marcados em vermelho neste documento são editáveis, notas explicativas ou 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>exemplos, devendo ser substituídos ou excluídos, conforme necessidade&gt;.</w:t>
            </w:r>
          </w:p>
          <w:p w14:paraId="3DB3EAED" w14:textId="77777777" w:rsidR="007A5C80" w:rsidRDefault="007A5C80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3A485D8A" w14:textId="77777777" w:rsidR="007A5C80" w:rsidRDefault="00E30CDA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 xml:space="preserve">&lt;Conforme </w:t>
            </w:r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ACÓRDÃO 172/2021 – TCU -PLENÁRIO</w:t>
            </w:r>
            <w:r>
              <w:rPr>
                <w:rStyle w:val="normaltextrun"/>
                <w:rFonts w:ascii="Calibri" w:hAnsi="Calibri" w:cs="Calibri"/>
                <w:color w:val="FF3333"/>
              </w:rPr>
              <w:t>, os órgãos e entidades federais têm o dever legal de realizar o planejamento prévio de cada contratação de TIC, inclusive daquelas viabiliza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das mediante adesão a </w:t>
            </w:r>
            <w:proofErr w:type="spellStart"/>
            <w:r>
              <w:rPr>
                <w:rStyle w:val="normaltextrun"/>
                <w:rFonts w:ascii="Calibri" w:hAnsi="Calibri" w:cs="Calibri"/>
                <w:color w:val="FF3333"/>
              </w:rPr>
              <w:t>ARPs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>, que vai além do mero preenchimento formal dos artefatos previstos na legislação&gt;.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05395000" w14:textId="77777777" w:rsidR="007A5C80" w:rsidRDefault="00E30CDA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02BED3D0" w14:textId="77777777" w:rsidR="007A5C80" w:rsidRDefault="00E30CDA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>&lt;Nas contratações de licenciamento de softwares, é imprescindível verificar se toda a documentação entregue pela contratada está completa e cor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responde exatamente ao que foi especificado no TR. É fundamental certificar-se de que todas as licenças, suporte e/ou garantia entregues estejam de acordo com os </w:t>
            </w:r>
            <w:proofErr w:type="spellStart"/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part</w:t>
            </w:r>
            <w:proofErr w:type="spellEnd"/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numbers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 xml:space="preserve"> especificados no TR&gt;.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</w:tc>
      </w:tr>
    </w:tbl>
    <w:p w14:paraId="75E945D4" w14:textId="77777777" w:rsidR="007A5C80" w:rsidRDefault="00E30CDA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RECEBIMENTO DEFINITIVO</w:t>
      </w:r>
    </w:p>
    <w:p w14:paraId="1128C03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B423" w14:textId="77777777" w:rsidR="007A5C80" w:rsidRDefault="00E30CDA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 </w:t>
            </w:r>
            <w:r>
              <w:rPr>
                <w:rFonts w:ascii="Calibri" w:hAnsi="Calibri"/>
              </w:rPr>
              <w:t xml:space="preserve">Termo de Recebimento Definitivo declarará formalmente à Contratada que os serviços prestados ou que os bens fornecidos foram devidamente avaliados e atendem às exigências contratuais, de acordo com os requisitos e critérios de aceitação </w:t>
            </w:r>
            <w:proofErr w:type="spellStart"/>
            <w:r>
              <w:rPr>
                <w:rFonts w:ascii="Calibri" w:hAnsi="Calibri"/>
              </w:rPr>
              <w:t>estabelelcidos</w:t>
            </w:r>
            <w:proofErr w:type="spellEnd"/>
            <w:r>
              <w:rPr>
                <w:rFonts w:ascii="Calibri" w:hAnsi="Calibri"/>
              </w:rPr>
              <w:t>.</w:t>
            </w:r>
          </w:p>
          <w:p w14:paraId="70BB67B9" w14:textId="77777777" w:rsidR="007A5C80" w:rsidRDefault="007A5C80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0870935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XXII, Art. 2º e alínea “h” inciso I do art. 33, da IN SGD/ME Nº 94/2022.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7A5C80" w14:paraId="3DF1227E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7A5C80" w14:paraId="4432E3A2" w14:textId="77777777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7A5C80" w14:paraId="7FB7BA5F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</w:tbl>
    <w:p w14:paraId="4675CBB8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>
        <w:tblPrEx>
          <w:tblCellMar>
            <w:top w:w="0" w:type="dxa"/>
            <w:bottom w:w="0" w:type="dxa"/>
          </w:tblCellMar>
        </w:tblPrEx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6B2B349C" w14:textId="77777777" w:rsidR="007A5C80" w:rsidRDefault="007A5C80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2EF310CD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234E" w14:textId="77777777" w:rsidR="007A5C80" w:rsidRDefault="00E30CDA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ind w:left="82"/>
              <w:jc w:val="both"/>
            </w:pPr>
            <w:r>
              <w:rPr>
                <w:rFonts w:ascii="Calibri" w:hAnsi="Calibri"/>
                <w:color w:val="000000"/>
              </w:rPr>
              <w:t xml:space="preserve">Para fins de cumprimento do disposto no art. 33, inciso II, alínea “h”, da IN SGD/ME nº 94/2022, por este </w:t>
            </w:r>
            <w:r>
              <w:rPr>
                <w:rFonts w:ascii="Calibri" w:hAnsi="Calibri"/>
                <w:color w:val="000000"/>
              </w:rPr>
              <w:t xml:space="preserve">instrumento </w:t>
            </w:r>
            <w:r>
              <w:rPr>
                <w:rFonts w:ascii="Calibri" w:hAnsi="Calibri"/>
                <w:color w:val="FF0000"/>
              </w:rPr>
              <w:t>ATESTO/ATESTAMOS</w:t>
            </w:r>
            <w:r>
              <w:rPr>
                <w:rFonts w:ascii="Calibri" w:hAnsi="Calibri"/>
                <w:color w:val="000000"/>
              </w:rPr>
              <w:t xml:space="preserve"> que o(s) </w:t>
            </w:r>
            <w:r>
              <w:rPr>
                <w:rFonts w:ascii="Calibri" w:hAnsi="Calibri"/>
                <w:color w:val="FF0000"/>
              </w:rPr>
              <w:t xml:space="preserve">&lt;serviço(s)/ bem(s)&gt; </w:t>
            </w:r>
            <w:r>
              <w:rPr>
                <w:rFonts w:ascii="Calibri" w:hAnsi="Calibri"/>
                <w:color w:val="000000"/>
              </w:rPr>
              <w:t xml:space="preserve">correspondentes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 xml:space="preserve"> acima identificada foram </w:t>
            </w:r>
            <w:r>
              <w:rPr>
                <w:rFonts w:ascii="Calibri" w:hAnsi="Calibri"/>
                <w:color w:val="FF0000"/>
              </w:rPr>
              <w:t xml:space="preserve">&lt;prestados/entregues&gt; </w:t>
            </w:r>
            <w:r>
              <w:rPr>
                <w:rFonts w:ascii="Calibri" w:hAnsi="Calibri"/>
                <w:color w:val="000000"/>
              </w:rPr>
              <w:t xml:space="preserve">pela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</w:t>
            </w:r>
            <w:r>
              <w:rPr>
                <w:rFonts w:ascii="Calibri" w:hAnsi="Calibri"/>
                <w:color w:val="000000"/>
              </w:rPr>
              <w:t xml:space="preserve">nte definidos no Modelo de Gestão do </w:t>
            </w:r>
            <w:r>
              <w:rPr>
                <w:rFonts w:ascii="Calibri" w:hAnsi="Calibri"/>
                <w:color w:val="000000"/>
              </w:rPr>
              <w:lastRenderedPageBreak/>
              <w:t>Contrato acima indicado.</w:t>
            </w:r>
          </w:p>
          <w:p w14:paraId="268C2D19" w14:textId="77777777" w:rsidR="007A5C80" w:rsidRDefault="007A5C80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</w:pPr>
          </w:p>
        </w:tc>
      </w:tr>
      <w:tr w:rsidR="007A5C80" w14:paraId="1DA507C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2615642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A05F7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223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BE2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DAA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C9C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962F0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3E97048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491D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B26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F815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1A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2317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1DB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055BB4F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532A4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CA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C82B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DEC9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6B3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3A8B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2A282B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95A3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DF11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424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162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14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D3BF8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</w:tbl>
    <w:p w14:paraId="0F7E915D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309420D6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>
            <w:pPr>
              <w:pStyle w:val="NormalWeb"/>
              <w:spacing w:before="119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há incidência de descontos por desatendimento dos indicadores de níveis de serviços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definidos.</w:t>
            </w:r>
          </w:p>
          <w:p w14:paraId="782457FC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120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 xml:space="preserve">&lt;Relatório de Fiscalização nº 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 xml:space="preserve"> ou Nota Técnica nº </w:t>
            </w:r>
            <w:proofErr w:type="spellStart"/>
            <w:r>
              <w:rPr>
                <w:rFonts w:ascii="Calibri" w:hAnsi="Calibri"/>
                <w:color w:val="FF0000"/>
              </w:rPr>
              <w:t>yyyy</w:t>
            </w:r>
            <w:proofErr w:type="spellEnd"/>
            <w:r>
              <w:rPr>
                <w:rFonts w:ascii="Calibri" w:hAnsi="Calibri"/>
                <w:color w:val="FF0000"/>
              </w:rPr>
              <w:t>&gt;.</w:t>
            </w:r>
          </w:p>
        </w:tc>
      </w:tr>
    </w:tbl>
    <w:p w14:paraId="76F15E29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blPrEx>
          <w:tblCellMar>
            <w:top w:w="0" w:type="dxa"/>
            <w:bottom w:w="0" w:type="dxa"/>
          </w:tblCellMar>
        </w:tblPrEx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blPrEx>
          <w:tblCellMar>
            <w:top w:w="0" w:type="dxa"/>
            <w:bottom w:w="0" w:type="dxa"/>
          </w:tblCellMar>
        </w:tblPrEx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2C92A8E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proofErr w:type="spellStart"/>
            <w:r>
              <w:rPr>
                <w:rFonts w:ascii="Calibri" w:hAnsi="Calibri"/>
                <w:color w:val="FF0000"/>
              </w:rPr>
              <w:t>xxxxxxxx</w:t>
            </w:r>
            <w:proofErr w:type="spellEnd"/>
          </w:p>
          <w:p w14:paraId="1167896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 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de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64F0052B" w14:textId="77777777" w:rsidR="007A5C80" w:rsidRDefault="007A5C80">
      <w:pPr>
        <w:pStyle w:val="Standard"/>
      </w:pPr>
    </w:p>
    <w:p w14:paraId="670332F0" w14:textId="77777777" w:rsidR="007A5C80" w:rsidRDefault="007A5C80">
      <w:pPr>
        <w:pStyle w:val="Standard"/>
      </w:pPr>
    </w:p>
    <w:p w14:paraId="00C605BF" w14:textId="77777777" w:rsidR="007A5C80" w:rsidRDefault="007A5C80">
      <w:pPr>
        <w:pStyle w:val="Standard"/>
      </w:pPr>
    </w:p>
    <w:p w14:paraId="47D71AB9" w14:textId="77777777" w:rsidR="007A5C80" w:rsidRDefault="007A5C80">
      <w:pPr>
        <w:pStyle w:val="Standard"/>
      </w:pPr>
    </w:p>
    <w:p w14:paraId="2228F6BD" w14:textId="77777777" w:rsidR="007A5C80" w:rsidRDefault="007A5C80">
      <w:pPr>
        <w:pStyle w:val="Standard"/>
      </w:pPr>
    </w:p>
    <w:p w14:paraId="188E7333" w14:textId="77777777" w:rsidR="007A5C80" w:rsidRDefault="007A5C80">
      <w:pPr>
        <w:pStyle w:val="Standard"/>
      </w:pPr>
    </w:p>
    <w:p w14:paraId="2BE62A65" w14:textId="77777777" w:rsidR="007A5C80" w:rsidRDefault="007A5C80">
      <w:pPr>
        <w:pStyle w:val="Standard"/>
      </w:pPr>
    </w:p>
    <w:p w14:paraId="37F52761" w14:textId="77777777" w:rsidR="007A5C80" w:rsidRDefault="007A5C80">
      <w:pPr>
        <w:pStyle w:val="Standard"/>
      </w:pPr>
    </w:p>
    <w:p w14:paraId="52F4810A" w14:textId="77777777" w:rsidR="007A5C80" w:rsidRDefault="007A5C80">
      <w:pPr>
        <w:pStyle w:val="Standard"/>
      </w:pPr>
    </w:p>
    <w:p w14:paraId="09073D72" w14:textId="77777777" w:rsidR="007A5C80" w:rsidRDefault="00E30CDA">
      <w:pPr>
        <w:pStyle w:val="Standard"/>
        <w:jc w:val="both"/>
      </w:pPr>
      <w:r>
        <w:rPr>
          <w:rFonts w:ascii="Calibri" w:hAnsi="Calibri"/>
          <w:color w:val="FF0000"/>
        </w:rPr>
        <w:lastRenderedPageBreak/>
        <w:t xml:space="preserve">&lt;As seções seguintes podem constar em documento diverso, pois dizem respeito à autorização para o faturamento, a cargo do Gestor do Contrato, e a respectiva ciência do preposto quanto a </w:t>
      </w:r>
      <w:r>
        <w:rPr>
          <w:rFonts w:ascii="Calibri" w:hAnsi="Calibri"/>
          <w:color w:val="FF0000"/>
        </w:rPr>
        <w:t>esta autorização&gt;.</w:t>
      </w:r>
    </w:p>
    <w:p w14:paraId="75CCE599" w14:textId="77777777" w:rsidR="007A5C80" w:rsidRDefault="007A5C80">
      <w:pPr>
        <w:pStyle w:val="Standard"/>
      </w:pP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color w:val="000000"/>
              </w:rPr>
              <w:t xml:space="preserve">Nos termos da alínea “n”, inciso I, art. 33, da IN SGD/ME nº 94/2022, 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 xml:space="preserve">&lt;faturar os serviços executados / apresentar as notas fiscais dos bens </w:t>
            </w:r>
            <w:r>
              <w:rPr>
                <w:rFonts w:ascii="Calibri" w:hAnsi="Calibri"/>
                <w:color w:val="FF0000"/>
              </w:rPr>
              <w:t>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proofErr w:type="spellStart"/>
            <w:r>
              <w:rPr>
                <w:rFonts w:ascii="Calibri" w:hAnsi="Calibri"/>
                <w:color w:val="FF0000"/>
              </w:rPr>
              <w:t>xxxxxxxx</w:t>
            </w:r>
            <w:proofErr w:type="spellEnd"/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>
              <w:rPr>
                <w:rFonts w:ascii="Calibri" w:hAnsi="Calibri"/>
                <w:color w:val="FF0000"/>
              </w:rPr>
              <w:t>xxxxxxx</w:t>
            </w:r>
            <w:proofErr w:type="spellEnd"/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21DD" w14:textId="77777777" w:rsidR="00000000" w:rsidRDefault="00E30CDA">
      <w:r>
        <w:separator/>
      </w:r>
    </w:p>
  </w:endnote>
  <w:endnote w:type="continuationSeparator" w:id="0">
    <w:p w14:paraId="241803CE" w14:textId="77777777" w:rsidR="00000000" w:rsidRDefault="00E3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4555" w14:textId="77777777" w:rsidR="00E426AC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2C8DE" w14:textId="77777777" w:rsidR="00000000" w:rsidRDefault="00E30CDA">
      <w:r>
        <w:rPr>
          <w:color w:val="000000"/>
        </w:rPr>
        <w:separator/>
      </w:r>
    </w:p>
  </w:footnote>
  <w:footnote w:type="continuationSeparator" w:id="0">
    <w:p w14:paraId="4B130E3B" w14:textId="77777777" w:rsidR="00000000" w:rsidRDefault="00E30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blPrEx>
        <w:tblCellMar>
          <w:top w:w="0" w:type="dxa"/>
          <w:bottom w:w="0" w:type="dxa"/>
        </w:tblCellMar>
      </w:tblPrEx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0792A6C" w14:textId="77777777" w:rsidR="00E426AC" w:rsidRDefault="00E30CDA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2E8B98C3" w14:textId="77777777" w:rsidR="00E426AC" w:rsidRDefault="00E30CD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A5C80"/>
    <w:rsid w:val="007A5C80"/>
    <w:rsid w:val="00E3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730D0-DC1A-4317-9296-6F56D88A1B7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6b69e0ef-d27d-470e-880f-3d6c413f2b1e"/>
    <ds:schemaRef ds:uri="http://purl.org/dc/terms/"/>
    <ds:schemaRef ds:uri="http://purl.org/dc/elements/1.1/"/>
    <ds:schemaRef ds:uri="http://schemas.microsoft.com/office/2006/metadata/properties"/>
    <ds:schemaRef ds:uri="8189a329-b568-4eef-85cb-0b87258ac6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Lucas Marcelo</cp:lastModifiedBy>
  <cp:revision>2</cp:revision>
  <dcterms:created xsi:type="dcterms:W3CDTF">2023-03-01T18:00:00Z</dcterms:created>
  <dcterms:modified xsi:type="dcterms:W3CDTF">2023-03-01T18:00:00Z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