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3699" w14:textId="77777777" w:rsidR="00BB0F90" w:rsidRPr="00705AE2" w:rsidRDefault="00BB0F90" w:rsidP="00BB0F90">
      <w:pPr>
        <w:ind w:right="-1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color w:val="000000" w:themeColor="text1"/>
          <w:sz w:val="20"/>
          <w:szCs w:val="20"/>
        </w:rPr>
        <w:t>ANEXO IV DO EDITAL</w:t>
      </w:r>
    </w:p>
    <w:p w14:paraId="3857ECDF" w14:textId="5F2BF38C" w:rsidR="0070059F" w:rsidRPr="00705AE2" w:rsidRDefault="0070059F" w:rsidP="0097560D">
      <w:pPr>
        <w:ind w:right="-17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color w:val="000000" w:themeColor="text1"/>
          <w:sz w:val="20"/>
          <w:szCs w:val="20"/>
        </w:rPr>
        <w:t>MODELO</w:t>
      </w:r>
      <w:r w:rsidR="00A1167E" w:rsidRPr="00705AE2">
        <w:rPr>
          <w:rFonts w:ascii="Arial" w:hAnsi="Arial" w:cs="Arial"/>
          <w:b/>
          <w:color w:val="000000" w:themeColor="text1"/>
          <w:sz w:val="20"/>
          <w:szCs w:val="20"/>
        </w:rPr>
        <w:t xml:space="preserve"> DE PROPOSTA</w:t>
      </w:r>
    </w:p>
    <w:p w14:paraId="051D3CA4" w14:textId="77777777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UASG 170533</w:t>
      </w:r>
    </w:p>
    <w:p w14:paraId="4DAC009F" w14:textId="291D79AE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PREGÃO ELETRÔNICO Nº </w:t>
      </w:r>
      <w:r w:rsidR="00705AE2"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01</w:t>
      </w: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/202</w:t>
      </w:r>
      <w:r w:rsidR="00955C34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(COMPRAS)</w:t>
      </w:r>
    </w:p>
    <w:p w14:paraId="5AA0B192" w14:textId="1E914F48" w:rsidR="00E331BD" w:rsidRPr="00705AE2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(Processo Administrativo </w:t>
      </w:r>
      <w:proofErr w:type="spellStart"/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n.°</w:t>
      </w:r>
      <w:proofErr w:type="spellEnd"/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955C34" w:rsidRPr="000346C9">
        <w:rPr>
          <w:rFonts w:ascii="Arial" w:hAnsi="Arial" w:cs="Arial"/>
          <w:bCs/>
          <w:sz w:val="20"/>
          <w:szCs w:val="20"/>
        </w:rPr>
        <w:t>15771-720.001/2023-15</w:t>
      </w:r>
      <w:r w:rsidRPr="00705AE2">
        <w:rPr>
          <w:rFonts w:ascii="Arial" w:hAnsi="Arial" w:cs="Arial"/>
          <w:b/>
          <w:bCs/>
          <w:color w:val="000000" w:themeColor="text1"/>
          <w:sz w:val="20"/>
          <w:szCs w:val="20"/>
        </w:rPr>
        <w:t>)</w:t>
      </w:r>
    </w:p>
    <w:p w14:paraId="26986B3A" w14:textId="405644BF" w:rsidR="00E331BD" w:rsidRDefault="00E331BD" w:rsidP="00E331B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982176" w14:textId="77777777" w:rsidR="00E331BD" w:rsidRPr="00E331BD" w:rsidRDefault="00E331BD" w:rsidP="00E331BD">
      <w:pPr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8B4601" w14:textId="7AC3EF4F" w:rsidR="00600877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Empresa:</w:t>
      </w:r>
    </w:p>
    <w:p w14:paraId="49C0ACD3" w14:textId="1A40BC0D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CNPJ:</w:t>
      </w:r>
    </w:p>
    <w:p w14:paraId="407AED67" w14:textId="70E5DFAF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Endereço:</w:t>
      </w:r>
    </w:p>
    <w:p w14:paraId="3DC33E80" w14:textId="28E4B58E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Telefone:</w:t>
      </w:r>
    </w:p>
    <w:p w14:paraId="6915C86C" w14:textId="4F1A1105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E-mail:</w:t>
      </w:r>
    </w:p>
    <w:p w14:paraId="360BC322" w14:textId="077347CD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Site:</w:t>
      </w:r>
    </w:p>
    <w:p w14:paraId="6C964089" w14:textId="30D452A4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Banco / agência / conta corrente:</w:t>
      </w:r>
    </w:p>
    <w:p w14:paraId="5C732B47" w14:textId="620B7D3E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Responsável pela proposta:</w:t>
      </w:r>
    </w:p>
    <w:p w14:paraId="6DD0A569" w14:textId="7B1F4B71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7A9E26FB" w14:textId="77777777" w:rsidR="00513095" w:rsidRDefault="00513095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169EFAE0" w14:textId="6706F4D0" w:rsidR="0038127C" w:rsidRDefault="0038127C" w:rsidP="0038127C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Nossa proposta para o pregão eletrônico (Sistema de Registro de Preços) ALF/SPO nº </w:t>
      </w:r>
      <w:r w:rsidR="003C115C">
        <w:rPr>
          <w:rFonts w:ascii="Arial" w:hAnsi="Arial" w:cs="Arial"/>
          <w:bCs/>
          <w:sz w:val="20"/>
          <w:szCs w:val="20"/>
        </w:rPr>
        <w:t>01</w:t>
      </w:r>
      <w:r>
        <w:rPr>
          <w:rFonts w:ascii="Arial" w:hAnsi="Arial" w:cs="Arial"/>
          <w:bCs/>
          <w:sz w:val="20"/>
          <w:szCs w:val="20"/>
        </w:rPr>
        <w:t>/2022 é:</w:t>
      </w:r>
    </w:p>
    <w:p w14:paraId="75959477" w14:textId="066D91F2" w:rsidR="0038127C" w:rsidRDefault="0038127C" w:rsidP="0038127C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92"/>
        <w:gridCol w:w="1648"/>
        <w:gridCol w:w="1256"/>
        <w:gridCol w:w="1087"/>
        <w:gridCol w:w="1048"/>
        <w:gridCol w:w="1042"/>
        <w:gridCol w:w="1283"/>
        <w:gridCol w:w="905"/>
      </w:tblGrid>
      <w:tr w:rsidR="00513095" w14:paraId="71DB2849" w14:textId="77777777" w:rsidTr="00686853">
        <w:trPr>
          <w:jc w:val="center"/>
        </w:trPr>
        <w:tc>
          <w:tcPr>
            <w:tcW w:w="792" w:type="dxa"/>
            <w:vAlign w:val="center"/>
          </w:tcPr>
          <w:p w14:paraId="5A467883" w14:textId="75D885C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1648" w:type="dxa"/>
            <w:vAlign w:val="center"/>
          </w:tcPr>
          <w:p w14:paraId="04769C82" w14:textId="7777777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DESCRIÇÃO</w:t>
            </w:r>
          </w:p>
          <w:p w14:paraId="5C8A32BF" w14:textId="77A9B71A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PORMENORIZADA</w:t>
            </w:r>
          </w:p>
        </w:tc>
        <w:tc>
          <w:tcPr>
            <w:tcW w:w="1256" w:type="dxa"/>
            <w:vAlign w:val="center"/>
          </w:tcPr>
          <w:p w14:paraId="3CC9BE93" w14:textId="7D576787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MARCA/ FABRICANTE</w:t>
            </w:r>
          </w:p>
        </w:tc>
        <w:tc>
          <w:tcPr>
            <w:tcW w:w="1087" w:type="dxa"/>
            <w:vAlign w:val="center"/>
          </w:tcPr>
          <w:p w14:paraId="22A0EA8A" w14:textId="6B689EB8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GARANTIA</w:t>
            </w:r>
          </w:p>
        </w:tc>
        <w:tc>
          <w:tcPr>
            <w:tcW w:w="1048" w:type="dxa"/>
            <w:vAlign w:val="center"/>
          </w:tcPr>
          <w:p w14:paraId="12528182" w14:textId="126D8088" w:rsidR="0038127C" w:rsidRPr="00513095" w:rsidRDefault="0038127C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PRAZO DE ENTREGA</w:t>
            </w:r>
          </w:p>
        </w:tc>
        <w:tc>
          <w:tcPr>
            <w:tcW w:w="1042" w:type="dxa"/>
            <w:vAlign w:val="center"/>
          </w:tcPr>
          <w:p w14:paraId="023F15BF" w14:textId="41FDFE2E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VALOR UNITÁRIO</w:t>
            </w:r>
          </w:p>
        </w:tc>
        <w:tc>
          <w:tcPr>
            <w:tcW w:w="1283" w:type="dxa"/>
            <w:vAlign w:val="center"/>
          </w:tcPr>
          <w:p w14:paraId="4931F8BC" w14:textId="782FF1F2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QUANTIDADE</w:t>
            </w:r>
          </w:p>
        </w:tc>
        <w:tc>
          <w:tcPr>
            <w:tcW w:w="905" w:type="dxa"/>
            <w:vAlign w:val="center"/>
          </w:tcPr>
          <w:p w14:paraId="1D200E8E" w14:textId="669B4741" w:rsidR="0038127C" w:rsidRPr="00513095" w:rsidRDefault="00513095" w:rsidP="0038127C">
            <w:pPr>
              <w:spacing w:line="276" w:lineRule="auto"/>
              <w:ind w:right="-1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3095">
              <w:rPr>
                <w:rFonts w:ascii="Arial" w:hAnsi="Arial" w:cs="Arial"/>
                <w:b/>
                <w:sz w:val="16"/>
                <w:szCs w:val="16"/>
              </w:rPr>
              <w:t>VALOR TOTAL</w:t>
            </w:r>
          </w:p>
        </w:tc>
      </w:tr>
      <w:tr w:rsidR="00513095" w14:paraId="572864E4" w14:textId="77777777" w:rsidTr="00686853">
        <w:trPr>
          <w:jc w:val="center"/>
        </w:trPr>
        <w:tc>
          <w:tcPr>
            <w:tcW w:w="792" w:type="dxa"/>
          </w:tcPr>
          <w:p w14:paraId="7FA57C64" w14:textId="063EF267" w:rsidR="0038127C" w:rsidRDefault="00686853" w:rsidP="00686853">
            <w:pPr>
              <w:spacing w:line="276" w:lineRule="auto"/>
              <w:ind w:right="-1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48" w:type="dxa"/>
          </w:tcPr>
          <w:p w14:paraId="0AA1FC8C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56" w:type="dxa"/>
          </w:tcPr>
          <w:p w14:paraId="03622FD9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7" w:type="dxa"/>
          </w:tcPr>
          <w:p w14:paraId="68D2590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8" w:type="dxa"/>
          </w:tcPr>
          <w:p w14:paraId="68ADEFB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42" w:type="dxa"/>
          </w:tcPr>
          <w:p w14:paraId="73D1B2E4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3" w:type="dxa"/>
          </w:tcPr>
          <w:p w14:paraId="4EC8C140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5" w:type="dxa"/>
          </w:tcPr>
          <w:p w14:paraId="06AA87CD" w14:textId="77777777" w:rsidR="0038127C" w:rsidRDefault="0038127C" w:rsidP="0038127C">
            <w:pPr>
              <w:spacing w:line="276" w:lineRule="auto"/>
              <w:ind w:right="-1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4849601" w14:textId="204A71FB" w:rsidR="0038127C" w:rsidRDefault="0038127C" w:rsidP="0038127C">
      <w:pPr>
        <w:spacing w:line="276" w:lineRule="auto"/>
        <w:ind w:right="-17"/>
        <w:rPr>
          <w:rFonts w:ascii="Arial" w:hAnsi="Arial" w:cs="Arial"/>
          <w:bCs/>
          <w:sz w:val="20"/>
          <w:szCs w:val="20"/>
        </w:rPr>
      </w:pPr>
    </w:p>
    <w:p w14:paraId="63037B54" w14:textId="76CFEB6F" w:rsidR="00513095" w:rsidRDefault="00513095" w:rsidP="00943A79">
      <w:pPr>
        <w:spacing w:line="276" w:lineRule="auto"/>
        <w:ind w:right="-17" w:firstLine="851"/>
        <w:rPr>
          <w:rFonts w:ascii="Arial" w:hAnsi="Arial" w:cs="Arial"/>
          <w:bCs/>
          <w:sz w:val="20"/>
          <w:szCs w:val="20"/>
        </w:rPr>
      </w:pPr>
    </w:p>
    <w:p w14:paraId="21880B58" w14:textId="2D37CA1A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Nos valores propostos estão inclusos todos os custos operacionais, inclusive os relativos ao frete e transporte, encargos previdenciários, trabalhistas, tributários, comerciais e quaisquer outros que incidam direta ou indiretamente no fornecimento de bens.</w:t>
      </w:r>
    </w:p>
    <w:p w14:paraId="505119A4" w14:textId="6F4AEAEF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 prazo de validade da proposta não será inferior a 60 (sessenta) dias, a contar da data de sua apresentação.</w:t>
      </w:r>
    </w:p>
    <w:p w14:paraId="2823B668" w14:textId="7D1976B0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</w:p>
    <w:p w14:paraId="7B2659A8" w14:textId="79C29400" w:rsidR="00943A79" w:rsidRDefault="00943A79" w:rsidP="00943A79">
      <w:pPr>
        <w:spacing w:line="276" w:lineRule="auto"/>
        <w:ind w:right="-17" w:firstLine="851"/>
        <w:jc w:val="both"/>
        <w:rPr>
          <w:rFonts w:ascii="Arial" w:hAnsi="Arial" w:cs="Arial"/>
          <w:bCs/>
          <w:sz w:val="20"/>
          <w:szCs w:val="20"/>
        </w:rPr>
      </w:pPr>
    </w:p>
    <w:p w14:paraId="38B4CF4B" w14:textId="7BFE3A3D" w:rsidR="00943A79" w:rsidRDefault="00686853" w:rsidP="00686853">
      <w:pPr>
        <w:spacing w:line="276" w:lineRule="auto"/>
        <w:ind w:right="-17" w:firstLine="255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</w:t>
      </w:r>
      <w:r w:rsidR="00943A79">
        <w:rPr>
          <w:rFonts w:ascii="Arial" w:hAnsi="Arial" w:cs="Arial"/>
          <w:bCs/>
          <w:sz w:val="20"/>
          <w:szCs w:val="20"/>
        </w:rPr>
        <w:t>________________________________</w:t>
      </w:r>
    </w:p>
    <w:p w14:paraId="08DADBE9" w14:textId="43723484" w:rsidR="00943A79" w:rsidRPr="00943A79" w:rsidRDefault="00943A79" w:rsidP="00943A79">
      <w:pPr>
        <w:spacing w:line="276" w:lineRule="auto"/>
        <w:ind w:right="-17"/>
        <w:jc w:val="center"/>
        <w:rPr>
          <w:rFonts w:ascii="Arial" w:hAnsi="Arial" w:cs="Arial"/>
          <w:b/>
          <w:sz w:val="20"/>
          <w:szCs w:val="20"/>
        </w:rPr>
      </w:pPr>
      <w:r w:rsidRPr="00943A79">
        <w:rPr>
          <w:rFonts w:ascii="Arial" w:hAnsi="Arial" w:cs="Arial"/>
          <w:b/>
          <w:sz w:val="20"/>
          <w:szCs w:val="20"/>
        </w:rPr>
        <w:t>NOME, ASSINATURA E CPF DO RESPONSÁVEL PELA EMPRESA</w:t>
      </w:r>
    </w:p>
    <w:p w14:paraId="0F5589FE" w14:textId="6C7C5B2C" w:rsidR="00943A79" w:rsidRDefault="00943A79" w:rsidP="00943A79">
      <w:pPr>
        <w:spacing w:line="276" w:lineRule="auto"/>
        <w:ind w:right="-17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(Se procurador, juntar procuração com firma reconhecida.)</w:t>
      </w:r>
    </w:p>
    <w:p w14:paraId="52A1A844" w14:textId="77777777" w:rsidR="00513095" w:rsidRPr="0038127C" w:rsidRDefault="00513095" w:rsidP="00943A79">
      <w:pPr>
        <w:spacing w:line="276" w:lineRule="auto"/>
        <w:ind w:right="-17" w:firstLine="1276"/>
        <w:rPr>
          <w:rFonts w:ascii="Arial" w:hAnsi="Arial" w:cs="Arial"/>
          <w:bCs/>
          <w:sz w:val="20"/>
          <w:szCs w:val="20"/>
        </w:rPr>
      </w:pPr>
    </w:p>
    <w:sectPr w:rsidR="00513095" w:rsidRPr="0038127C" w:rsidSect="00445FC2">
      <w:headerReference w:type="default" r:id="rId11"/>
      <w:pgSz w:w="11906" w:h="16838"/>
      <w:pgMar w:top="2127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D15F4" w14:textId="77777777" w:rsidR="00F12707" w:rsidRDefault="00F12707">
      <w:r>
        <w:separator/>
      </w:r>
    </w:p>
  </w:endnote>
  <w:endnote w:type="continuationSeparator" w:id="0">
    <w:p w14:paraId="58A9AB11" w14:textId="77777777" w:rsidR="00F12707" w:rsidRDefault="00F1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1B848" w14:textId="77777777" w:rsidR="00F12707" w:rsidRDefault="00F12707">
      <w:r>
        <w:separator/>
      </w:r>
    </w:p>
  </w:footnote>
  <w:footnote w:type="continuationSeparator" w:id="0">
    <w:p w14:paraId="12D51AEF" w14:textId="77777777" w:rsidR="00F12707" w:rsidRDefault="00F12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01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481"/>
      <w:gridCol w:w="5387"/>
      <w:gridCol w:w="1433"/>
    </w:tblGrid>
    <w:tr w:rsidR="00445FC2" w14:paraId="6C779FE9" w14:textId="77777777" w:rsidTr="00A42D79">
      <w:trPr>
        <w:trHeight w:val="1411"/>
      </w:trPr>
      <w:tc>
        <w:tcPr>
          <w:tcW w:w="2481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12BAC7CE" w14:textId="77777777" w:rsidR="00445FC2" w:rsidRDefault="00955C34" w:rsidP="00445FC2">
          <w:pPr>
            <w:pStyle w:val="Standard"/>
          </w:pPr>
          <w:r>
            <w:object w:dxaOrig="1440" w:dyaOrig="1440" w14:anchorId="6342C31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9264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38153125" r:id="rId2"/>
            </w:object>
          </w:r>
        </w:p>
      </w:tc>
      <w:tc>
        <w:tcPr>
          <w:tcW w:w="5387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228FF644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07E74CAC" w14:textId="77777777" w:rsidR="00445FC2" w:rsidRPr="00C96B2B" w:rsidRDefault="00445FC2" w:rsidP="00445FC2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F751E47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B1761AF" w14:textId="77777777" w:rsidR="00445FC2" w:rsidRPr="00C96B2B" w:rsidRDefault="00445FC2" w:rsidP="00445FC2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  <w:r w:rsidRPr="00C96B2B">
            <w:rPr>
              <w:b/>
              <w:sz w:val="16"/>
              <w:szCs w:val="16"/>
            </w:rPr>
            <w:tab/>
          </w:r>
        </w:p>
      </w:tc>
      <w:tc>
        <w:tcPr>
          <w:tcW w:w="1433" w:type="dxa"/>
          <w:shd w:val="clear" w:color="auto" w:fill="FFFFFF"/>
        </w:tcPr>
        <w:p w14:paraId="2B0B52E3" w14:textId="72ECA486" w:rsidR="00445FC2" w:rsidRPr="00D7302E" w:rsidRDefault="00445FC2" w:rsidP="00445FC2">
          <w:pPr>
            <w:rPr>
              <w:rFonts w:ascii="Arial" w:eastAsia="SimSun" w:hAnsi="Arial" w:cs="Mangal"/>
              <w:b/>
              <w:color w:val="000080"/>
              <w:kern w:val="3"/>
              <w:sz w:val="22"/>
              <w:szCs w:val="20"/>
              <w:lang w:eastAsia="zh-CN" w:bidi="hi-IN"/>
            </w:rPr>
          </w:pPr>
        </w:p>
      </w:tc>
    </w:tr>
  </w:tbl>
  <w:p w14:paraId="387E0A79" w14:textId="77777777" w:rsidR="00445FC2" w:rsidRPr="00445FC2" w:rsidRDefault="00445FC2" w:rsidP="00445FC2">
    <w:pPr>
      <w:pStyle w:val="Cabealh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353927046">
    <w:abstractNumId w:val="1"/>
  </w:num>
  <w:num w:numId="2" w16cid:durableId="128222746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35B77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6097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25B92"/>
    <w:rsid w:val="001304C0"/>
    <w:rsid w:val="001315F2"/>
    <w:rsid w:val="0013376D"/>
    <w:rsid w:val="0014004B"/>
    <w:rsid w:val="00141D17"/>
    <w:rsid w:val="001427CC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5F3"/>
    <w:rsid w:val="001817D2"/>
    <w:rsid w:val="00184086"/>
    <w:rsid w:val="001904A8"/>
    <w:rsid w:val="001A1732"/>
    <w:rsid w:val="001A2CE9"/>
    <w:rsid w:val="001A36B7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33C04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54C1"/>
    <w:rsid w:val="002D6740"/>
    <w:rsid w:val="002D78B4"/>
    <w:rsid w:val="002D7C8E"/>
    <w:rsid w:val="002D7E11"/>
    <w:rsid w:val="002E160F"/>
    <w:rsid w:val="002E3F91"/>
    <w:rsid w:val="002E47B0"/>
    <w:rsid w:val="002E480D"/>
    <w:rsid w:val="002E5F6B"/>
    <w:rsid w:val="002F084D"/>
    <w:rsid w:val="002F308B"/>
    <w:rsid w:val="0030265F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541E"/>
    <w:rsid w:val="00367EF6"/>
    <w:rsid w:val="00373F2A"/>
    <w:rsid w:val="003779A2"/>
    <w:rsid w:val="00380F2C"/>
    <w:rsid w:val="0038127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115C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5FC2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A35F3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04C74"/>
    <w:rsid w:val="00510792"/>
    <w:rsid w:val="00512D53"/>
    <w:rsid w:val="00513095"/>
    <w:rsid w:val="00514883"/>
    <w:rsid w:val="00520D86"/>
    <w:rsid w:val="0053132E"/>
    <w:rsid w:val="0053764C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1FE"/>
    <w:rsid w:val="005C3930"/>
    <w:rsid w:val="005C76D8"/>
    <w:rsid w:val="005D3080"/>
    <w:rsid w:val="005E1321"/>
    <w:rsid w:val="005E2DD4"/>
    <w:rsid w:val="005E6D43"/>
    <w:rsid w:val="005E7990"/>
    <w:rsid w:val="005F6F64"/>
    <w:rsid w:val="005F7B0A"/>
    <w:rsid w:val="00600877"/>
    <w:rsid w:val="00601071"/>
    <w:rsid w:val="00605C11"/>
    <w:rsid w:val="00606440"/>
    <w:rsid w:val="006068B9"/>
    <w:rsid w:val="006078C2"/>
    <w:rsid w:val="00611971"/>
    <w:rsid w:val="006171A9"/>
    <w:rsid w:val="00623436"/>
    <w:rsid w:val="00633E6C"/>
    <w:rsid w:val="00640F39"/>
    <w:rsid w:val="00647CAA"/>
    <w:rsid w:val="00655AAF"/>
    <w:rsid w:val="00656A30"/>
    <w:rsid w:val="00664A4D"/>
    <w:rsid w:val="006673E7"/>
    <w:rsid w:val="00671B72"/>
    <w:rsid w:val="00674964"/>
    <w:rsid w:val="00676EFF"/>
    <w:rsid w:val="00680B7E"/>
    <w:rsid w:val="006834F5"/>
    <w:rsid w:val="00683B94"/>
    <w:rsid w:val="00686692"/>
    <w:rsid w:val="00686853"/>
    <w:rsid w:val="00692966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05AE2"/>
    <w:rsid w:val="00710C7E"/>
    <w:rsid w:val="00733DE0"/>
    <w:rsid w:val="007357C5"/>
    <w:rsid w:val="0074032D"/>
    <w:rsid w:val="00740D25"/>
    <w:rsid w:val="00741328"/>
    <w:rsid w:val="00741C71"/>
    <w:rsid w:val="00744A0F"/>
    <w:rsid w:val="00752D02"/>
    <w:rsid w:val="00756F76"/>
    <w:rsid w:val="00765A33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B7C55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7EF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5F0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4799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37D62"/>
    <w:rsid w:val="009406C1"/>
    <w:rsid w:val="00940EFD"/>
    <w:rsid w:val="00941580"/>
    <w:rsid w:val="009419A2"/>
    <w:rsid w:val="00943A79"/>
    <w:rsid w:val="009440D4"/>
    <w:rsid w:val="00944E0C"/>
    <w:rsid w:val="00950D81"/>
    <w:rsid w:val="009543EB"/>
    <w:rsid w:val="00954618"/>
    <w:rsid w:val="00955C34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042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2F8F"/>
    <w:rsid w:val="009E5B74"/>
    <w:rsid w:val="009E7C14"/>
    <w:rsid w:val="009F419C"/>
    <w:rsid w:val="009F43E0"/>
    <w:rsid w:val="00A055A5"/>
    <w:rsid w:val="00A1167E"/>
    <w:rsid w:val="00A12A7C"/>
    <w:rsid w:val="00A1330E"/>
    <w:rsid w:val="00A139D2"/>
    <w:rsid w:val="00A35B99"/>
    <w:rsid w:val="00A402A1"/>
    <w:rsid w:val="00A414FD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79F3"/>
    <w:rsid w:val="00BB0F90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2552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6FB8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03E7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2400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331BD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76E58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D750E"/>
    <w:rsid w:val="00ED7A43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2707"/>
    <w:rsid w:val="00F13691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4A15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57ECD7"/>
  <w15:docId w15:val="{8BC6AA0E-1E6B-4F3E-BF79-E89D8109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  <w:style w:type="paragraph" w:customStyle="1" w:styleId="Standard">
    <w:name w:val="Standard"/>
    <w:rsid w:val="00445FC2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  <w:style w:type="table" w:styleId="Tabelacomgrade">
    <w:name w:val="Table Grid"/>
    <w:basedOn w:val="Tabelanormal"/>
    <w:rsid w:val="0038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45AC24-5F6D-4579-857E-8571A93F69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33060-BB3D-485C-A33B-6938AF8431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110</TotalTime>
  <Pages>1</Pages>
  <Words>132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IV do Edital</dc:title>
  <dc:creator>Adriano</dc:creator>
  <cp:lastModifiedBy>Fabiana Campos da Costa</cp:lastModifiedBy>
  <cp:revision>42</cp:revision>
  <cp:lastPrinted>2022-02-09T14:08:00Z</cp:lastPrinted>
  <dcterms:created xsi:type="dcterms:W3CDTF">2019-07-22T20:13:00Z</dcterms:created>
  <dcterms:modified xsi:type="dcterms:W3CDTF">2023-02-17T18:32:00Z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