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FB8B" w14:textId="77777777" w:rsidR="003D2A96" w:rsidRPr="004B717B" w:rsidRDefault="004B717B">
      <w:pPr>
        <w:pStyle w:val="Standard"/>
        <w:spacing w:line="276" w:lineRule="auto"/>
        <w:jc w:val="center"/>
        <w:rPr>
          <w:color w:val="000000" w:themeColor="text1"/>
        </w:rPr>
      </w:pPr>
      <w:r w:rsidRPr="004B717B">
        <w:rPr>
          <w:b/>
          <w:bCs/>
          <w:i/>
          <w:iCs/>
          <w:color w:val="000000" w:themeColor="text1"/>
        </w:rPr>
        <w:t xml:space="preserve">DISPENSA DE LICITAÇÃO ALF/SPO/SP nº </w:t>
      </w:r>
      <w:r w:rsidRPr="004B717B">
        <w:rPr>
          <w:b/>
          <w:bCs/>
          <w:i/>
          <w:iCs/>
          <w:color w:val="000000" w:themeColor="text1"/>
        </w:rPr>
        <w:t>21</w:t>
      </w:r>
      <w:r w:rsidRPr="004B717B">
        <w:rPr>
          <w:b/>
          <w:bCs/>
          <w:i/>
          <w:iCs/>
          <w:color w:val="000000" w:themeColor="text1"/>
        </w:rPr>
        <w:t>/2023</w:t>
      </w:r>
    </w:p>
    <w:p w14:paraId="17F9FB8C" w14:textId="77777777" w:rsidR="003D2A96" w:rsidRDefault="004B717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Processo Administrativo nº 10831.720366/2023-74</w:t>
      </w:r>
    </w:p>
    <w:p w14:paraId="17F9FB8D" w14:textId="77777777" w:rsidR="003D2A96" w:rsidRDefault="004B717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ANEXO III – GRUPO I – ALF/SPO</w:t>
      </w:r>
    </w:p>
    <w:p w14:paraId="17F9FB8E" w14:textId="77777777" w:rsidR="003D2A96" w:rsidRDefault="004B717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Modelo de Proposta</w:t>
      </w:r>
    </w:p>
    <w:p w14:paraId="17F9FB8F" w14:textId="77777777" w:rsidR="003D2A96" w:rsidRDefault="003D2A96">
      <w:pPr>
        <w:pStyle w:val="Standard"/>
        <w:spacing w:line="276" w:lineRule="auto"/>
        <w:rPr>
          <w:b/>
          <w:bCs/>
          <w:i/>
          <w:iCs/>
          <w:color w:val="000000"/>
        </w:rPr>
      </w:pPr>
    </w:p>
    <w:p w14:paraId="17F9FB90" w14:textId="77777777" w:rsidR="003D2A96" w:rsidRDefault="004B717B">
      <w:pPr>
        <w:pStyle w:val="Standard"/>
        <w:spacing w:line="276" w:lineRule="auto"/>
        <w:jc w:val="both"/>
        <w:rPr>
          <w:b/>
          <w:bCs/>
          <w:color w:val="000000"/>
          <w:shd w:val="clear" w:color="auto" w:fill="FFFF00"/>
        </w:rPr>
      </w:pPr>
      <w:r>
        <w:rPr>
          <w:b/>
          <w:bCs/>
          <w:color w:val="000000"/>
          <w:shd w:val="clear" w:color="auto" w:fill="FFFF00"/>
        </w:rPr>
        <w:t>Órgão Requisitante: Alfândega da Receita Federal do Brasil em São Paulo.</w:t>
      </w:r>
    </w:p>
    <w:p w14:paraId="17F9FB91" w14:textId="77777777" w:rsidR="003D2A96" w:rsidRDefault="003D2A96">
      <w:pPr>
        <w:pStyle w:val="Standard"/>
        <w:spacing w:line="276" w:lineRule="auto"/>
        <w:jc w:val="both"/>
      </w:pPr>
    </w:p>
    <w:p w14:paraId="17F9FB92" w14:textId="77777777" w:rsidR="003D2A96" w:rsidRDefault="004B717B">
      <w:pPr>
        <w:pStyle w:val="Standard"/>
        <w:spacing w:line="276" w:lineRule="auto"/>
        <w:jc w:val="both"/>
      </w:pPr>
      <w:r>
        <w:t xml:space="preserve">Órgão Gestor: </w:t>
      </w:r>
      <w:r>
        <w:t>Alfândega da Receita Federal do Brasil em São Paulo</w:t>
      </w:r>
    </w:p>
    <w:p w14:paraId="17F9FB93" w14:textId="77777777" w:rsidR="003D2A96" w:rsidRDefault="004B717B">
      <w:pPr>
        <w:pStyle w:val="Standard"/>
        <w:spacing w:line="276" w:lineRule="auto"/>
        <w:jc w:val="both"/>
      </w:pPr>
      <w:r>
        <w:t>CNPJ nº 00.394.460/0527-02</w:t>
      </w:r>
    </w:p>
    <w:p w14:paraId="17F9FB94" w14:textId="77777777" w:rsidR="003D2A96" w:rsidRDefault="003D2A96">
      <w:pPr>
        <w:pStyle w:val="Standard"/>
        <w:spacing w:line="276" w:lineRule="auto"/>
        <w:jc w:val="both"/>
      </w:pPr>
    </w:p>
    <w:p w14:paraId="17F9FB95" w14:textId="77777777" w:rsidR="003D2A96" w:rsidRDefault="003D2A96">
      <w:pPr>
        <w:pStyle w:val="Standard"/>
        <w:spacing w:line="276" w:lineRule="auto"/>
        <w:jc w:val="both"/>
      </w:pPr>
    </w:p>
    <w:p w14:paraId="17F9FB96" w14:textId="77777777" w:rsidR="003D2A96" w:rsidRDefault="004B717B">
      <w:pPr>
        <w:pStyle w:val="Standard"/>
        <w:spacing w:line="360" w:lineRule="auto"/>
        <w:jc w:val="both"/>
      </w:pPr>
      <w:r>
        <w:t>Empresa:</w:t>
      </w:r>
    </w:p>
    <w:p w14:paraId="17F9FB97" w14:textId="77777777" w:rsidR="003D2A96" w:rsidRDefault="004B717B">
      <w:pPr>
        <w:pStyle w:val="Standard"/>
        <w:spacing w:line="360" w:lineRule="auto"/>
        <w:jc w:val="both"/>
      </w:pPr>
      <w:r>
        <w:t>CNPJ:</w:t>
      </w:r>
    </w:p>
    <w:p w14:paraId="17F9FB98" w14:textId="77777777" w:rsidR="003D2A96" w:rsidRDefault="004B717B">
      <w:pPr>
        <w:pStyle w:val="Standard"/>
        <w:spacing w:line="360" w:lineRule="auto"/>
        <w:jc w:val="both"/>
      </w:pPr>
      <w:r>
        <w:t>Endereço</w:t>
      </w:r>
      <w:r>
        <w:rPr>
          <w:i/>
          <w:iCs/>
        </w:rPr>
        <w:t xml:space="preserve">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>: a empresa deve possuir estabelecimento comercial no município de São Paulo]</w:t>
      </w:r>
      <w:r>
        <w:t>:</w:t>
      </w:r>
    </w:p>
    <w:p w14:paraId="17F9FB99" w14:textId="77777777" w:rsidR="003D2A96" w:rsidRDefault="004B717B">
      <w:pPr>
        <w:pStyle w:val="Standard"/>
        <w:spacing w:line="360" w:lineRule="auto"/>
        <w:jc w:val="both"/>
      </w:pPr>
      <w:r>
        <w:t xml:space="preserve">E-mail de contato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 xml:space="preserve">: A comunicação entre o órgão e o </w:t>
      </w:r>
      <w:r>
        <w:rPr>
          <w:i/>
          <w:iCs/>
          <w:shd w:val="clear" w:color="auto" w:fill="FFFF00"/>
        </w:rPr>
        <w:t>fornecedor será feita por e-mail.]</w:t>
      </w:r>
      <w:r>
        <w:t>:</w:t>
      </w:r>
    </w:p>
    <w:p w14:paraId="17F9FB9A" w14:textId="77777777" w:rsidR="003D2A96" w:rsidRDefault="003D2A96">
      <w:pPr>
        <w:pStyle w:val="Standard"/>
        <w:spacing w:line="360" w:lineRule="auto"/>
        <w:jc w:val="both"/>
      </w:pPr>
    </w:p>
    <w:p w14:paraId="17F9FB9B" w14:textId="77777777" w:rsidR="003D2A96" w:rsidRDefault="004B717B">
      <w:pPr>
        <w:pStyle w:val="Standard"/>
        <w:spacing w:line="360" w:lineRule="auto"/>
        <w:jc w:val="both"/>
      </w:pPr>
      <w:r>
        <w:t>Telefone:</w:t>
      </w:r>
    </w:p>
    <w:p w14:paraId="17F9FB9C" w14:textId="77777777" w:rsidR="003D2A96" w:rsidRDefault="004B717B">
      <w:pPr>
        <w:pStyle w:val="Standard"/>
        <w:spacing w:line="360" w:lineRule="auto"/>
        <w:jc w:val="both"/>
      </w:pPr>
      <w:r>
        <w:t>Nome do responsável:</w:t>
      </w:r>
    </w:p>
    <w:p w14:paraId="17F9FB9D" w14:textId="77777777" w:rsidR="003D2A96" w:rsidRDefault="004B717B">
      <w:pPr>
        <w:pStyle w:val="Standard"/>
        <w:spacing w:line="360" w:lineRule="auto"/>
        <w:jc w:val="both"/>
      </w:pPr>
      <w:r>
        <w:t>CPF do responsável:</w:t>
      </w:r>
    </w:p>
    <w:p w14:paraId="17F9FB9E" w14:textId="77777777" w:rsidR="003D2A96" w:rsidRDefault="004B717B">
      <w:pPr>
        <w:pStyle w:val="Standard"/>
        <w:spacing w:line="360" w:lineRule="auto"/>
        <w:jc w:val="both"/>
      </w:pPr>
      <w:r>
        <w:t>Data de elaboração da proposta comercial:</w:t>
      </w:r>
    </w:p>
    <w:p w14:paraId="17F9FB9F" w14:textId="77777777" w:rsidR="003D2A96" w:rsidRDefault="004B717B">
      <w:pPr>
        <w:pStyle w:val="Standard"/>
        <w:spacing w:line="360" w:lineRule="auto"/>
        <w:jc w:val="both"/>
      </w:pPr>
      <w:r>
        <w:t>Prazo de validade da proposta comercial: 60 dias.</w:t>
      </w:r>
    </w:p>
    <w:p w14:paraId="17F9FBA0" w14:textId="77777777" w:rsidR="003D2A96" w:rsidRDefault="003D2A96">
      <w:pPr>
        <w:pStyle w:val="Standard"/>
        <w:spacing w:line="276" w:lineRule="auto"/>
        <w:jc w:val="both"/>
      </w:pPr>
    </w:p>
    <w:p w14:paraId="17F9FBA1" w14:textId="77777777" w:rsidR="003D2A96" w:rsidRPr="004B717B" w:rsidRDefault="004B717B">
      <w:pPr>
        <w:pStyle w:val="Standard"/>
        <w:spacing w:line="276" w:lineRule="auto"/>
        <w:ind w:firstLine="1134"/>
        <w:jc w:val="both"/>
        <w:rPr>
          <w:color w:val="000000" w:themeColor="text1"/>
        </w:rPr>
      </w:pPr>
      <w:r w:rsidRPr="004B717B">
        <w:rPr>
          <w:color w:val="000000" w:themeColor="text1"/>
        </w:rPr>
        <w:t>A empresa acima identificada vem apresentar esta Proposta Comercial e decla</w:t>
      </w:r>
      <w:r w:rsidRPr="004B717B">
        <w:rPr>
          <w:color w:val="000000" w:themeColor="text1"/>
        </w:rPr>
        <w:t xml:space="preserve">ra que esta é baseada nas especificações, condições e prazos estabelecidos no Aviso de Dispensa de Licitação Eletrônica </w:t>
      </w:r>
      <w:r w:rsidRPr="004B717B">
        <w:rPr>
          <w:color w:val="000000" w:themeColor="text1"/>
        </w:rPr>
        <w:t>21</w:t>
      </w:r>
      <w:r w:rsidRPr="004B717B">
        <w:rPr>
          <w:color w:val="000000" w:themeColor="text1"/>
        </w:rPr>
        <w:t>/2023 e em seus anexos, os quais se compromete cumprir integralmente.</w:t>
      </w:r>
    </w:p>
    <w:p w14:paraId="17F9FBA2" w14:textId="77777777" w:rsidR="003D2A96" w:rsidRDefault="003D2A96">
      <w:pPr>
        <w:pStyle w:val="Standard"/>
        <w:spacing w:line="276" w:lineRule="auto"/>
        <w:jc w:val="both"/>
      </w:pPr>
    </w:p>
    <w:tbl>
      <w:tblPr>
        <w:tblW w:w="93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3683"/>
        <w:gridCol w:w="1137"/>
        <w:gridCol w:w="1275"/>
        <w:gridCol w:w="1276"/>
        <w:gridCol w:w="1276"/>
      </w:tblGrid>
      <w:tr w:rsidR="003D2A96" w14:paraId="17F9FBA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3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Item</w:t>
            </w:r>
          </w:p>
        </w:tc>
        <w:tc>
          <w:tcPr>
            <w:tcW w:w="3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4" w14:textId="77777777" w:rsidR="003D2A96" w:rsidRDefault="004B717B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Descrição</w:t>
            </w:r>
          </w:p>
        </w:tc>
        <w:tc>
          <w:tcPr>
            <w:tcW w:w="11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5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Código CATMAT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6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Quantidade Estimada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F9FBA7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17F9FBA8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Unitário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F9FBA9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17F9FBAA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Total</w:t>
            </w:r>
          </w:p>
        </w:tc>
      </w:tr>
      <w:tr w:rsidR="003D2A96" w14:paraId="17F9FBB2" w14:textId="77777777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C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D" w14:textId="77777777" w:rsidR="003D2A96" w:rsidRDefault="004B717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Acrílico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Borracha, Comprimento: 5,90 CM, Largura: 2,30 CM, Tipo: Automático, Formato: Retangular, Características Adicionais: Retrátil Com Mola</w:t>
            </w:r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E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238463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AF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0" w14:textId="77777777" w:rsidR="003D2A96" w:rsidRDefault="003D2A96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1" w14:textId="77777777" w:rsidR="003D2A96" w:rsidRDefault="003D2A96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3D2A96" w14:paraId="17F9FBB9" w14:textId="77777777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3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lastRenderedPageBreak/>
              <w:t>2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4" w14:textId="77777777" w:rsidR="003D2A96" w:rsidRDefault="004B717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Datador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Funcionamento: Automático, Tipo Impressão: Alfanumérica, Características Adicionais: Personalizado Com Dizeres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Sobrepostos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Chapa Metálica De 40 X 40mm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5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301790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6" w14:textId="77777777" w:rsidR="003D2A96" w:rsidRDefault="004B717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7" w14:textId="77777777" w:rsidR="003D2A96" w:rsidRDefault="003D2A96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9FBB8" w14:textId="77777777" w:rsidR="003D2A96" w:rsidRDefault="003D2A96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3D2A96" w14:paraId="17F9FBB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9FBBA" w14:textId="77777777" w:rsidR="003D2A96" w:rsidRDefault="004B717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>Marca dos produtos ofertados: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F9FBBB" w14:textId="77777777" w:rsidR="003D2A96" w:rsidRDefault="004B717B">
            <w:pPr>
              <w:widowControl/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Valor (Global) Total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: Valor a ser informado no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Comprasnet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 quando for cadastrar a proposta.]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F9FBBC" w14:textId="77777777" w:rsidR="003D2A96" w:rsidRDefault="003D2A96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</w:tbl>
    <w:p w14:paraId="17F9FBBE" w14:textId="77777777" w:rsidR="003D2A96" w:rsidRDefault="003D2A96">
      <w:pPr>
        <w:pStyle w:val="Standard"/>
        <w:spacing w:line="276" w:lineRule="auto"/>
        <w:jc w:val="both"/>
      </w:pPr>
    </w:p>
    <w:p w14:paraId="17F9FBBF" w14:textId="77777777" w:rsidR="003D2A96" w:rsidRDefault="003D2A96">
      <w:pPr>
        <w:pStyle w:val="Standard"/>
        <w:spacing w:line="276" w:lineRule="auto"/>
      </w:pPr>
    </w:p>
    <w:p w14:paraId="17F9FBC0" w14:textId="77777777" w:rsidR="003D2A96" w:rsidRDefault="003D2A96">
      <w:pPr>
        <w:pStyle w:val="Standard"/>
        <w:spacing w:line="276" w:lineRule="auto"/>
        <w:rPr>
          <w:b/>
          <w:bCs/>
          <w:i/>
          <w:iCs/>
        </w:rPr>
      </w:pPr>
    </w:p>
    <w:p w14:paraId="17F9FBC1" w14:textId="77777777" w:rsidR="003D2A96" w:rsidRDefault="003D2A96">
      <w:pPr>
        <w:pStyle w:val="Standard"/>
        <w:spacing w:line="312" w:lineRule="auto"/>
        <w:ind w:firstLine="850"/>
        <w:jc w:val="both"/>
        <w:rPr>
          <w:color w:val="000000"/>
        </w:rPr>
      </w:pPr>
    </w:p>
    <w:p w14:paraId="17F9FBC2" w14:textId="77777777" w:rsidR="003D2A96" w:rsidRDefault="003D2A96">
      <w:pPr>
        <w:pStyle w:val="Standard"/>
        <w:spacing w:line="312" w:lineRule="auto"/>
        <w:ind w:firstLine="850"/>
        <w:jc w:val="both"/>
        <w:rPr>
          <w:color w:val="000000"/>
        </w:rPr>
      </w:pPr>
    </w:p>
    <w:tbl>
      <w:tblPr>
        <w:tblW w:w="464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</w:tblGrid>
      <w:tr w:rsidR="003D2A96" w14:paraId="17F9FBC4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FBC3" w14:textId="77777777" w:rsidR="003D2A96" w:rsidRDefault="004B717B">
            <w:pPr>
              <w:pStyle w:val="TableContents"/>
              <w:jc w:val="right"/>
            </w:pPr>
            <w:r>
              <w:t xml:space="preserve">_____________, __ de ____________ </w:t>
            </w:r>
            <w:proofErr w:type="spellStart"/>
            <w:r>
              <w:t>de</w:t>
            </w:r>
            <w:proofErr w:type="spellEnd"/>
            <w:r>
              <w:t xml:space="preserve"> 2023.</w:t>
            </w:r>
          </w:p>
        </w:tc>
      </w:tr>
      <w:tr w:rsidR="003D2A96" w14:paraId="17F9FBC9" w14:textId="77777777">
        <w:tblPrEx>
          <w:tblCellMar>
            <w:top w:w="0" w:type="dxa"/>
            <w:bottom w:w="0" w:type="dxa"/>
          </w:tblCellMar>
        </w:tblPrEx>
        <w:trPr>
          <w:trHeight w:val="912"/>
          <w:jc w:val="right"/>
        </w:trPr>
        <w:tc>
          <w:tcPr>
            <w:tcW w:w="4649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9FBC5" w14:textId="77777777" w:rsidR="003D2A96" w:rsidRDefault="003D2A96">
            <w:pPr>
              <w:pStyle w:val="TableContents"/>
              <w:jc w:val="right"/>
            </w:pPr>
          </w:p>
          <w:p w14:paraId="17F9FBC6" w14:textId="77777777" w:rsidR="003D2A96" w:rsidRDefault="003D2A96">
            <w:pPr>
              <w:pStyle w:val="TableContents"/>
              <w:jc w:val="center"/>
            </w:pPr>
          </w:p>
          <w:p w14:paraId="17F9FBC7" w14:textId="77777777" w:rsidR="003D2A96" w:rsidRDefault="003D2A96">
            <w:pPr>
              <w:pStyle w:val="TableContents"/>
              <w:jc w:val="center"/>
            </w:pPr>
          </w:p>
          <w:p w14:paraId="17F9FBC8" w14:textId="77777777" w:rsidR="003D2A96" w:rsidRDefault="003D2A96">
            <w:pPr>
              <w:pStyle w:val="TableContents"/>
              <w:jc w:val="center"/>
            </w:pPr>
          </w:p>
        </w:tc>
      </w:tr>
      <w:tr w:rsidR="003D2A96" w14:paraId="17F9FBCB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FBCA" w14:textId="77777777" w:rsidR="003D2A96" w:rsidRDefault="004B717B">
            <w:pPr>
              <w:pStyle w:val="TableContents"/>
              <w:jc w:val="center"/>
            </w:pPr>
            <w:r>
              <w:t>Assinatura do Representante</w:t>
            </w:r>
          </w:p>
        </w:tc>
      </w:tr>
    </w:tbl>
    <w:p w14:paraId="17F9FBCC" w14:textId="77777777" w:rsidR="003D2A96" w:rsidRDefault="003D2A96">
      <w:pPr>
        <w:pStyle w:val="Standard"/>
        <w:spacing w:line="276" w:lineRule="auto"/>
        <w:jc w:val="right"/>
      </w:pPr>
    </w:p>
    <w:sectPr w:rsidR="003D2A96">
      <w:headerReference w:type="default" r:id="rId7"/>
      <w:pgSz w:w="12240" w:h="15840"/>
      <w:pgMar w:top="2694" w:right="1701" w:bottom="1418" w:left="1701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FB8F" w14:textId="77777777" w:rsidR="00000000" w:rsidRDefault="004B717B">
      <w:r>
        <w:separator/>
      </w:r>
    </w:p>
  </w:endnote>
  <w:endnote w:type="continuationSeparator" w:id="0">
    <w:p w14:paraId="17F9FB91" w14:textId="77777777" w:rsidR="00000000" w:rsidRDefault="004B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FB8B" w14:textId="77777777" w:rsidR="00000000" w:rsidRDefault="004B717B">
      <w:r>
        <w:rPr>
          <w:color w:val="000000"/>
        </w:rPr>
        <w:separator/>
      </w:r>
    </w:p>
  </w:footnote>
  <w:footnote w:type="continuationSeparator" w:id="0">
    <w:p w14:paraId="17F9FB8D" w14:textId="77777777" w:rsidR="00000000" w:rsidRDefault="004B7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90" w:type="dxa"/>
      <w:tblInd w:w="-7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65"/>
      <w:gridCol w:w="6925"/>
    </w:tblGrid>
    <w:tr w:rsidR="00A3759E" w14:paraId="17F9FB97" w14:textId="77777777">
      <w:tblPrEx>
        <w:tblCellMar>
          <w:top w:w="0" w:type="dxa"/>
          <w:bottom w:w="0" w:type="dxa"/>
        </w:tblCellMar>
      </w:tblPrEx>
      <w:trPr>
        <w:trHeight w:val="1272"/>
      </w:trPr>
      <w:tc>
        <w:tcPr>
          <w:tcW w:w="276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</w:tcPr>
        <w:p w14:paraId="17F9FB93" w14:textId="77777777" w:rsidR="00A3759E" w:rsidRDefault="004B717B">
          <w:pPr>
            <w:pStyle w:val="Standard"/>
          </w:pPr>
          <w:r>
            <w:rPr>
              <w:sz w:val="16"/>
              <w:szCs w:val="16"/>
            </w:rPr>
            <w:object w:dxaOrig="1440" w:dyaOrig="1440" w14:anchorId="17F9FB8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55pt;margin-top:0;width:112.9pt;height:57.7pt;z-index:251659264;visibility:visible;mso-wrap-style:square;mso-position-horizontal-relative:margin;mso-position-vertical-relative:margin">
                <v:imagedata r:id="rId1" o:title="Objeto OLE"/>
                <w10:wrap type="square" anchorx="margin" anchory="margin"/>
              </v:shape>
              <o:OLEObject Type="Embed" ProgID="Unknown" ShapeID="Objeto2" DrawAspect="Content" ObjectID="_1762846300" r:id="rId2"/>
            </w:object>
          </w:r>
        </w:p>
      </w:tc>
      <w:tc>
        <w:tcPr>
          <w:tcW w:w="692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7F9FB94" w14:textId="77777777" w:rsidR="00A3759E" w:rsidRDefault="004B717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MINISTÉRIO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FAZENDA</w:t>
          </w:r>
        </w:p>
        <w:p w14:paraId="17F9FB95" w14:textId="77777777" w:rsidR="00A3759E" w:rsidRDefault="004B717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SECRETARIA ESPECIAL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RECEITA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FEDERAL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BRASIL</w:t>
          </w:r>
        </w:p>
        <w:p w14:paraId="17F9FB96" w14:textId="77777777" w:rsidR="00A3759E" w:rsidRDefault="004B717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SUPERINTENDÊNCIA REGIONAL DA RFB - 8ª REGIÃO FISCAL</w:t>
          </w:r>
        </w:p>
      </w:tc>
    </w:tr>
  </w:tbl>
  <w:p w14:paraId="17F9FB98" w14:textId="77777777" w:rsidR="00A3759E" w:rsidRDefault="004B71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134"/>
    <w:multiLevelType w:val="multilevel"/>
    <w:tmpl w:val="C5D4E770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6C32162A"/>
    <w:multiLevelType w:val="multilevel"/>
    <w:tmpl w:val="F1E0C29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39873103">
    <w:abstractNumId w:val="1"/>
  </w:num>
  <w:num w:numId="2" w16cid:durableId="41428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D2A96"/>
    <w:rsid w:val="003D2A96"/>
    <w:rsid w:val="004B717B"/>
    <w:rsid w:val="006C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FB8B"/>
  <w15:docId w15:val="{6CE39550-B2C3-42AB-AA1D-443A23AA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3">
    <w:name w:val="heading 3"/>
    <w:basedOn w:val="Standard"/>
    <w:uiPriority w:val="9"/>
    <w:semiHidden/>
    <w:unhideWhenUsed/>
    <w:qFormat/>
    <w:pPr>
      <w:keepNext/>
      <w:widowControl w:val="0"/>
      <w:overflowPunct w:val="0"/>
      <w:spacing w:line="280" w:lineRule="exact"/>
      <w:outlineLvl w:val="2"/>
    </w:pPr>
    <w:rPr>
      <w:rFonts w:ascii="Arial" w:eastAsia="Arial" w:hAnsi="Arial" w:cs="Arial"/>
      <w:b/>
      <w:color w:val="00000A"/>
      <w:sz w:val="20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Character20style">
    <w:name w:val="Character_20_style"/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lang w:bidi="ar-SA"/>
    </w:rPr>
  </w:style>
  <w:style w:type="character" w:customStyle="1" w:styleId="Ttulo3Char">
    <w:name w:val="Título 3 Char"/>
    <w:basedOn w:val="Fontepargpadro"/>
    <w:rPr>
      <w:rFonts w:ascii="Arial" w:eastAsia="Arial" w:hAnsi="Arial"/>
      <w:b/>
      <w:color w:val="00000A"/>
      <w:sz w:val="20"/>
    </w:rPr>
  </w:style>
  <w:style w:type="numbering" w:customStyle="1" w:styleId="WW8Num6">
    <w:name w:val="WW8Num6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1379</Characters>
  <Application>Microsoft Office Word</Application>
  <DocSecurity>0</DocSecurity>
  <Lines>11</Lines>
  <Paragraphs>3</Paragraphs>
  <ScaleCrop>false</ScaleCrop>
  <Company>Receita Federal do Brasil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Receita Federal do Brasil</dc:creator>
  <cp:lastModifiedBy>Ursula Moreira de Carvalho</cp:lastModifiedBy>
  <cp:revision>3</cp:revision>
  <cp:lastPrinted>2023-01-13T10:32:00Z</cp:lastPrinted>
  <dcterms:created xsi:type="dcterms:W3CDTF">2023-11-30T13:45:00Z</dcterms:created>
  <dcterms:modified xsi:type="dcterms:W3CDTF">2023-11-30T13:45:00Z</dcterms:modified>
</cp:coreProperties>
</file>