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DDB" w:rsidRDefault="00D83DDB" w:rsidP="00F8027A">
      <w:pPr>
        <w:jc w:val="center"/>
        <w:rPr>
          <w:rFonts w:cs="Calibri"/>
          <w:b/>
          <w:bCs/>
        </w:rPr>
      </w:pPr>
    </w:p>
    <w:p w:rsidR="00D83DDB" w:rsidRDefault="00D83DDB" w:rsidP="00F8027A">
      <w:pPr>
        <w:jc w:val="center"/>
        <w:rPr>
          <w:rFonts w:cs="Calibri"/>
          <w:b/>
          <w:bCs/>
        </w:rPr>
      </w:pPr>
    </w:p>
    <w:p w:rsidR="006C58E9" w:rsidRDefault="0039015C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ANEXO X</w:t>
      </w:r>
    </w:p>
    <w:p w:rsidR="001325E3" w:rsidRDefault="001325E3" w:rsidP="00F8027A">
      <w:pPr>
        <w:jc w:val="center"/>
        <w:rPr>
          <w:rFonts w:cs="Calibri"/>
          <w:b/>
          <w:bCs/>
        </w:rPr>
      </w:pPr>
      <w:bookmarkStart w:id="0" w:name="_GoBack"/>
      <w:bookmarkEnd w:id="0"/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MODELO DE DECLARAÇÃO DE </w:t>
      </w:r>
      <w:r w:rsidR="0039015C">
        <w:rPr>
          <w:rFonts w:cs="Calibri"/>
          <w:b/>
          <w:bCs/>
        </w:rPr>
        <w:t xml:space="preserve">INSTALAÇÃO DE ESCRITÓRIO EM </w:t>
      </w:r>
      <w:r w:rsidR="001325E3">
        <w:rPr>
          <w:rFonts w:cs="Calibri"/>
          <w:b/>
          <w:bCs/>
        </w:rPr>
        <w:t>ARACAJU</w:t>
      </w:r>
      <w:r w:rsidR="0039015C">
        <w:rPr>
          <w:rFonts w:cs="Calibri"/>
          <w:b/>
          <w:bCs/>
        </w:rPr>
        <w:t>/</w:t>
      </w:r>
      <w:r w:rsidR="001325E3">
        <w:rPr>
          <w:rFonts w:cs="Calibri"/>
          <w:b/>
          <w:bCs/>
        </w:rPr>
        <w:t>SE</w:t>
      </w:r>
    </w:p>
    <w:p w:rsidR="006C58E9" w:rsidRPr="0036591B" w:rsidRDefault="006C58E9" w:rsidP="006C58E9">
      <w:pPr>
        <w:shd w:val="clear" w:color="auto" w:fill="FFFFFF"/>
        <w:jc w:val="center"/>
        <w:textAlignment w:val="baseline"/>
        <w:outlineLvl w:val="4"/>
        <w:rPr>
          <w:rFonts w:eastAsia="Times New Roman" w:cs="Arial"/>
          <w:color w:val="231F20"/>
        </w:rPr>
      </w:pPr>
    </w:p>
    <w:p w:rsidR="006C58E9" w:rsidRDefault="006C58E9" w:rsidP="006C58E9">
      <w:pPr>
        <w:shd w:val="clear" w:color="auto" w:fill="FFFFFF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</w:p>
    <w:p w:rsidR="00D83DDB" w:rsidRDefault="00D83DDB" w:rsidP="00F8027A">
      <w:pPr>
        <w:jc w:val="center"/>
        <w:rPr>
          <w:rFonts w:cs="Calibri"/>
          <w:b/>
          <w:bCs/>
        </w:rPr>
      </w:pPr>
    </w:p>
    <w:p w:rsidR="00D83DDB" w:rsidRDefault="0039015C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Declaramos que esta empresa ____</w:t>
      </w:r>
      <w:r w:rsidR="003D1485">
        <w:rPr>
          <w:rFonts w:asciiTheme="minorHAnsi" w:hAnsiTheme="minorHAnsi" w:cs="Times New Roman"/>
        </w:rPr>
        <w:t>_____________________________</w:t>
      </w:r>
      <w:r w:rsidRPr="003D1485">
        <w:rPr>
          <w:rFonts w:asciiTheme="minorHAnsi" w:hAnsiTheme="minorHAnsi" w:cs="Times New Roman"/>
        </w:rPr>
        <w:t xml:space="preserve">, </w:t>
      </w:r>
      <w:r w:rsidRPr="003D1485">
        <w:rPr>
          <w:rFonts w:asciiTheme="minorHAnsi" w:hAnsiTheme="minorHAnsi" w:cs="Calibri"/>
        </w:rPr>
        <w:t>inscrita no CNPJ (MF) nº</w:t>
      </w:r>
      <w:r w:rsidR="003D1485">
        <w:rPr>
          <w:rFonts w:asciiTheme="minorHAnsi" w:hAnsiTheme="minorHAnsi" w:cs="Calibri"/>
        </w:rPr>
        <w:t xml:space="preserve"> ____________________</w:t>
      </w:r>
      <w:r w:rsidRPr="003D1485">
        <w:rPr>
          <w:rFonts w:asciiTheme="minorHAnsi" w:hAnsiTheme="minorHAnsi" w:cs="Calibri"/>
        </w:rPr>
        <w:t xml:space="preserve"> instalará no prazo máximo de 60 dias da vigência do contrato escritório em </w:t>
      </w:r>
      <w:r w:rsidR="001325E3">
        <w:rPr>
          <w:rFonts w:asciiTheme="minorHAnsi" w:hAnsiTheme="minorHAnsi" w:cs="Calibri"/>
        </w:rPr>
        <w:t>Aracaju/SE</w:t>
      </w:r>
      <w:r w:rsidRPr="003D1485">
        <w:rPr>
          <w:rFonts w:asciiTheme="minorHAnsi" w:hAnsiTheme="minorHAnsi" w:cs="Times New Roman"/>
        </w:rPr>
        <w:t>, aparelhado e com pessoal qualificado e disponíve</w:t>
      </w:r>
      <w:r w:rsidR="00D83DDB">
        <w:rPr>
          <w:rFonts w:asciiTheme="minorHAnsi" w:hAnsiTheme="minorHAnsi" w:cs="Times New Roman"/>
        </w:rPr>
        <w:t>l</w:t>
      </w:r>
      <w:r w:rsidRPr="003D1485">
        <w:rPr>
          <w:rFonts w:asciiTheme="minorHAnsi" w:hAnsiTheme="minorHAnsi" w:cs="Times New Roman"/>
        </w:rPr>
        <w:t xml:space="preserve"> para </w:t>
      </w:r>
      <w:r w:rsidR="00D83DDB">
        <w:rPr>
          <w:rFonts w:asciiTheme="minorHAnsi" w:hAnsiTheme="minorHAnsi" w:cs="Times New Roman"/>
        </w:rPr>
        <w:t xml:space="preserve">gerir </w:t>
      </w:r>
      <w:r w:rsidRPr="003D1485">
        <w:rPr>
          <w:rFonts w:asciiTheme="minorHAnsi" w:hAnsiTheme="minorHAnsi" w:cs="Times New Roman"/>
        </w:rPr>
        <w:t>a execução contratual</w:t>
      </w:r>
      <w:r w:rsidR="00D83DDB">
        <w:rPr>
          <w:rFonts w:asciiTheme="minorHAnsi" w:hAnsiTheme="minorHAnsi" w:cs="Times New Roman"/>
        </w:rPr>
        <w:t>.</w:t>
      </w:r>
    </w:p>
    <w:p w:rsidR="00D83DDB" w:rsidRDefault="00D83DDB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</w:p>
    <w:p w:rsidR="00D83DDB" w:rsidRDefault="00D83DDB" w:rsidP="0039015C">
      <w:pPr>
        <w:pStyle w:val="Corpodetexto"/>
        <w:spacing w:line="360" w:lineRule="auto"/>
        <w:ind w:firstLine="1418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</w:t>
      </w:r>
    </w:p>
    <w:p w:rsidR="0039015C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Local e Data</w:t>
      </w: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Pr="003D1485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______________________________________________</w:t>
      </w:r>
    </w:p>
    <w:p w:rsidR="0039015C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Representante Legal da Empresa</w:t>
      </w: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Pr="003D1485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</w:p>
    <w:p w:rsidR="00D83DDB" w:rsidRDefault="00D83DDB" w:rsidP="00D83DDB">
      <w:pPr>
        <w:pStyle w:val="Corpodetex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_____________________________________________________________</w:t>
      </w:r>
    </w:p>
    <w:p w:rsidR="00D83DDB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 xml:space="preserve">RG ..... Órgão Expedidor ......... </w:t>
      </w:r>
    </w:p>
    <w:p w:rsidR="0039015C" w:rsidRPr="003D1485" w:rsidRDefault="0039015C" w:rsidP="00D83DDB">
      <w:pPr>
        <w:pStyle w:val="Corpodetexto"/>
        <w:jc w:val="center"/>
        <w:rPr>
          <w:rFonts w:asciiTheme="minorHAnsi" w:hAnsiTheme="minorHAnsi" w:cs="Times New Roman"/>
        </w:rPr>
      </w:pPr>
      <w:r w:rsidRPr="003D1485">
        <w:rPr>
          <w:rFonts w:asciiTheme="minorHAnsi" w:hAnsiTheme="minorHAnsi" w:cs="Times New Roman"/>
        </w:rPr>
        <w:t>ou o</w:t>
      </w:r>
      <w:r w:rsidR="004A4ADF">
        <w:rPr>
          <w:rFonts w:asciiTheme="minorHAnsi" w:hAnsiTheme="minorHAnsi" w:cs="Times New Roman"/>
        </w:rPr>
        <w:t>utro documento de identificação</w:t>
      </w:r>
    </w:p>
    <w:p w:rsidR="00F8027A" w:rsidRDefault="00F8027A" w:rsidP="00F8027A">
      <w:pPr>
        <w:jc w:val="both"/>
        <w:rPr>
          <w:rFonts w:cs="Calibri"/>
        </w:rPr>
      </w:pPr>
    </w:p>
    <w:p w:rsidR="00D83DDB" w:rsidRDefault="00D83DDB" w:rsidP="00F8027A">
      <w:pPr>
        <w:rPr>
          <w:rFonts w:cs="Calibri"/>
          <w:b/>
          <w:bCs/>
        </w:rPr>
      </w:pPr>
    </w:p>
    <w:p w:rsidR="00D83DDB" w:rsidRDefault="00D83DDB" w:rsidP="00F8027A">
      <w:pPr>
        <w:rPr>
          <w:rFonts w:cs="Calibri"/>
          <w:b/>
          <w:bCs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t>Observações:</w:t>
      </w:r>
    </w:p>
    <w:p w:rsidR="00F8027A" w:rsidRDefault="00F8027A" w:rsidP="00F8027A">
      <w:pPr>
        <w:ind w:left="720" w:hanging="360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Esta declaração deverá ser emitida em papel que identifique a empresa;</w:t>
      </w:r>
    </w:p>
    <w:p w:rsidR="00F8027A" w:rsidRDefault="00F8027A" w:rsidP="00F8027A">
      <w:pPr>
        <w:ind w:left="720" w:hanging="360"/>
        <w:rPr>
          <w:rFonts w:cs="Calibri"/>
          <w:b/>
          <w:bCs/>
        </w:rPr>
      </w:pPr>
      <w:r>
        <w:rPr>
          <w:rFonts w:cs="Calibri"/>
        </w:rPr>
        <w:t>2.</w:t>
      </w:r>
      <w:r>
        <w:rPr>
          <w:rFonts w:cs="Calibri"/>
        </w:rPr>
        <w:tab/>
        <w:t>A licitante deverá informar todos os contratos vigentes.</w:t>
      </w:r>
    </w:p>
    <w:sectPr w:rsidR="00F802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693" w:rsidRDefault="00224693" w:rsidP="00224693">
      <w:r>
        <w:separator/>
      </w:r>
    </w:p>
  </w:endnote>
  <w:endnote w:type="continuationSeparator" w:id="0">
    <w:p w:rsidR="00224693" w:rsidRDefault="00224693" w:rsidP="0022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693" w:rsidRDefault="00224693" w:rsidP="00224693">
      <w:r>
        <w:separator/>
      </w:r>
    </w:p>
  </w:footnote>
  <w:footnote w:type="continuationSeparator" w:id="0">
    <w:p w:rsidR="00224693" w:rsidRDefault="00224693" w:rsidP="00224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7A"/>
    <w:rsid w:val="001325E3"/>
    <w:rsid w:val="00224693"/>
    <w:rsid w:val="00241272"/>
    <w:rsid w:val="0039015C"/>
    <w:rsid w:val="003D1485"/>
    <w:rsid w:val="004A4ADF"/>
    <w:rsid w:val="006C58E9"/>
    <w:rsid w:val="007D2B18"/>
    <w:rsid w:val="008A3526"/>
    <w:rsid w:val="00B54A43"/>
    <w:rsid w:val="00D83DDB"/>
    <w:rsid w:val="00F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A85458D-062D-4016-A832-5E23D0EDB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rsid w:val="0039015C"/>
    <w:pPr>
      <w:widowControl/>
      <w:autoSpaceDE/>
      <w:autoSpaceDN/>
      <w:adjustRightInd/>
      <w:jc w:val="both"/>
    </w:pPr>
    <w:rPr>
      <w:rFonts w:ascii="Arial" w:eastAsia="Times New Roman" w:hAnsi="Arial" w:cs="Arial"/>
    </w:rPr>
  </w:style>
  <w:style w:type="character" w:customStyle="1" w:styleId="CorpodetextoChar">
    <w:name w:val="Corpo de texto Char"/>
    <w:basedOn w:val="Fontepargpadro"/>
    <w:link w:val="Corpodetexto"/>
    <w:uiPriority w:val="99"/>
    <w:rsid w:val="0039015C"/>
    <w:rPr>
      <w:rFonts w:ascii="Arial" w:eastAsia="Times New Roman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CF412-453B-4D94-92B0-74264568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DAILZA VENTURA DOS SANTOS</cp:lastModifiedBy>
  <cp:revision>8</cp:revision>
  <dcterms:created xsi:type="dcterms:W3CDTF">2015-04-09T23:03:00Z</dcterms:created>
  <dcterms:modified xsi:type="dcterms:W3CDTF">2018-02-01T14:31:00Z</dcterms:modified>
</cp:coreProperties>
</file>