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F12" w:rsidRPr="00D85F12" w:rsidRDefault="00D85F12" w:rsidP="00D85F12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 w:rsidRPr="00D85F12">
        <w:rPr>
          <w:rFonts w:cs="Times New Roman"/>
          <w:b/>
          <w:bCs/>
          <w:iCs/>
          <w:noProof/>
          <w:color w:val="000000"/>
          <w:sz w:val="20"/>
          <w:szCs w:val="20"/>
        </w:rPr>
        <w:drawing>
          <wp:inline distT="0" distB="0" distL="0" distR="0" wp14:anchorId="022B686D" wp14:editId="5651CFA6">
            <wp:extent cx="670560" cy="681355"/>
            <wp:effectExtent l="0" t="0" r="0" b="444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F12" w:rsidRPr="00D85F12" w:rsidRDefault="00D85F12" w:rsidP="00D85F12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 w:rsidRPr="00D85F12">
        <w:rPr>
          <w:rFonts w:cs="Times New Roman"/>
          <w:b/>
          <w:bCs/>
          <w:iCs/>
          <w:color w:val="000000"/>
          <w:sz w:val="20"/>
          <w:szCs w:val="20"/>
        </w:rPr>
        <w:t>SERVIÇO PÚBLICO FEDERAL</w:t>
      </w:r>
    </w:p>
    <w:p w:rsidR="00D85F12" w:rsidRPr="00D85F12" w:rsidRDefault="00D85F12" w:rsidP="00D85F12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 w:rsidRPr="00D85F12">
        <w:rPr>
          <w:rFonts w:cs="Times New Roman"/>
          <w:b/>
          <w:bCs/>
          <w:iCs/>
          <w:color w:val="000000"/>
          <w:sz w:val="20"/>
          <w:szCs w:val="20"/>
        </w:rPr>
        <w:t>MJ - DEPARTAMENTO DE POLÍCIA FEDERAL</w:t>
      </w:r>
    </w:p>
    <w:p w:rsidR="00D85F12" w:rsidRPr="00D85F12" w:rsidRDefault="00D85F12" w:rsidP="00D85F12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 w:rsidRPr="00D85F12">
        <w:rPr>
          <w:rFonts w:cs="Times New Roman"/>
          <w:b/>
          <w:bCs/>
          <w:iCs/>
          <w:color w:val="000000"/>
          <w:sz w:val="20"/>
          <w:szCs w:val="20"/>
        </w:rPr>
        <w:t>SUPERINTENDÊNCIA REGIONAL DE MATO GROSSO</w:t>
      </w:r>
    </w:p>
    <w:p w:rsidR="00D85F12" w:rsidRPr="00D85F12" w:rsidRDefault="00D85F12" w:rsidP="00D85F12">
      <w:pPr>
        <w:jc w:val="center"/>
        <w:rPr>
          <w:rFonts w:cs="Times New Roman"/>
          <w:b/>
          <w:bCs/>
          <w:iCs/>
          <w:color w:val="000000"/>
          <w:sz w:val="20"/>
          <w:szCs w:val="20"/>
          <w:lang w:val="x-none"/>
        </w:rPr>
      </w:pPr>
      <w:r w:rsidRPr="00D85F12">
        <w:rPr>
          <w:rFonts w:cs="Times New Roman"/>
          <w:b/>
          <w:bCs/>
          <w:iCs/>
          <w:color w:val="000000"/>
          <w:sz w:val="20"/>
          <w:szCs w:val="20"/>
          <w:lang w:val="x-none"/>
        </w:rPr>
        <w:t>SETOR DE ADMINISTRAÇÃO E LOGÍSTICA POLICIAL</w:t>
      </w:r>
    </w:p>
    <w:p w:rsidR="00FD7CFF" w:rsidRDefault="00FD7CFF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  <w:lang w:val="x-none"/>
        </w:rPr>
      </w:pPr>
    </w:p>
    <w:p w:rsidR="00BA2121" w:rsidRPr="00BA2121" w:rsidRDefault="00BA2121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>
        <w:rPr>
          <w:rFonts w:cs="Times New Roman"/>
          <w:b/>
          <w:bCs/>
          <w:iCs/>
          <w:color w:val="000000"/>
          <w:sz w:val="20"/>
          <w:szCs w:val="20"/>
        </w:rPr>
        <w:t>ANEXO II</w:t>
      </w:r>
    </w:p>
    <w:p w:rsidR="00BA2121" w:rsidRDefault="00BA2121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377D60" w:rsidRPr="00377D60" w:rsidRDefault="00377D60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>
        <w:rPr>
          <w:rFonts w:cs="Times New Roman"/>
          <w:b/>
          <w:bCs/>
          <w:iCs/>
          <w:color w:val="000000"/>
          <w:sz w:val="20"/>
          <w:szCs w:val="20"/>
        </w:rPr>
        <w:t>M I N U T A</w:t>
      </w:r>
    </w:p>
    <w:p w:rsidR="00FD05A7" w:rsidRDefault="00FD05A7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BA2121" w:rsidRPr="0029606B" w:rsidRDefault="00BA2121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bookmarkStart w:id="0" w:name="_GoBack"/>
      <w:bookmarkEnd w:id="0"/>
    </w:p>
    <w:p w:rsidR="00CB46FC" w:rsidRPr="0029606B" w:rsidRDefault="00CB46FC" w:rsidP="00BA2121">
      <w:pPr>
        <w:jc w:val="center"/>
        <w:rPr>
          <w:bCs/>
          <w:sz w:val="20"/>
          <w:szCs w:val="20"/>
        </w:rPr>
      </w:pPr>
      <w:r w:rsidRPr="0029606B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  <w:r w:rsidR="00BA2121">
        <w:rPr>
          <w:rFonts w:cs="Times New Roman"/>
          <w:b/>
          <w:bCs/>
          <w:iCs/>
          <w:color w:val="000000"/>
          <w:sz w:val="20"/>
          <w:szCs w:val="20"/>
        </w:rPr>
        <w:t xml:space="preserve"> </w:t>
      </w:r>
      <w:r w:rsidR="00130234" w:rsidRPr="0029606B">
        <w:rPr>
          <w:rFonts w:cs="Times New Roman"/>
          <w:b/>
          <w:bCs/>
          <w:iCs/>
          <w:sz w:val="20"/>
          <w:szCs w:val="20"/>
        </w:rPr>
        <w:t>(PRESTAÇÃO DE SERVIÇOS)</w:t>
      </w:r>
      <w:r w:rsidR="00BA2121">
        <w:rPr>
          <w:rFonts w:cs="Times New Roman"/>
          <w:b/>
          <w:bCs/>
          <w:iCs/>
          <w:sz w:val="20"/>
          <w:szCs w:val="20"/>
        </w:rPr>
        <w:t xml:space="preserve"> </w:t>
      </w:r>
      <w:r w:rsidRPr="0029606B">
        <w:rPr>
          <w:bCs/>
          <w:sz w:val="20"/>
          <w:szCs w:val="20"/>
        </w:rPr>
        <w:t>N.º .........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130234" w:rsidRPr="0029606B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29606B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 w:rsidRPr="0029606B">
        <w:rPr>
          <w:sz w:val="20"/>
          <w:szCs w:val="20"/>
        </w:rPr>
        <w:t>A</w:t>
      </w:r>
      <w:r w:rsidR="00D85F12">
        <w:rPr>
          <w:sz w:val="20"/>
          <w:szCs w:val="20"/>
        </w:rPr>
        <w:t xml:space="preserve"> </w:t>
      </w:r>
      <w:r w:rsidR="00D85F12">
        <w:rPr>
          <w:sz w:val="20"/>
          <w:szCs w:val="20"/>
        </w:rPr>
        <w:tab/>
        <w:t>SUPERINTENDÊNCIA REGIONAL DO DPF EM MATO GROSSO</w:t>
      </w:r>
      <w:r w:rsidRPr="0029606B">
        <w:rPr>
          <w:sz w:val="20"/>
          <w:szCs w:val="20"/>
        </w:rPr>
        <w:t>, com sede na</w:t>
      </w:r>
      <w:r w:rsidR="00D85F12">
        <w:rPr>
          <w:sz w:val="20"/>
          <w:szCs w:val="20"/>
        </w:rPr>
        <w:t xml:space="preserve"> Avenida Rubens de Mendonça, 1.205 – Bairro Baú – CEP 78000-000</w:t>
      </w:r>
      <w:r w:rsidRPr="0029606B">
        <w:rPr>
          <w:sz w:val="20"/>
          <w:szCs w:val="20"/>
        </w:rPr>
        <w:t xml:space="preserve">, na cidade de </w:t>
      </w:r>
      <w:r w:rsidR="00377D60">
        <w:rPr>
          <w:sz w:val="20"/>
          <w:szCs w:val="20"/>
        </w:rPr>
        <w:t>Cuiabá/MT</w:t>
      </w:r>
      <w:r w:rsidRPr="0029606B">
        <w:rPr>
          <w:sz w:val="20"/>
          <w:szCs w:val="20"/>
        </w:rPr>
        <w:t xml:space="preserve">, inscrito(a) no CNPJ/MF sob o nº </w:t>
      </w:r>
      <w:r w:rsidR="00377D60">
        <w:rPr>
          <w:sz w:val="20"/>
          <w:szCs w:val="20"/>
        </w:rPr>
        <w:t>00394.494/0028-56</w:t>
      </w:r>
      <w:r w:rsidRPr="0029606B">
        <w:rPr>
          <w:sz w:val="20"/>
          <w:szCs w:val="20"/>
        </w:rPr>
        <w:t>, neste ato representado pelo</w:t>
      </w:r>
      <w:r w:rsidR="00377D60">
        <w:rPr>
          <w:sz w:val="20"/>
          <w:szCs w:val="20"/>
        </w:rPr>
        <w:t xml:space="preserve"> DPF </w:t>
      </w:r>
      <w:r w:rsidR="00377D60" w:rsidRPr="00B007E0">
        <w:rPr>
          <w:b/>
          <w:sz w:val="20"/>
          <w:szCs w:val="20"/>
        </w:rPr>
        <w:t>ÉLZIO VICENTE DA SILVA</w:t>
      </w:r>
      <w:r w:rsidR="00377D60">
        <w:rPr>
          <w:sz w:val="20"/>
          <w:szCs w:val="20"/>
        </w:rPr>
        <w:t xml:space="preserve"> – Superintendente Regional em Mato Grosso</w:t>
      </w:r>
      <w:r w:rsidRPr="0029606B">
        <w:rPr>
          <w:sz w:val="20"/>
          <w:szCs w:val="20"/>
        </w:rPr>
        <w:t>, nomeado(a) pela Portaria nº</w:t>
      </w:r>
      <w:r w:rsidR="0078040F">
        <w:rPr>
          <w:sz w:val="20"/>
          <w:szCs w:val="20"/>
        </w:rPr>
        <w:t xml:space="preserve"> 631/2013</w:t>
      </w:r>
      <w:r w:rsidRPr="0029606B">
        <w:rPr>
          <w:sz w:val="20"/>
          <w:szCs w:val="20"/>
        </w:rPr>
        <w:t xml:space="preserve"> de </w:t>
      </w:r>
      <w:r w:rsidR="0078040F">
        <w:rPr>
          <w:sz w:val="20"/>
          <w:szCs w:val="20"/>
        </w:rPr>
        <w:t>28.05.2013</w:t>
      </w:r>
      <w:r w:rsidRPr="0029606B">
        <w:rPr>
          <w:sz w:val="20"/>
          <w:szCs w:val="20"/>
        </w:rPr>
        <w:t xml:space="preserve">, publicada no </w:t>
      </w:r>
      <w:r w:rsidR="0078040F">
        <w:rPr>
          <w:sz w:val="20"/>
          <w:szCs w:val="20"/>
        </w:rPr>
        <w:t>DOU nº 103 de 31.05.2013</w:t>
      </w:r>
      <w:r w:rsidRPr="0029606B">
        <w:rPr>
          <w:sz w:val="20"/>
          <w:szCs w:val="20"/>
        </w:rPr>
        <w:t xml:space="preserve">, inscrito no CPF sob o nº </w:t>
      </w:r>
      <w:r w:rsidR="0078040F" w:rsidRPr="00990664">
        <w:rPr>
          <w:rFonts w:asciiTheme="minorHAnsi" w:hAnsiTheme="minorHAnsi" w:cstheme="minorHAnsi"/>
          <w:color w:val="000000"/>
        </w:rPr>
        <w:t>576.338.861-53</w:t>
      </w:r>
      <w:r w:rsidR="0078040F">
        <w:rPr>
          <w:sz w:val="20"/>
          <w:szCs w:val="20"/>
        </w:rPr>
        <w:t xml:space="preserve"> </w:t>
      </w:r>
      <w:r w:rsidRPr="0029606B">
        <w:rPr>
          <w:sz w:val="20"/>
          <w:szCs w:val="20"/>
        </w:rPr>
        <w:t xml:space="preserve">portador da Carteira de Identidade nº </w:t>
      </w:r>
      <w:r w:rsidR="0078040F">
        <w:rPr>
          <w:sz w:val="20"/>
          <w:szCs w:val="20"/>
        </w:rPr>
        <w:t>1835480/SSP/GO</w:t>
      </w:r>
      <w:r w:rsidRPr="0029606B">
        <w:rPr>
          <w:sz w:val="20"/>
          <w:szCs w:val="20"/>
        </w:rPr>
        <w:t xml:space="preserve">, considerando o julgamento da licitação na modalidade de pregão, na forma </w:t>
      </w:r>
      <w:r w:rsidRPr="0029606B">
        <w:rPr>
          <w:iCs/>
          <w:sz w:val="20"/>
          <w:szCs w:val="20"/>
        </w:rPr>
        <w:t>eletrônica</w:t>
      </w:r>
      <w:r w:rsidRPr="0029606B">
        <w:rPr>
          <w:sz w:val="20"/>
          <w:szCs w:val="20"/>
        </w:rPr>
        <w:t>, para REGISTRO DE PREÇOS nº ......./20</w:t>
      </w:r>
      <w:r w:rsidR="0078040F">
        <w:rPr>
          <w:sz w:val="20"/>
          <w:szCs w:val="20"/>
        </w:rPr>
        <w:t>14</w:t>
      </w:r>
      <w:r w:rsidRPr="0029606B">
        <w:rPr>
          <w:sz w:val="20"/>
          <w:szCs w:val="20"/>
        </w:rPr>
        <w:t>, publicada no ...... de ...../...../20</w:t>
      </w:r>
      <w:r w:rsidR="0078040F">
        <w:rPr>
          <w:sz w:val="20"/>
          <w:szCs w:val="20"/>
        </w:rPr>
        <w:t>14</w:t>
      </w:r>
      <w:r w:rsidR="00502D9C" w:rsidRPr="0029606B">
        <w:rPr>
          <w:sz w:val="20"/>
          <w:szCs w:val="20"/>
        </w:rPr>
        <w:t>, processo administrativo n</w:t>
      </w:r>
      <w:r w:rsidRPr="0029606B">
        <w:rPr>
          <w:sz w:val="20"/>
          <w:szCs w:val="20"/>
        </w:rPr>
        <w:t xml:space="preserve">º </w:t>
      </w:r>
      <w:r w:rsidR="0078040F">
        <w:rPr>
          <w:sz w:val="20"/>
          <w:szCs w:val="20"/>
        </w:rPr>
        <w:t>08320-</w:t>
      </w:r>
      <w:r w:rsidRPr="0029606B">
        <w:rPr>
          <w:sz w:val="20"/>
          <w:szCs w:val="20"/>
        </w:rPr>
        <w:t xml:space="preserve">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29606B">
        <w:rPr>
          <w:iCs/>
          <w:sz w:val="20"/>
          <w:szCs w:val="20"/>
        </w:rPr>
        <w:t>Decreto n</w:t>
      </w:r>
      <w:r w:rsidR="00113AE6" w:rsidRPr="0029606B">
        <w:rPr>
          <w:iCs/>
          <w:sz w:val="20"/>
          <w:szCs w:val="20"/>
        </w:rPr>
        <w:t>º 7.892</w:t>
      </w:r>
      <w:r w:rsidRPr="0029606B">
        <w:rPr>
          <w:iCs/>
          <w:sz w:val="20"/>
          <w:szCs w:val="20"/>
        </w:rPr>
        <w:t xml:space="preserve">, de </w:t>
      </w:r>
      <w:r w:rsidR="00113AE6" w:rsidRPr="0029606B">
        <w:rPr>
          <w:iCs/>
          <w:sz w:val="20"/>
          <w:szCs w:val="20"/>
        </w:rPr>
        <w:t>23 de janeiro de 2013,</w:t>
      </w:r>
      <w:r w:rsidRPr="0029606B">
        <w:rPr>
          <w:sz w:val="20"/>
          <w:szCs w:val="20"/>
        </w:rPr>
        <w:t xml:space="preserve"> e em conformidade com as disposições a seguir:</w:t>
      </w:r>
    </w:p>
    <w:p w:rsidR="00CB46FC" w:rsidRPr="0029606B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29606B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29606B">
        <w:rPr>
          <w:bCs/>
          <w:sz w:val="20"/>
          <w:szCs w:val="20"/>
        </w:rPr>
        <w:t>DO OBJETO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bCs/>
          <w:sz w:val="20"/>
          <w:szCs w:val="20"/>
        </w:rPr>
      </w:pPr>
    </w:p>
    <w:p w:rsidR="00CB46FC" w:rsidRPr="0078040F" w:rsidRDefault="00CB46FC" w:rsidP="00A85EB4">
      <w:pPr>
        <w:jc w:val="both"/>
        <w:rPr>
          <w:sz w:val="20"/>
          <w:szCs w:val="20"/>
        </w:rPr>
      </w:pPr>
      <w:r w:rsidRPr="0078040F">
        <w:rPr>
          <w:sz w:val="20"/>
          <w:szCs w:val="20"/>
        </w:rPr>
        <w:t xml:space="preserve">A presente Ata tem por objeto o registro de preços para a eventual </w:t>
      </w:r>
      <w:r w:rsidR="00130234" w:rsidRPr="0078040F">
        <w:rPr>
          <w:sz w:val="20"/>
          <w:szCs w:val="20"/>
        </w:rPr>
        <w:t xml:space="preserve">prestação de </w:t>
      </w:r>
      <w:r w:rsidR="00130234" w:rsidRPr="00AB60C9">
        <w:rPr>
          <w:b/>
          <w:sz w:val="20"/>
          <w:szCs w:val="20"/>
          <w:u w:val="single"/>
        </w:rPr>
        <w:t xml:space="preserve">serviço </w:t>
      </w:r>
      <w:r w:rsidRPr="00AB60C9">
        <w:rPr>
          <w:b/>
          <w:sz w:val="20"/>
          <w:szCs w:val="20"/>
          <w:u w:val="single"/>
        </w:rPr>
        <w:t xml:space="preserve">de </w:t>
      </w:r>
      <w:r w:rsidR="0078040F" w:rsidRPr="00AB60C9">
        <w:rPr>
          <w:b/>
          <w:sz w:val="20"/>
          <w:szCs w:val="20"/>
          <w:u w:val="single"/>
        </w:rPr>
        <w:t>administração e gerenciamento compartilhado de frota para a manutenção preventiva e corretiva de veículos, de forma continuada, junto à rede de estabelecimentos credenciados por meio de sistema informatizado para atender os veículos oficiais da sede e descentralizadas do Departamento de Polícia Federal Superintendência Regional em Mato Grosso</w:t>
      </w:r>
      <w:r w:rsidR="0078040F" w:rsidRPr="00AB60C9">
        <w:rPr>
          <w:b/>
          <w:color w:val="000000"/>
          <w:sz w:val="20"/>
          <w:szCs w:val="20"/>
          <w:u w:val="single"/>
        </w:rPr>
        <w:t xml:space="preserve"> </w:t>
      </w:r>
      <w:r w:rsidR="0078040F" w:rsidRPr="00AB60C9">
        <w:rPr>
          <w:color w:val="000000"/>
          <w:sz w:val="20"/>
          <w:szCs w:val="20"/>
          <w:u w:val="single"/>
        </w:rPr>
        <w:t xml:space="preserve">, </w:t>
      </w:r>
      <w:r w:rsidR="00AB60C9" w:rsidRPr="00AB60C9">
        <w:rPr>
          <w:color w:val="000000"/>
          <w:sz w:val="20"/>
          <w:szCs w:val="20"/>
          <w:u w:val="single"/>
        </w:rPr>
        <w:t>especificados nos itens nº 1, 2, e 03 do Lote I, Termo de Referência,</w:t>
      </w:r>
      <w:r w:rsidR="00AB60C9">
        <w:rPr>
          <w:color w:val="000000"/>
          <w:sz w:val="20"/>
          <w:szCs w:val="20"/>
        </w:rPr>
        <w:t xml:space="preserve"> anexo I do edital de Pregão nº ..../2014, que é parte</w:t>
      </w:r>
      <w:r w:rsidRPr="0078040F">
        <w:rPr>
          <w:sz w:val="20"/>
          <w:szCs w:val="20"/>
        </w:rPr>
        <w:t xml:space="preserve"> integrante desta Ata, assim como a proposta vencedora, independentemente de transcrição.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29606B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29606B">
        <w:rPr>
          <w:bCs/>
          <w:sz w:val="20"/>
          <w:szCs w:val="20"/>
        </w:rPr>
        <w:t>DOS PREÇOS, ESPECIFICAÇÕES E QUANTITATIVOS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p w:rsidR="00CB46FC" w:rsidRPr="0029606B" w:rsidRDefault="00CB46FC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29606B">
        <w:rPr>
          <w:sz w:val="20"/>
          <w:szCs w:val="20"/>
        </w:rPr>
        <w:t>O preço registrado, as especificações do objeto</w:t>
      </w:r>
      <w:r w:rsidR="00130234" w:rsidRPr="0029606B">
        <w:rPr>
          <w:sz w:val="20"/>
          <w:szCs w:val="20"/>
        </w:rPr>
        <w:t xml:space="preserve"> </w:t>
      </w:r>
      <w:r w:rsidRPr="0029606B">
        <w:rPr>
          <w:sz w:val="20"/>
          <w:szCs w:val="20"/>
        </w:rPr>
        <w:t xml:space="preserve">e as demais condições ofertadas na(s) proposta(s) são as que seguem: 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tbl>
      <w:tblPr>
        <w:tblStyle w:val="Tabelacomgrade"/>
        <w:tblW w:w="8639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3090"/>
        <w:gridCol w:w="1985"/>
        <w:gridCol w:w="1419"/>
        <w:gridCol w:w="1446"/>
      </w:tblGrid>
      <w:tr w:rsidR="00CB46FC" w:rsidRPr="0029606B" w:rsidTr="00EF5BEB">
        <w:tc>
          <w:tcPr>
            <w:tcW w:w="699" w:type="dxa"/>
          </w:tcPr>
          <w:p w:rsidR="00CB46FC" w:rsidRPr="0029606B" w:rsidRDefault="00EF5BEB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 1</w:t>
            </w:r>
          </w:p>
        </w:tc>
        <w:tc>
          <w:tcPr>
            <w:tcW w:w="7940" w:type="dxa"/>
            <w:gridSpan w:val="4"/>
          </w:tcPr>
          <w:p w:rsidR="00CB46FC" w:rsidRPr="0029606B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29606B">
              <w:rPr>
                <w:sz w:val="20"/>
                <w:szCs w:val="20"/>
              </w:rPr>
              <w:t>Prestador do serviço</w:t>
            </w:r>
            <w:r w:rsidRPr="0029606B">
              <w:rPr>
                <w:color w:val="FF0000"/>
                <w:sz w:val="20"/>
                <w:szCs w:val="20"/>
              </w:rPr>
              <w:t xml:space="preserve"> </w:t>
            </w:r>
            <w:r w:rsidR="00CB46FC" w:rsidRPr="0029606B">
              <w:rPr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:rsidR="00CB46FC" w:rsidRPr="0029606B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</w:tr>
      <w:tr w:rsidR="00EF5BEB" w:rsidRPr="0029606B" w:rsidTr="00EF5BEB">
        <w:tc>
          <w:tcPr>
            <w:tcW w:w="699" w:type="dxa"/>
          </w:tcPr>
          <w:p w:rsidR="00EF5BEB" w:rsidRPr="0029606B" w:rsidRDefault="00EF5BEB" w:rsidP="00EF5BE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29606B">
              <w:rPr>
                <w:sz w:val="20"/>
                <w:szCs w:val="20"/>
              </w:rPr>
              <w:t>Item</w:t>
            </w:r>
          </w:p>
          <w:p w:rsidR="00EF5BEB" w:rsidRPr="0029606B" w:rsidRDefault="00EF5BEB" w:rsidP="00EF5BE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3090" w:type="dxa"/>
          </w:tcPr>
          <w:p w:rsidR="00EF5BEB" w:rsidRDefault="00EF5BEB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  <w:r w:rsidRPr="0029606B">
              <w:rPr>
                <w:sz w:val="20"/>
                <w:szCs w:val="20"/>
              </w:rPr>
              <w:t xml:space="preserve"> Especificação</w:t>
            </w:r>
          </w:p>
          <w:p w:rsidR="00EF5BEB" w:rsidRPr="0029606B" w:rsidRDefault="00EF5BEB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  <w:r w:rsidRPr="00296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EF5BEB" w:rsidRPr="0029606B" w:rsidRDefault="00EF5BE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 de Taxa</w:t>
            </w:r>
          </w:p>
        </w:tc>
        <w:tc>
          <w:tcPr>
            <w:tcW w:w="1419" w:type="dxa"/>
          </w:tcPr>
          <w:p w:rsidR="00EF5BEB" w:rsidRPr="0029606B" w:rsidRDefault="00EF5BEB" w:rsidP="00EF5BE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29606B">
              <w:rPr>
                <w:sz w:val="20"/>
                <w:szCs w:val="20"/>
              </w:rPr>
              <w:t>Valor</w:t>
            </w:r>
            <w:r>
              <w:rPr>
                <w:sz w:val="20"/>
                <w:szCs w:val="20"/>
              </w:rPr>
              <w:t xml:space="preserve"> </w:t>
            </w:r>
            <w:r w:rsidRPr="0029606B">
              <w:rPr>
                <w:sz w:val="20"/>
                <w:szCs w:val="20"/>
              </w:rPr>
              <w:t>Unitário</w:t>
            </w:r>
          </w:p>
        </w:tc>
        <w:tc>
          <w:tcPr>
            <w:tcW w:w="1446" w:type="dxa"/>
          </w:tcPr>
          <w:p w:rsidR="00EF5BEB" w:rsidRPr="0029606B" w:rsidRDefault="00EF5BE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29606B">
              <w:rPr>
                <w:sz w:val="20"/>
                <w:szCs w:val="20"/>
              </w:rPr>
              <w:t xml:space="preserve">Valor </w:t>
            </w:r>
            <w:r>
              <w:rPr>
                <w:sz w:val="20"/>
                <w:szCs w:val="20"/>
              </w:rPr>
              <w:t>anual</w:t>
            </w:r>
          </w:p>
        </w:tc>
      </w:tr>
      <w:tr w:rsidR="00EF5BEB" w:rsidRPr="0029606B" w:rsidTr="00EF5BEB">
        <w:tc>
          <w:tcPr>
            <w:tcW w:w="699" w:type="dxa"/>
          </w:tcPr>
          <w:p w:rsidR="00EF5BEB" w:rsidRPr="0029606B" w:rsidRDefault="00EF5BEB" w:rsidP="00EF5BE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0" w:type="dxa"/>
          </w:tcPr>
          <w:p w:rsidR="00EF5BEB" w:rsidRPr="0029606B" w:rsidRDefault="00EF5BEB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F5BEB" w:rsidRDefault="00EF5BE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:rsidR="00EF5BEB" w:rsidRPr="0029606B" w:rsidRDefault="00EF5BEB" w:rsidP="00EF5BE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EF5BEB" w:rsidRPr="0029606B" w:rsidRDefault="00EF5BE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</w:tr>
      <w:tr w:rsidR="00EF5BEB" w:rsidRPr="0029606B" w:rsidTr="00EF5BEB">
        <w:tc>
          <w:tcPr>
            <w:tcW w:w="699" w:type="dxa"/>
          </w:tcPr>
          <w:p w:rsidR="00EF5BEB" w:rsidRPr="0029606B" w:rsidRDefault="00EF5BEB" w:rsidP="00EF5BE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90" w:type="dxa"/>
          </w:tcPr>
          <w:p w:rsidR="00EF5BEB" w:rsidRPr="0029606B" w:rsidRDefault="00EF5BEB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F5BEB" w:rsidRDefault="00EF5BE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:rsidR="00EF5BEB" w:rsidRPr="0029606B" w:rsidRDefault="00EF5BEB" w:rsidP="00EF5BE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EF5BEB" w:rsidRPr="0029606B" w:rsidRDefault="00EF5BE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</w:tr>
      <w:tr w:rsidR="00EF5BEB" w:rsidRPr="0029606B" w:rsidTr="00EF5BEB">
        <w:tc>
          <w:tcPr>
            <w:tcW w:w="699" w:type="dxa"/>
          </w:tcPr>
          <w:p w:rsidR="00EF5BEB" w:rsidRPr="0029606B" w:rsidRDefault="00EF5BEB" w:rsidP="00EF5BE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90" w:type="dxa"/>
          </w:tcPr>
          <w:p w:rsidR="00EF5BEB" w:rsidRPr="0029606B" w:rsidRDefault="00EF5BEB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F5BEB" w:rsidRDefault="00EF5BE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:rsidR="00EF5BEB" w:rsidRPr="0029606B" w:rsidRDefault="00EF5BEB" w:rsidP="00EF5BE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EF5BEB" w:rsidRPr="0029606B" w:rsidRDefault="00EF5BE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</w:tr>
    </w:tbl>
    <w:p w:rsidR="00113AE6" w:rsidRPr="00E338EE" w:rsidRDefault="00113AE6" w:rsidP="00113AE6">
      <w:pPr>
        <w:widowControl w:val="0"/>
        <w:autoSpaceDE w:val="0"/>
        <w:autoSpaceDN w:val="0"/>
        <w:adjustRightInd w:val="0"/>
        <w:ind w:right="-30"/>
        <w:jc w:val="both"/>
        <w:rPr>
          <w:iCs/>
          <w:color w:val="0000FF"/>
          <w:sz w:val="22"/>
          <w:szCs w:val="22"/>
        </w:rPr>
      </w:pPr>
    </w:p>
    <w:p w:rsidR="009B08EF" w:rsidRDefault="009B08EF" w:rsidP="00113AE6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0"/>
          <w:szCs w:val="20"/>
        </w:rPr>
      </w:pPr>
    </w:p>
    <w:p w:rsidR="00E338EE" w:rsidRDefault="00E338EE" w:rsidP="00113AE6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0"/>
          <w:szCs w:val="20"/>
        </w:rPr>
      </w:pPr>
    </w:p>
    <w:p w:rsidR="002F4C05" w:rsidRPr="0029606B" w:rsidRDefault="00D50B23" w:rsidP="00113AE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i/>
          <w:color w:val="FF0000"/>
          <w:sz w:val="20"/>
          <w:szCs w:val="20"/>
        </w:rPr>
      </w:pPr>
      <w:r w:rsidRPr="0029606B">
        <w:rPr>
          <w:i/>
          <w:color w:val="FF0000"/>
          <w:sz w:val="20"/>
          <w:szCs w:val="20"/>
        </w:rPr>
        <w:lastRenderedPageBreak/>
        <w:t>CADASTRO DE RESERVA</w:t>
      </w:r>
    </w:p>
    <w:p w:rsidR="00622A02" w:rsidRPr="0029606B" w:rsidRDefault="00622A02" w:rsidP="00622A02">
      <w:pPr>
        <w:widowControl w:val="0"/>
        <w:autoSpaceDE w:val="0"/>
        <w:autoSpaceDN w:val="0"/>
        <w:adjustRightInd w:val="0"/>
        <w:ind w:left="360"/>
        <w:jc w:val="both"/>
        <w:rPr>
          <w:i/>
          <w:color w:val="FF0000"/>
          <w:sz w:val="22"/>
          <w:szCs w:val="22"/>
        </w:rPr>
      </w:pPr>
    </w:p>
    <w:tbl>
      <w:tblPr>
        <w:tblStyle w:val="Tabelacomgrade"/>
        <w:tblW w:w="8639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3090"/>
        <w:gridCol w:w="1985"/>
        <w:gridCol w:w="1419"/>
        <w:gridCol w:w="1446"/>
      </w:tblGrid>
      <w:tr w:rsidR="00EF5BEB" w:rsidRPr="0029606B" w:rsidTr="00711535">
        <w:tc>
          <w:tcPr>
            <w:tcW w:w="699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 1</w:t>
            </w:r>
          </w:p>
        </w:tc>
        <w:tc>
          <w:tcPr>
            <w:tcW w:w="7940" w:type="dxa"/>
            <w:gridSpan w:val="4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29606B">
              <w:rPr>
                <w:sz w:val="20"/>
                <w:szCs w:val="20"/>
              </w:rPr>
              <w:t>Prestador do serviço</w:t>
            </w:r>
            <w:r w:rsidRPr="0029606B">
              <w:rPr>
                <w:color w:val="FF0000"/>
                <w:sz w:val="20"/>
                <w:szCs w:val="20"/>
              </w:rPr>
              <w:t xml:space="preserve"> </w:t>
            </w:r>
            <w:r w:rsidRPr="0029606B">
              <w:rPr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</w:tr>
      <w:tr w:rsidR="00EF5BEB" w:rsidRPr="0029606B" w:rsidTr="00711535">
        <w:tc>
          <w:tcPr>
            <w:tcW w:w="699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29606B">
              <w:rPr>
                <w:sz w:val="20"/>
                <w:szCs w:val="20"/>
              </w:rPr>
              <w:t>Item</w:t>
            </w:r>
          </w:p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3090" w:type="dxa"/>
          </w:tcPr>
          <w:p w:rsidR="00EF5BE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  <w:r w:rsidRPr="0029606B">
              <w:rPr>
                <w:sz w:val="20"/>
                <w:szCs w:val="20"/>
              </w:rPr>
              <w:t xml:space="preserve"> Especificação</w:t>
            </w:r>
          </w:p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  <w:r w:rsidRPr="00296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 de Taxa</w:t>
            </w:r>
          </w:p>
        </w:tc>
        <w:tc>
          <w:tcPr>
            <w:tcW w:w="1419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29606B">
              <w:rPr>
                <w:sz w:val="20"/>
                <w:szCs w:val="20"/>
              </w:rPr>
              <w:t>Valor</w:t>
            </w:r>
            <w:r>
              <w:rPr>
                <w:sz w:val="20"/>
                <w:szCs w:val="20"/>
              </w:rPr>
              <w:t xml:space="preserve"> </w:t>
            </w:r>
            <w:r w:rsidRPr="0029606B">
              <w:rPr>
                <w:sz w:val="20"/>
                <w:szCs w:val="20"/>
              </w:rPr>
              <w:t>Unitário</w:t>
            </w:r>
          </w:p>
        </w:tc>
        <w:tc>
          <w:tcPr>
            <w:tcW w:w="1446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29606B">
              <w:rPr>
                <w:sz w:val="20"/>
                <w:szCs w:val="20"/>
              </w:rPr>
              <w:t xml:space="preserve">Valor </w:t>
            </w:r>
            <w:r>
              <w:rPr>
                <w:sz w:val="20"/>
                <w:szCs w:val="20"/>
              </w:rPr>
              <w:t>anual</w:t>
            </w:r>
          </w:p>
        </w:tc>
      </w:tr>
      <w:tr w:rsidR="00EF5BEB" w:rsidRPr="0029606B" w:rsidTr="00711535">
        <w:tc>
          <w:tcPr>
            <w:tcW w:w="699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0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F5BE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</w:tr>
      <w:tr w:rsidR="00EF5BEB" w:rsidRPr="0029606B" w:rsidTr="00711535">
        <w:tc>
          <w:tcPr>
            <w:tcW w:w="699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90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F5BE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</w:tr>
      <w:tr w:rsidR="00EF5BEB" w:rsidRPr="0029606B" w:rsidTr="00711535">
        <w:tc>
          <w:tcPr>
            <w:tcW w:w="699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90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F5BE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EF5BEB" w:rsidRPr="0029606B" w:rsidRDefault="00EF5BEB" w:rsidP="00711535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</w:tr>
    </w:tbl>
    <w:p w:rsidR="00A7721F" w:rsidRPr="00EF5BEB" w:rsidRDefault="00A7721F" w:rsidP="00A7721F">
      <w:pPr>
        <w:widowControl w:val="0"/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A7721F" w:rsidRPr="0029606B" w:rsidRDefault="00A7721F" w:rsidP="00A7721F">
      <w:pPr>
        <w:widowControl w:val="0"/>
        <w:autoSpaceDE w:val="0"/>
        <w:autoSpaceDN w:val="0"/>
        <w:adjustRightInd w:val="0"/>
        <w:ind w:left="360"/>
        <w:jc w:val="both"/>
        <w:rPr>
          <w:i/>
          <w:color w:val="FF0000"/>
          <w:sz w:val="22"/>
          <w:szCs w:val="22"/>
        </w:rPr>
      </w:pPr>
    </w:p>
    <w:p w:rsidR="00C5111B" w:rsidRPr="0029606B" w:rsidRDefault="00C5111B" w:rsidP="00C5111B">
      <w:pPr>
        <w:rPr>
          <w:lang w:eastAsia="en-US"/>
        </w:rPr>
      </w:pPr>
    </w:p>
    <w:p w:rsidR="00CB46FC" w:rsidRPr="0029606B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i/>
          <w:color w:val="FF0000"/>
          <w:sz w:val="20"/>
          <w:szCs w:val="20"/>
        </w:rPr>
      </w:pPr>
      <w:r w:rsidRPr="0029606B">
        <w:rPr>
          <w:bCs/>
          <w:i/>
          <w:iCs/>
          <w:color w:val="FF0000"/>
          <w:sz w:val="20"/>
          <w:szCs w:val="20"/>
        </w:rPr>
        <w:t>ÓRGÃO(S) PARTICIPANTE(S)</w:t>
      </w:r>
    </w:p>
    <w:p w:rsidR="00CB46FC" w:rsidRPr="0029606B" w:rsidRDefault="00CB46FC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/>
          <w:iCs/>
          <w:color w:val="FF0000"/>
          <w:sz w:val="20"/>
          <w:szCs w:val="20"/>
        </w:rPr>
      </w:pPr>
      <w:r w:rsidRPr="0029606B">
        <w:rPr>
          <w:i/>
          <w:iCs/>
          <w:color w:val="FF0000"/>
          <w:sz w:val="20"/>
          <w:szCs w:val="20"/>
        </w:rPr>
        <w:t>São órgãos e entidades públicas participantes do registro de preços:</w:t>
      </w:r>
    </w:p>
    <w:p w:rsidR="00CB46FC" w:rsidRPr="0029606B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i/>
          <w:iCs/>
          <w:color w:val="FF0000"/>
          <w:sz w:val="20"/>
          <w:szCs w:val="20"/>
        </w:rPr>
      </w:pPr>
      <w:r w:rsidRPr="0029606B">
        <w:rPr>
          <w:i/>
          <w:iCs/>
          <w:color w:val="FF0000"/>
          <w:sz w:val="20"/>
          <w:szCs w:val="20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D535EE" w:rsidRPr="0029606B" w:rsidTr="00D535EE">
        <w:tc>
          <w:tcPr>
            <w:tcW w:w="2148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29606B">
              <w:rPr>
                <w:i/>
                <w:iCs/>
                <w:color w:val="FF0000"/>
                <w:sz w:val="20"/>
                <w:szCs w:val="20"/>
              </w:rPr>
              <w:t xml:space="preserve">Item nº </w:t>
            </w:r>
          </w:p>
        </w:tc>
        <w:tc>
          <w:tcPr>
            <w:tcW w:w="6607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29606B">
              <w:rPr>
                <w:i/>
                <w:iCs/>
                <w:color w:val="FF0000"/>
                <w:sz w:val="20"/>
                <w:szCs w:val="20"/>
              </w:rPr>
              <w:t>Órgãos Participantes</w:t>
            </w:r>
          </w:p>
        </w:tc>
      </w:tr>
      <w:tr w:rsidR="00D535EE" w:rsidRPr="0029606B" w:rsidTr="00D535EE">
        <w:tc>
          <w:tcPr>
            <w:tcW w:w="2148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607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</w:tr>
      <w:tr w:rsidR="00D535EE" w:rsidRPr="0029606B" w:rsidTr="00D535EE">
        <w:tc>
          <w:tcPr>
            <w:tcW w:w="2148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607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</w:tr>
      <w:tr w:rsidR="00D535EE" w:rsidRPr="0029606B" w:rsidTr="00D535EE">
        <w:tc>
          <w:tcPr>
            <w:tcW w:w="2148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607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</w:tr>
    </w:tbl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color w:val="FF0000"/>
          <w:sz w:val="20"/>
          <w:szCs w:val="20"/>
        </w:rPr>
      </w:pPr>
    </w:p>
    <w:p w:rsidR="00CB46FC" w:rsidRPr="0029606B" w:rsidRDefault="00CB46FC" w:rsidP="00CB46FC">
      <w:pPr>
        <w:pStyle w:val="GradeColorida-nfase11"/>
        <w:rPr>
          <w:szCs w:val="20"/>
        </w:rPr>
      </w:pPr>
      <w:r w:rsidRPr="0029606B">
        <w:rPr>
          <w:b/>
          <w:szCs w:val="20"/>
        </w:rPr>
        <w:t>Nota Explicativa</w:t>
      </w:r>
      <w:r w:rsidRPr="0029606B">
        <w:rPr>
          <w:szCs w:val="20"/>
        </w:rPr>
        <w:t xml:space="preserve">: </w:t>
      </w:r>
      <w:r w:rsidR="00FD7CFF" w:rsidRPr="0029606B">
        <w:rPr>
          <w:szCs w:val="20"/>
        </w:rPr>
        <w:t>N</w:t>
      </w:r>
      <w:r w:rsidRPr="0029606B">
        <w:rPr>
          <w:szCs w:val="20"/>
        </w:rPr>
        <w:t>ão havendo órgãos participantes, suprimir o item.</w:t>
      </w:r>
    </w:p>
    <w:p w:rsidR="00CB46FC" w:rsidRPr="0029606B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iCs/>
          <w:sz w:val="20"/>
          <w:szCs w:val="20"/>
        </w:rPr>
      </w:pPr>
      <w:r w:rsidRPr="0029606B">
        <w:rPr>
          <w:bCs/>
          <w:sz w:val="20"/>
          <w:szCs w:val="20"/>
        </w:rPr>
        <w:t>VALIDADE DA ATA</w:t>
      </w:r>
      <w:r w:rsidRPr="0029606B">
        <w:rPr>
          <w:sz w:val="20"/>
          <w:szCs w:val="20"/>
        </w:rPr>
        <w:t xml:space="preserve"> </w:t>
      </w:r>
    </w:p>
    <w:p w:rsidR="00CB46FC" w:rsidRPr="0029606B" w:rsidRDefault="00CB46FC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Cs/>
          <w:sz w:val="20"/>
          <w:szCs w:val="20"/>
        </w:rPr>
      </w:pPr>
      <w:r w:rsidRPr="0029606B">
        <w:rPr>
          <w:sz w:val="20"/>
          <w:szCs w:val="20"/>
        </w:rPr>
        <w:t>A validade da Ata de Registro de Preços será de 12 meses, a partir do(a)................................, não podendo ser prorrogada.</w:t>
      </w:r>
    </w:p>
    <w:p w:rsidR="00CB46FC" w:rsidRPr="0029606B" w:rsidRDefault="00CB46FC" w:rsidP="00CB46FC">
      <w:pPr>
        <w:pStyle w:val="GradeColorida-nfase11"/>
        <w:rPr>
          <w:szCs w:val="20"/>
        </w:rPr>
      </w:pPr>
      <w:r w:rsidRPr="0029606B">
        <w:rPr>
          <w:b/>
          <w:szCs w:val="20"/>
        </w:rPr>
        <w:t>Nota Explicativa</w:t>
      </w:r>
      <w:r w:rsidRPr="0029606B">
        <w:rPr>
          <w:szCs w:val="20"/>
        </w:rPr>
        <w:t>: A Ata de Registro de Preços pode ter sua validade fixada por prazo inferior a 12 (doze) meses, podendo ou não ser prorroga</w:t>
      </w:r>
      <w:r w:rsidR="00C7693F" w:rsidRPr="0029606B">
        <w:rPr>
          <w:szCs w:val="20"/>
        </w:rPr>
        <w:t>da, a critério da Administração, respeitado,</w:t>
      </w:r>
      <w:r w:rsidR="00520E7A" w:rsidRPr="0029606B">
        <w:rPr>
          <w:szCs w:val="20"/>
        </w:rPr>
        <w:t xml:space="preserve"> </w:t>
      </w:r>
      <w:r w:rsidR="00C7693F" w:rsidRPr="0029606B">
        <w:rPr>
          <w:szCs w:val="20"/>
        </w:rPr>
        <w:t>contudo,</w:t>
      </w:r>
      <w:r w:rsidR="00210AA6" w:rsidRPr="0029606B">
        <w:rPr>
          <w:szCs w:val="20"/>
        </w:rPr>
        <w:t xml:space="preserve"> </w:t>
      </w:r>
      <w:r w:rsidR="00C7693F" w:rsidRPr="0029606B">
        <w:rPr>
          <w:szCs w:val="20"/>
        </w:rPr>
        <w:t>o prazo total de 12 (doze) meses</w:t>
      </w:r>
      <w:r w:rsidR="00210AA6" w:rsidRPr="0029606B">
        <w:rPr>
          <w:szCs w:val="20"/>
        </w:rPr>
        <w:t xml:space="preserve"> (a</w:t>
      </w:r>
      <w:r w:rsidR="00C7693F" w:rsidRPr="0029606B">
        <w:rPr>
          <w:szCs w:val="20"/>
        </w:rPr>
        <w:t>rt. 12 do Decreto nº 7.892/13</w:t>
      </w:r>
      <w:r w:rsidR="00210AA6" w:rsidRPr="0029606B">
        <w:rPr>
          <w:szCs w:val="20"/>
        </w:rPr>
        <w:t>)</w:t>
      </w:r>
      <w:r w:rsidR="00C7693F" w:rsidRPr="0029606B">
        <w:rPr>
          <w:szCs w:val="20"/>
        </w:rPr>
        <w:t>.</w:t>
      </w:r>
    </w:p>
    <w:p w:rsidR="004C14E4" w:rsidRPr="0029606B" w:rsidRDefault="004C14E4" w:rsidP="004C14E4">
      <w:pPr>
        <w:rPr>
          <w:rFonts w:cs="Arial"/>
          <w:color w:val="00B050"/>
          <w:lang w:eastAsia="en-US"/>
        </w:rPr>
      </w:pPr>
    </w:p>
    <w:p w:rsidR="00520E7A" w:rsidRPr="0029606B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cs="Arial"/>
          <w:iCs/>
          <w:sz w:val="20"/>
          <w:szCs w:val="20"/>
        </w:rPr>
      </w:pPr>
      <w:r w:rsidRPr="0029606B">
        <w:rPr>
          <w:rFonts w:cs="Arial"/>
          <w:iCs/>
          <w:sz w:val="20"/>
          <w:szCs w:val="20"/>
        </w:rPr>
        <w:t xml:space="preserve">REVISÃO E CANCELAMENTO </w:t>
      </w:r>
    </w:p>
    <w:p w:rsidR="00EF3535" w:rsidRPr="0029606B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Os preços registrados poderão ser revistos em decorrência de eventual redução dos </w:t>
      </w:r>
      <w:proofErr w:type="gramStart"/>
      <w:r w:rsidRPr="0029606B">
        <w:rPr>
          <w:rFonts w:cs="Arial"/>
          <w:sz w:val="20"/>
          <w:szCs w:val="20"/>
        </w:rPr>
        <w:t>preços  praticados</w:t>
      </w:r>
      <w:proofErr w:type="gramEnd"/>
      <w:r w:rsidRPr="0029606B">
        <w:rPr>
          <w:rFonts w:cs="Arial"/>
          <w:sz w:val="20"/>
          <w:szCs w:val="20"/>
        </w:rPr>
        <w:t xml:space="preserve"> no mercado ou de fato que eleve o custo do objeto registrado, cab</w:t>
      </w:r>
      <w:r w:rsidR="00882690" w:rsidRPr="0029606B">
        <w:rPr>
          <w:rFonts w:cs="Arial"/>
          <w:sz w:val="20"/>
          <w:szCs w:val="20"/>
        </w:rPr>
        <w:t>endo à Administração</w:t>
      </w:r>
      <w:r w:rsidRPr="0029606B">
        <w:rPr>
          <w:rFonts w:cs="Arial"/>
          <w:sz w:val="20"/>
          <w:szCs w:val="20"/>
        </w:rPr>
        <w:t xml:space="preserve"> promover as  negociações junto ao(s)</w:t>
      </w:r>
      <w:r w:rsidR="00EF3535" w:rsidRPr="0029606B">
        <w:rPr>
          <w:rFonts w:cs="Arial"/>
          <w:sz w:val="20"/>
          <w:szCs w:val="20"/>
        </w:rPr>
        <w:t xml:space="preserve"> fornecedor</w:t>
      </w:r>
      <w:r w:rsidRPr="0029606B">
        <w:rPr>
          <w:rFonts w:cs="Arial"/>
          <w:sz w:val="20"/>
          <w:szCs w:val="20"/>
        </w:rPr>
        <w:t>(</w:t>
      </w:r>
      <w:r w:rsidR="00EF3535" w:rsidRPr="0029606B">
        <w:rPr>
          <w:rFonts w:cs="Arial"/>
          <w:sz w:val="20"/>
          <w:szCs w:val="20"/>
        </w:rPr>
        <w:t>e</w:t>
      </w:r>
      <w:r w:rsidR="00D63A70" w:rsidRPr="0029606B">
        <w:rPr>
          <w:rFonts w:cs="Arial"/>
          <w:sz w:val="20"/>
          <w:szCs w:val="20"/>
        </w:rPr>
        <w:t>s)</w:t>
      </w:r>
      <w:r w:rsidR="00EF3535" w:rsidRPr="0029606B">
        <w:rPr>
          <w:rFonts w:cs="Arial"/>
          <w:sz w:val="20"/>
          <w:szCs w:val="20"/>
        </w:rPr>
        <w:t>.</w:t>
      </w:r>
    </w:p>
    <w:p w:rsidR="00EF3535" w:rsidRPr="0029606B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29606B">
        <w:rPr>
          <w:rFonts w:cs="Arial"/>
          <w:sz w:val="20"/>
          <w:szCs w:val="20"/>
        </w:rPr>
        <w:t>a Administração</w:t>
      </w:r>
      <w:r w:rsidRPr="0029606B">
        <w:rPr>
          <w:rFonts w:cs="Arial"/>
          <w:sz w:val="20"/>
          <w:szCs w:val="20"/>
        </w:rPr>
        <w:t xml:space="preserve"> convocará o</w:t>
      </w:r>
      <w:r w:rsidR="00EF3535" w:rsidRPr="0029606B">
        <w:rPr>
          <w:rFonts w:cs="Arial"/>
          <w:sz w:val="20"/>
          <w:szCs w:val="20"/>
        </w:rPr>
        <w:t>(</w:t>
      </w:r>
      <w:r w:rsidRPr="0029606B">
        <w:rPr>
          <w:rFonts w:cs="Arial"/>
          <w:sz w:val="20"/>
          <w:szCs w:val="20"/>
        </w:rPr>
        <w:t>s</w:t>
      </w:r>
      <w:r w:rsidR="00EF3535" w:rsidRPr="0029606B">
        <w:rPr>
          <w:rFonts w:cs="Arial"/>
          <w:sz w:val="20"/>
          <w:szCs w:val="20"/>
        </w:rPr>
        <w:t>)</w:t>
      </w:r>
      <w:r w:rsidRPr="0029606B">
        <w:rPr>
          <w:rFonts w:cs="Arial"/>
          <w:sz w:val="20"/>
          <w:szCs w:val="20"/>
        </w:rPr>
        <w:t xml:space="preserve"> fornecedor</w:t>
      </w:r>
      <w:r w:rsidR="00EF3535" w:rsidRPr="0029606B">
        <w:rPr>
          <w:rFonts w:cs="Arial"/>
          <w:sz w:val="20"/>
          <w:szCs w:val="20"/>
        </w:rPr>
        <w:t>(es)</w:t>
      </w:r>
      <w:r w:rsidRPr="0029606B">
        <w:rPr>
          <w:rFonts w:cs="Arial"/>
          <w:sz w:val="20"/>
          <w:szCs w:val="20"/>
        </w:rPr>
        <w:t xml:space="preserve"> para negociar</w:t>
      </w:r>
      <w:r w:rsidR="00EF3535" w:rsidRPr="0029606B">
        <w:rPr>
          <w:rFonts w:cs="Arial"/>
          <w:sz w:val="20"/>
          <w:szCs w:val="20"/>
        </w:rPr>
        <w:t>(</w:t>
      </w:r>
      <w:r w:rsidRPr="0029606B">
        <w:rPr>
          <w:rFonts w:cs="Arial"/>
          <w:sz w:val="20"/>
          <w:szCs w:val="20"/>
        </w:rPr>
        <w:t>em</w:t>
      </w:r>
      <w:r w:rsidR="00EF3535" w:rsidRPr="0029606B">
        <w:rPr>
          <w:rFonts w:cs="Arial"/>
          <w:sz w:val="20"/>
          <w:szCs w:val="20"/>
        </w:rPr>
        <w:t>)</w:t>
      </w:r>
      <w:r w:rsidRPr="0029606B">
        <w:rPr>
          <w:rFonts w:cs="Arial"/>
          <w:sz w:val="20"/>
          <w:szCs w:val="20"/>
        </w:rPr>
        <w:t xml:space="preserve"> a redução dos preços aos valores praticados pelo mercado.</w:t>
      </w:r>
    </w:p>
    <w:p w:rsidR="00EF3535" w:rsidRPr="0029606B" w:rsidRDefault="00EF3535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</w:t>
      </w:r>
      <w:r w:rsidR="00520E7A" w:rsidRPr="0029606B">
        <w:rPr>
          <w:rFonts w:cs="Arial"/>
          <w:sz w:val="20"/>
          <w:szCs w:val="20"/>
        </w:rPr>
        <w:t xml:space="preserve"> forn</w:t>
      </w:r>
      <w:r w:rsidRPr="0029606B">
        <w:rPr>
          <w:rFonts w:cs="Arial"/>
          <w:sz w:val="20"/>
          <w:szCs w:val="20"/>
        </w:rPr>
        <w:t>ecedor que não aceitar reduzir seu preço ao valor praticado</w:t>
      </w:r>
      <w:r w:rsidR="00520E7A" w:rsidRPr="0029606B">
        <w:rPr>
          <w:rFonts w:cs="Arial"/>
          <w:sz w:val="20"/>
          <w:szCs w:val="20"/>
        </w:rPr>
        <w:t xml:space="preserve"> pelo mercado ser</w:t>
      </w:r>
      <w:r w:rsidRPr="0029606B">
        <w:rPr>
          <w:rFonts w:cs="Arial"/>
          <w:sz w:val="20"/>
          <w:szCs w:val="20"/>
        </w:rPr>
        <w:t>á liberado</w:t>
      </w:r>
      <w:r w:rsidR="00520E7A" w:rsidRPr="0029606B">
        <w:rPr>
          <w:rFonts w:cs="Arial"/>
          <w:sz w:val="20"/>
          <w:szCs w:val="20"/>
        </w:rPr>
        <w:t xml:space="preserve"> do compromisso assumido, sem aplicação de penalidade.</w:t>
      </w:r>
    </w:p>
    <w:p w:rsidR="00673105" w:rsidRPr="0029606B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i/>
          <w:color w:val="FF0000"/>
          <w:sz w:val="20"/>
          <w:szCs w:val="20"/>
        </w:rPr>
      </w:pPr>
      <w:r w:rsidRPr="0029606B">
        <w:rPr>
          <w:rFonts w:cs="Arial"/>
          <w:i/>
          <w:color w:val="FF0000"/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673105" w:rsidRPr="0029606B" w:rsidRDefault="00673105" w:rsidP="00673105">
      <w:pPr>
        <w:pStyle w:val="GradeColorida-nfase11"/>
        <w:rPr>
          <w:szCs w:val="20"/>
        </w:rPr>
      </w:pPr>
      <w:r w:rsidRPr="0029606B">
        <w:rPr>
          <w:b/>
          <w:szCs w:val="20"/>
        </w:rPr>
        <w:t>Nota Explicativa</w:t>
      </w:r>
      <w:r w:rsidRPr="0029606B">
        <w:rPr>
          <w:szCs w:val="20"/>
        </w:rPr>
        <w:t xml:space="preserve">: Suprimir o item quando </w:t>
      </w:r>
      <w:r w:rsidR="00631E43" w:rsidRPr="0029606B">
        <w:rPr>
          <w:szCs w:val="20"/>
        </w:rPr>
        <w:t xml:space="preserve">inexistirem </w:t>
      </w:r>
      <w:r w:rsidRPr="0029606B">
        <w:rPr>
          <w:szCs w:val="20"/>
        </w:rPr>
        <w:t>out</w:t>
      </w:r>
      <w:r w:rsidR="00631E43" w:rsidRPr="0029606B">
        <w:rPr>
          <w:szCs w:val="20"/>
        </w:rPr>
        <w:t xml:space="preserve">ros fornecedores </w:t>
      </w:r>
      <w:proofErr w:type="gramStart"/>
      <w:r w:rsidR="00631E43" w:rsidRPr="0029606B">
        <w:rPr>
          <w:szCs w:val="20"/>
        </w:rPr>
        <w:t xml:space="preserve">classificados </w:t>
      </w:r>
      <w:r w:rsidRPr="0029606B">
        <w:rPr>
          <w:szCs w:val="20"/>
        </w:rPr>
        <w:t xml:space="preserve"> registrados</w:t>
      </w:r>
      <w:proofErr w:type="gramEnd"/>
      <w:r w:rsidRPr="0029606B">
        <w:rPr>
          <w:szCs w:val="20"/>
        </w:rPr>
        <w:t xml:space="preserve"> na ata.</w:t>
      </w:r>
    </w:p>
    <w:p w:rsidR="00EF3535" w:rsidRPr="0029606B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Quando o preço de mercado tornar-se superior aos preços registrados e o fornecedor não </w:t>
      </w:r>
      <w:r w:rsidRPr="0029606B">
        <w:rPr>
          <w:sz w:val="20"/>
          <w:szCs w:val="20"/>
        </w:rPr>
        <w:t>puder</w:t>
      </w:r>
      <w:r w:rsidRPr="0029606B">
        <w:rPr>
          <w:rFonts w:cs="Arial"/>
          <w:sz w:val="20"/>
          <w:szCs w:val="20"/>
        </w:rPr>
        <w:t xml:space="preserve"> cumprir o compromisso, o órgão gerenciador poderá:</w:t>
      </w:r>
    </w:p>
    <w:p w:rsidR="00EF3535" w:rsidRPr="0029606B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liberar</w:t>
      </w:r>
      <w:proofErr w:type="gramEnd"/>
      <w:r w:rsidRPr="0029606B">
        <w:rPr>
          <w:rFonts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29606B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convocar</w:t>
      </w:r>
      <w:proofErr w:type="gramEnd"/>
      <w:r w:rsidRPr="0029606B">
        <w:rPr>
          <w:rFonts w:cs="Arial"/>
          <w:sz w:val="20"/>
          <w:szCs w:val="20"/>
        </w:rPr>
        <w:t xml:space="preserve"> os demais fornecedores para assegurar igual oportunidade de negociação.</w:t>
      </w:r>
    </w:p>
    <w:p w:rsidR="00EF3535" w:rsidRPr="0029606B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lastRenderedPageBreak/>
        <w:t>Não havendo êxito nas negociações, o órgão gerenciador deverá proceder à revogação d</w:t>
      </w:r>
      <w:r w:rsidR="00EF3535" w:rsidRPr="0029606B">
        <w:rPr>
          <w:rFonts w:cs="Arial"/>
          <w:sz w:val="20"/>
          <w:szCs w:val="20"/>
        </w:rPr>
        <w:t xml:space="preserve">esta </w:t>
      </w:r>
      <w:r w:rsidRPr="0029606B">
        <w:rPr>
          <w:rFonts w:cs="Arial"/>
          <w:sz w:val="20"/>
          <w:szCs w:val="20"/>
        </w:rPr>
        <w:t>ata de registro de preços, adotando as medidas cabíveis para obtenção da contratação mais vantajosa.</w:t>
      </w:r>
    </w:p>
    <w:p w:rsidR="00EF3535" w:rsidRPr="0029606B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 registro do fornecedor será cancelado quando:</w:t>
      </w:r>
    </w:p>
    <w:p w:rsidR="00EF3535" w:rsidRPr="0029606B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descumprir</w:t>
      </w:r>
      <w:proofErr w:type="gramEnd"/>
      <w:r w:rsidRPr="0029606B">
        <w:rPr>
          <w:rFonts w:cs="Arial"/>
          <w:sz w:val="20"/>
          <w:szCs w:val="20"/>
        </w:rPr>
        <w:t xml:space="preserve"> as condições da ata de registro de preços;</w:t>
      </w:r>
    </w:p>
    <w:p w:rsidR="00EF3535" w:rsidRPr="0029606B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não</w:t>
      </w:r>
      <w:proofErr w:type="gramEnd"/>
      <w:r w:rsidRPr="0029606B">
        <w:rPr>
          <w:rFonts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29606B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não</w:t>
      </w:r>
      <w:proofErr w:type="gramEnd"/>
      <w:r w:rsidRPr="0029606B">
        <w:rPr>
          <w:rFonts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29606B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sofrer</w:t>
      </w:r>
      <w:proofErr w:type="gramEnd"/>
      <w:r w:rsidRPr="0029606B">
        <w:rPr>
          <w:rFonts w:cs="Arial"/>
          <w:sz w:val="20"/>
          <w:szCs w:val="20"/>
        </w:rPr>
        <w:t xml:space="preserve"> sanção </w:t>
      </w:r>
      <w:r w:rsidR="00EF3535" w:rsidRPr="0029606B">
        <w:rPr>
          <w:rFonts w:cs="Arial"/>
          <w:sz w:val="20"/>
          <w:szCs w:val="20"/>
        </w:rPr>
        <w:t>administrativa cu</w:t>
      </w:r>
      <w:r w:rsidR="00882690" w:rsidRPr="0029606B">
        <w:rPr>
          <w:rFonts w:cs="Arial"/>
          <w:sz w:val="20"/>
          <w:szCs w:val="20"/>
        </w:rPr>
        <w:t xml:space="preserve">jo efeito </w:t>
      </w:r>
      <w:r w:rsidR="00EF3535" w:rsidRPr="0029606B">
        <w:rPr>
          <w:rFonts w:cs="Arial"/>
          <w:sz w:val="20"/>
          <w:szCs w:val="20"/>
        </w:rPr>
        <w:t xml:space="preserve">torne-o proibido de </w:t>
      </w:r>
      <w:r w:rsidR="00882690" w:rsidRPr="0029606B">
        <w:rPr>
          <w:rFonts w:cs="Arial"/>
          <w:sz w:val="20"/>
          <w:szCs w:val="20"/>
        </w:rPr>
        <w:t>celebrar contrato administrativo</w:t>
      </w:r>
      <w:r w:rsidR="00EF3535" w:rsidRPr="0029606B">
        <w:rPr>
          <w:rFonts w:cs="Arial"/>
          <w:sz w:val="20"/>
          <w:szCs w:val="20"/>
        </w:rPr>
        <w:t>, alcançando o órgão gerenciador e órgão(s) participante(s).</w:t>
      </w:r>
    </w:p>
    <w:p w:rsidR="00C159F6" w:rsidRPr="0029606B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O cancelamento de registros nas hipóteses previstas nos </w:t>
      </w:r>
      <w:r w:rsidR="00C159F6" w:rsidRPr="0029606B">
        <w:rPr>
          <w:rFonts w:cs="Arial"/>
          <w:sz w:val="20"/>
          <w:szCs w:val="20"/>
        </w:rPr>
        <w:t xml:space="preserve">itens 6.6.1, 6.6.2 e 6.6.4 </w:t>
      </w:r>
      <w:r w:rsidRPr="0029606B">
        <w:rPr>
          <w:rFonts w:cs="Arial"/>
          <w:sz w:val="20"/>
          <w:szCs w:val="20"/>
        </w:rPr>
        <w:t>será formalizado por despacho do órgão gerenciador, assegurado o contraditório e a ampla defesa.</w:t>
      </w:r>
    </w:p>
    <w:p w:rsidR="00C159F6" w:rsidRPr="0029606B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29606B">
        <w:rPr>
          <w:rFonts w:cs="Arial"/>
          <w:sz w:val="20"/>
          <w:szCs w:val="20"/>
        </w:rPr>
        <w:t>:</w:t>
      </w:r>
    </w:p>
    <w:p w:rsidR="00C159F6" w:rsidRPr="0029606B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por</w:t>
      </w:r>
      <w:proofErr w:type="gramEnd"/>
      <w:r w:rsidRPr="0029606B">
        <w:rPr>
          <w:rFonts w:cs="Arial"/>
          <w:sz w:val="20"/>
          <w:szCs w:val="20"/>
        </w:rPr>
        <w:t xml:space="preserve"> razão de interesse público; ou</w:t>
      </w:r>
    </w:p>
    <w:p w:rsidR="00520E7A" w:rsidRPr="0029606B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i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a</w:t>
      </w:r>
      <w:proofErr w:type="gramEnd"/>
      <w:r w:rsidRPr="0029606B">
        <w:rPr>
          <w:rFonts w:cs="Arial"/>
          <w:sz w:val="20"/>
          <w:szCs w:val="20"/>
        </w:rPr>
        <w:t xml:space="preserve"> pedido do fornecedor. </w:t>
      </w:r>
    </w:p>
    <w:p w:rsidR="00CB46FC" w:rsidRPr="0029606B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iCs/>
          <w:sz w:val="20"/>
          <w:szCs w:val="20"/>
        </w:rPr>
      </w:pPr>
      <w:r w:rsidRPr="0029606B">
        <w:rPr>
          <w:bCs/>
          <w:iCs/>
          <w:sz w:val="20"/>
          <w:szCs w:val="20"/>
        </w:rPr>
        <w:t>CONDIÇÕES GERAIS</w:t>
      </w:r>
    </w:p>
    <w:p w:rsidR="00FD05A7" w:rsidRPr="0029606B" w:rsidRDefault="00CB46FC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Cs/>
          <w:sz w:val="20"/>
          <w:szCs w:val="20"/>
        </w:rPr>
      </w:pPr>
      <w:r w:rsidRPr="0029606B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29606B">
        <w:rPr>
          <w:iCs/>
          <w:sz w:val="20"/>
          <w:szCs w:val="20"/>
        </w:rPr>
        <w:t>, ANEXO AO EDITAL</w:t>
      </w:r>
      <w:r w:rsidR="00FD05A7" w:rsidRPr="0029606B">
        <w:rPr>
          <w:iCs/>
          <w:sz w:val="20"/>
          <w:szCs w:val="20"/>
        </w:rPr>
        <w:t>.</w:t>
      </w:r>
    </w:p>
    <w:p w:rsidR="00CB46FC" w:rsidRPr="0029606B" w:rsidRDefault="00FD05A7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Cs/>
          <w:sz w:val="20"/>
          <w:szCs w:val="20"/>
        </w:rPr>
      </w:pPr>
      <w:r w:rsidRPr="0029606B">
        <w:rPr>
          <w:iCs/>
          <w:sz w:val="20"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29606B">
        <w:rPr>
          <w:sz w:val="20"/>
          <w:szCs w:val="20"/>
        </w:rPr>
        <w:t>nº 8.666/93.</w:t>
      </w:r>
    </w:p>
    <w:p w:rsidR="00C5111B" w:rsidRPr="0029606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</w:pP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  <w:r w:rsidRPr="0029606B">
        <w:rPr>
          <w:sz w:val="20"/>
          <w:szCs w:val="20"/>
        </w:rPr>
        <w:t xml:space="preserve">Para firmeza e validade do pactuado, a presente Ata foi lavrada em </w:t>
      </w:r>
      <w:r w:rsidR="00B007E0">
        <w:rPr>
          <w:sz w:val="20"/>
          <w:szCs w:val="20"/>
        </w:rPr>
        <w:t>02</w:t>
      </w:r>
      <w:r w:rsidRPr="0029606B">
        <w:rPr>
          <w:sz w:val="20"/>
          <w:szCs w:val="20"/>
        </w:rPr>
        <w:t xml:space="preserve"> (</w:t>
      </w:r>
      <w:r w:rsidR="00B007E0">
        <w:rPr>
          <w:sz w:val="20"/>
          <w:szCs w:val="20"/>
        </w:rPr>
        <w:t>duas</w:t>
      </w:r>
      <w:r w:rsidRPr="0029606B">
        <w:rPr>
          <w:sz w:val="20"/>
          <w:szCs w:val="20"/>
        </w:rPr>
        <w:t xml:space="preserve">) vias de igual teor, que, depois de lida e achada em ordem, vai assinada pelas partes </w:t>
      </w:r>
      <w:r w:rsidRPr="0029606B">
        <w:rPr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2B3D1E" w:rsidRPr="0029606B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2B3D1E" w:rsidRPr="0029606B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sz w:val="20"/>
          <w:szCs w:val="20"/>
        </w:rPr>
      </w:pP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29606B">
        <w:rPr>
          <w:sz w:val="20"/>
          <w:szCs w:val="20"/>
        </w:rPr>
        <w:t>Local e data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29606B">
        <w:rPr>
          <w:sz w:val="20"/>
          <w:szCs w:val="20"/>
        </w:rPr>
        <w:t>Assinaturas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2B3D1E" w:rsidRPr="0029606B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CB46FC" w:rsidRPr="00D7344C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color w:val="FF00FF"/>
          <w:sz w:val="20"/>
          <w:szCs w:val="20"/>
        </w:rPr>
      </w:pPr>
      <w:r w:rsidRPr="0029606B">
        <w:rPr>
          <w:sz w:val="20"/>
          <w:szCs w:val="20"/>
        </w:rPr>
        <w:t xml:space="preserve">Representante legal do órgão gerenciador e representante(s) legal(is) do(s) </w:t>
      </w:r>
      <w:r w:rsidRPr="0029606B">
        <w:rPr>
          <w:color w:val="000000"/>
          <w:sz w:val="20"/>
          <w:szCs w:val="20"/>
        </w:rPr>
        <w:t>fornecedor(</w:t>
      </w:r>
      <w:r w:rsidR="00A7721F" w:rsidRPr="0029606B">
        <w:rPr>
          <w:color w:val="000000"/>
          <w:sz w:val="20"/>
          <w:szCs w:val="20"/>
        </w:rPr>
        <w:t>e</w:t>
      </w:r>
      <w:r w:rsidRPr="0029606B">
        <w:rPr>
          <w:color w:val="000000"/>
          <w:sz w:val="20"/>
          <w:szCs w:val="20"/>
        </w:rPr>
        <w:t>s) registrado(s)</w:t>
      </w:r>
    </w:p>
    <w:p w:rsidR="00CB46FC" w:rsidRPr="00D7344C" w:rsidRDefault="00CB46FC">
      <w:pPr>
        <w:rPr>
          <w:sz w:val="20"/>
          <w:szCs w:val="20"/>
        </w:rPr>
      </w:pPr>
    </w:p>
    <w:sectPr w:rsidR="00CB46FC" w:rsidRPr="00D734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C67AB5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5C100D"/>
    <w:multiLevelType w:val="multilevel"/>
    <w:tmpl w:val="EC367D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83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957AA"/>
    <w:rsid w:val="000B7011"/>
    <w:rsid w:val="00113AE6"/>
    <w:rsid w:val="00130234"/>
    <w:rsid w:val="001770D2"/>
    <w:rsid w:val="001D310A"/>
    <w:rsid w:val="00210AA6"/>
    <w:rsid w:val="0022500A"/>
    <w:rsid w:val="0025456D"/>
    <w:rsid w:val="002712DA"/>
    <w:rsid w:val="0029606B"/>
    <w:rsid w:val="002B3D1E"/>
    <w:rsid w:val="002F4C05"/>
    <w:rsid w:val="00377D60"/>
    <w:rsid w:val="003A7990"/>
    <w:rsid w:val="003B47A1"/>
    <w:rsid w:val="003C49EC"/>
    <w:rsid w:val="004070C9"/>
    <w:rsid w:val="0042684A"/>
    <w:rsid w:val="004811E3"/>
    <w:rsid w:val="004C14E4"/>
    <w:rsid w:val="00502D9C"/>
    <w:rsid w:val="00520E7A"/>
    <w:rsid w:val="00622A02"/>
    <w:rsid w:val="00631E43"/>
    <w:rsid w:val="00673105"/>
    <w:rsid w:val="00734091"/>
    <w:rsid w:val="0078040F"/>
    <w:rsid w:val="00866CC7"/>
    <w:rsid w:val="00882690"/>
    <w:rsid w:val="008D10FD"/>
    <w:rsid w:val="0098734B"/>
    <w:rsid w:val="009B08EF"/>
    <w:rsid w:val="009D5E28"/>
    <w:rsid w:val="00A57B8A"/>
    <w:rsid w:val="00A7721F"/>
    <w:rsid w:val="00A85EB4"/>
    <w:rsid w:val="00AB0846"/>
    <w:rsid w:val="00AB60C9"/>
    <w:rsid w:val="00B007E0"/>
    <w:rsid w:val="00B10156"/>
    <w:rsid w:val="00BA2121"/>
    <w:rsid w:val="00C159F6"/>
    <w:rsid w:val="00C5111B"/>
    <w:rsid w:val="00C7693F"/>
    <w:rsid w:val="00CB46FC"/>
    <w:rsid w:val="00D50B23"/>
    <w:rsid w:val="00D535EE"/>
    <w:rsid w:val="00D63A70"/>
    <w:rsid w:val="00D7344C"/>
    <w:rsid w:val="00D85F12"/>
    <w:rsid w:val="00DA505B"/>
    <w:rsid w:val="00E338EE"/>
    <w:rsid w:val="00EE517C"/>
    <w:rsid w:val="00EF3535"/>
    <w:rsid w:val="00EF5BEB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BC58836-64B0-4096-8233-40B1B3BC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table" w:styleId="Tabelacomgrade">
    <w:name w:val="Table Grid"/>
    <w:basedOn w:val="Tabelanormal"/>
    <w:rsid w:val="00EF5B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semiHidden/>
    <w:unhideWhenUsed/>
    <w:rsid w:val="00AB60C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AB6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968</Words>
  <Characters>5452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EDUARDO DOTTI</dc:creator>
  <cp:lastModifiedBy>Ana Maria de Souza Camargo</cp:lastModifiedBy>
  <cp:revision>4</cp:revision>
  <cp:lastPrinted>2014-07-14T18:48:00Z</cp:lastPrinted>
  <dcterms:created xsi:type="dcterms:W3CDTF">2014-05-29T19:55:00Z</dcterms:created>
  <dcterms:modified xsi:type="dcterms:W3CDTF">2014-07-14T19:04:00Z</dcterms:modified>
</cp:coreProperties>
</file>