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7212D" w14:textId="77777777" w:rsidR="00E50441" w:rsidRPr="00654CC2" w:rsidRDefault="001B0DA4" w:rsidP="00E50441">
      <w:pPr>
        <w:spacing w:line="276" w:lineRule="auto"/>
        <w:jc w:val="center"/>
        <w:rPr>
          <w:rFonts w:cs="Arial"/>
          <w:b/>
          <w:bCs/>
          <w:i/>
          <w:sz w:val="16"/>
          <w:szCs w:val="16"/>
        </w:rPr>
      </w:pPr>
      <w:r w:rsidRPr="00654CC2">
        <w:rPr>
          <w:noProof/>
          <w:sz w:val="16"/>
          <w:szCs w:val="16"/>
        </w:rPr>
        <w:drawing>
          <wp:inline distT="0" distB="0" distL="0" distR="0" wp14:anchorId="6EF9E48D" wp14:editId="03C1D596">
            <wp:extent cx="828675" cy="790575"/>
            <wp:effectExtent l="0" t="0" r="9525" b="9525"/>
            <wp:docPr id="38"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1"/>
                    <a:stretch>
                      <a:fillRect/>
                    </a:stretch>
                  </pic:blipFill>
                  <pic:spPr>
                    <a:xfrm>
                      <a:off x="0" y="0"/>
                      <a:ext cx="828675" cy="790575"/>
                    </a:xfrm>
                    <a:prstGeom prst="rect">
                      <a:avLst/>
                    </a:prstGeom>
                  </pic:spPr>
                </pic:pic>
              </a:graphicData>
            </a:graphic>
          </wp:inline>
        </w:drawing>
      </w:r>
      <w:r w:rsidRPr="00654CC2">
        <w:rPr>
          <w:rFonts w:cs="Arial"/>
          <w:b/>
          <w:bCs/>
          <w:i/>
          <w:sz w:val="16"/>
          <w:szCs w:val="16"/>
        </w:rPr>
        <w:br/>
      </w:r>
      <w:r w:rsidR="00E50441" w:rsidRPr="00654CC2">
        <w:rPr>
          <w:rFonts w:cs="Arial"/>
          <w:b/>
          <w:bCs/>
          <w:i/>
          <w:sz w:val="16"/>
          <w:szCs w:val="16"/>
        </w:rPr>
        <w:t>MINISTÉRIO DA DEFESA</w:t>
      </w:r>
    </w:p>
    <w:p w14:paraId="05309DF5" w14:textId="77777777" w:rsidR="00E50441" w:rsidRPr="00654CC2" w:rsidRDefault="00E50441" w:rsidP="00E50441">
      <w:pPr>
        <w:spacing w:line="276" w:lineRule="auto"/>
        <w:jc w:val="center"/>
        <w:rPr>
          <w:rFonts w:cs="Arial"/>
          <w:b/>
          <w:bCs/>
          <w:i/>
          <w:sz w:val="16"/>
          <w:szCs w:val="16"/>
        </w:rPr>
      </w:pPr>
      <w:r w:rsidRPr="00654CC2">
        <w:rPr>
          <w:rFonts w:cs="Arial"/>
          <w:b/>
          <w:bCs/>
          <w:i/>
          <w:sz w:val="16"/>
          <w:szCs w:val="16"/>
        </w:rPr>
        <w:t>SECRETARIA-GERAL</w:t>
      </w:r>
    </w:p>
    <w:p w14:paraId="352874FB" w14:textId="77777777" w:rsidR="00E50441" w:rsidRPr="00654CC2" w:rsidRDefault="00E50441" w:rsidP="00E50441">
      <w:pPr>
        <w:spacing w:line="276" w:lineRule="auto"/>
        <w:jc w:val="center"/>
        <w:rPr>
          <w:rFonts w:cs="Arial"/>
          <w:b/>
          <w:bCs/>
          <w:i/>
          <w:sz w:val="16"/>
          <w:szCs w:val="16"/>
        </w:rPr>
      </w:pPr>
      <w:r w:rsidRPr="00654CC2">
        <w:rPr>
          <w:rFonts w:cs="Arial"/>
          <w:b/>
          <w:bCs/>
          <w:i/>
          <w:sz w:val="16"/>
          <w:szCs w:val="16"/>
        </w:rPr>
        <w:t>DEPARTAMENTO DO PROGRAMA CALHA NORTE</w:t>
      </w:r>
    </w:p>
    <w:p w14:paraId="6C1C84C4" w14:textId="77777777" w:rsidR="00E50441" w:rsidRPr="00654CC2" w:rsidRDefault="00E50441" w:rsidP="00E50441">
      <w:pPr>
        <w:spacing w:line="276" w:lineRule="auto"/>
        <w:jc w:val="center"/>
        <w:rPr>
          <w:rFonts w:cs="Arial"/>
          <w:b/>
          <w:bCs/>
          <w:i/>
          <w:sz w:val="16"/>
          <w:szCs w:val="16"/>
        </w:rPr>
      </w:pPr>
      <w:r w:rsidRPr="00654CC2">
        <w:rPr>
          <w:rFonts w:cs="Arial"/>
          <w:b/>
          <w:bCs/>
          <w:i/>
          <w:sz w:val="16"/>
          <w:szCs w:val="16"/>
        </w:rPr>
        <w:t>COORDENAÇÃO DE EQUIPAMENTOS</w:t>
      </w:r>
    </w:p>
    <w:p w14:paraId="1D1E4D44" w14:textId="77777777" w:rsidR="00BE15F0" w:rsidRPr="00BE15F0" w:rsidRDefault="00BE15F0" w:rsidP="00E50441">
      <w:pPr>
        <w:spacing w:line="276" w:lineRule="auto"/>
        <w:jc w:val="center"/>
        <w:rPr>
          <w:rFonts w:cs="Arial"/>
          <w:b/>
          <w:bCs/>
          <w:i/>
          <w:szCs w:val="20"/>
        </w:rPr>
      </w:pPr>
    </w:p>
    <w:p w14:paraId="2E86D922" w14:textId="77777777" w:rsidR="00E50441" w:rsidRPr="00654CC2" w:rsidRDefault="00E50441" w:rsidP="00E50441">
      <w:pPr>
        <w:spacing w:line="276" w:lineRule="auto"/>
        <w:jc w:val="center"/>
        <w:rPr>
          <w:rFonts w:cs="Arial"/>
          <w:b/>
          <w:bCs/>
          <w:i/>
          <w:sz w:val="18"/>
          <w:szCs w:val="18"/>
        </w:rPr>
      </w:pPr>
      <w:r w:rsidRPr="00654CC2">
        <w:rPr>
          <w:rFonts w:cs="Arial"/>
          <w:b/>
          <w:bCs/>
          <w:i/>
          <w:sz w:val="18"/>
          <w:szCs w:val="18"/>
        </w:rPr>
        <w:t>Esplanada dos Ministérios, Anexo I ao Bloco O, 2° andar, sala 219, CEP: 70049-900</w:t>
      </w:r>
    </w:p>
    <w:p w14:paraId="0644C65F" w14:textId="77777777" w:rsidR="00E50441" w:rsidRPr="00654CC2" w:rsidRDefault="00E50441" w:rsidP="00E50441">
      <w:pPr>
        <w:spacing w:line="276" w:lineRule="auto"/>
        <w:jc w:val="center"/>
        <w:rPr>
          <w:rFonts w:cs="Arial"/>
          <w:b/>
          <w:bCs/>
          <w:i/>
          <w:sz w:val="18"/>
          <w:szCs w:val="18"/>
        </w:rPr>
      </w:pPr>
      <w:r w:rsidRPr="00654CC2">
        <w:rPr>
          <w:rFonts w:cs="Arial"/>
          <w:b/>
          <w:bCs/>
          <w:i/>
          <w:sz w:val="18"/>
          <w:szCs w:val="18"/>
        </w:rPr>
        <w:t>Zona Cívico-Administrativa, Brasília/DF</w:t>
      </w:r>
    </w:p>
    <w:p w14:paraId="177AD5E6" w14:textId="77777777" w:rsidR="00E50441" w:rsidRPr="00654CC2" w:rsidRDefault="00E50441" w:rsidP="00E50441">
      <w:pPr>
        <w:spacing w:line="276" w:lineRule="auto"/>
        <w:jc w:val="center"/>
        <w:rPr>
          <w:rFonts w:cs="Arial"/>
          <w:b/>
          <w:bCs/>
          <w:i/>
          <w:sz w:val="18"/>
          <w:szCs w:val="18"/>
        </w:rPr>
      </w:pPr>
      <w:r w:rsidRPr="00654CC2">
        <w:rPr>
          <w:rFonts w:cs="Arial"/>
          <w:b/>
          <w:bCs/>
          <w:i/>
          <w:sz w:val="18"/>
          <w:szCs w:val="18"/>
        </w:rPr>
        <w:t xml:space="preserve">Telefone: (61) 2023-5422 - E-mail: </w:t>
      </w:r>
      <w:hyperlink r:id="rId12" w:history="1">
        <w:r w:rsidR="00BE15F0" w:rsidRPr="00654CC2">
          <w:rPr>
            <w:rStyle w:val="Hyperlink"/>
            <w:rFonts w:cs="Arial"/>
            <w:b/>
            <w:bCs/>
            <w:i/>
            <w:color w:val="auto"/>
            <w:sz w:val="18"/>
            <w:szCs w:val="18"/>
          </w:rPr>
          <w:t>nupreg@defesa.gov.br</w:t>
        </w:r>
      </w:hyperlink>
    </w:p>
    <w:p w14:paraId="5E6C928C" w14:textId="77777777" w:rsidR="00BE15F0" w:rsidRDefault="00BE15F0" w:rsidP="00E50441">
      <w:pPr>
        <w:spacing w:line="276" w:lineRule="auto"/>
        <w:jc w:val="center"/>
        <w:rPr>
          <w:rFonts w:cs="Arial"/>
          <w:b/>
          <w:bCs/>
          <w:i/>
          <w:color w:val="FF0000"/>
          <w:szCs w:val="20"/>
        </w:rPr>
      </w:pPr>
    </w:p>
    <w:p w14:paraId="063EF555" w14:textId="77777777" w:rsidR="00005DD0" w:rsidRPr="00623008" w:rsidRDefault="00005DD0">
      <w:pPr>
        <w:rPr>
          <w:rFonts w:cs="Arial"/>
          <w:szCs w:val="20"/>
        </w:rPr>
      </w:pPr>
    </w:p>
    <w:p w14:paraId="385663A5" w14:textId="1F2EB3FB" w:rsidR="00005DD0" w:rsidRPr="00623008" w:rsidRDefault="00813199" w:rsidP="00964757">
      <w:pPr>
        <w:jc w:val="center"/>
        <w:rPr>
          <w:rFonts w:cs="Arial"/>
          <w:b/>
          <w:bCs/>
          <w:color w:val="000000"/>
          <w:szCs w:val="20"/>
        </w:rPr>
      </w:pPr>
      <w:r w:rsidRPr="006D7487">
        <w:rPr>
          <w:rFonts w:cs="Arial"/>
          <w:b/>
          <w:szCs w:val="20"/>
          <w:u w:val="single"/>
        </w:rPr>
        <w:t xml:space="preserve">Apêndice </w:t>
      </w:r>
      <w:r w:rsidR="006D7487" w:rsidRPr="006D7487">
        <w:rPr>
          <w:rFonts w:cs="Arial"/>
          <w:b/>
          <w:szCs w:val="20"/>
          <w:u w:val="single"/>
        </w:rPr>
        <w:t xml:space="preserve">III </w:t>
      </w:r>
      <w:r w:rsidRPr="00623008">
        <w:rPr>
          <w:rFonts w:cs="Arial"/>
          <w:b/>
          <w:szCs w:val="20"/>
          <w:u w:val="single"/>
        </w:rPr>
        <w:t xml:space="preserve">- </w:t>
      </w:r>
      <w:r w:rsidR="00E50441" w:rsidRPr="00E50441">
        <w:rPr>
          <w:rFonts w:cs="Arial"/>
          <w:b/>
          <w:szCs w:val="20"/>
          <w:u w:val="single"/>
        </w:rPr>
        <w:t xml:space="preserve">Especificações Técnicas </w:t>
      </w:r>
      <w:r w:rsidR="006D7487" w:rsidRPr="00623008">
        <w:rPr>
          <w:rFonts w:cs="Arial"/>
          <w:b/>
          <w:szCs w:val="20"/>
          <w:u w:val="single"/>
        </w:rPr>
        <w:t>do PREGÃO</w:t>
      </w:r>
      <w:r w:rsidR="00E50441" w:rsidRPr="006D7487">
        <w:rPr>
          <w:rFonts w:cs="Arial"/>
          <w:b/>
          <w:bCs/>
          <w:szCs w:val="20"/>
          <w:u w:val="single"/>
        </w:rPr>
        <w:t xml:space="preserve"> Nº </w:t>
      </w:r>
      <w:r w:rsidR="006D7487" w:rsidRPr="006D7487">
        <w:rPr>
          <w:rFonts w:cs="Arial"/>
          <w:b/>
          <w:bCs/>
          <w:szCs w:val="20"/>
          <w:u w:val="single"/>
        </w:rPr>
        <w:t>2</w:t>
      </w:r>
      <w:r w:rsidR="00E50441" w:rsidRPr="006D7487">
        <w:rPr>
          <w:rFonts w:cs="Arial"/>
          <w:b/>
          <w:bCs/>
          <w:szCs w:val="20"/>
          <w:u w:val="single"/>
        </w:rPr>
        <w:t>/2021</w:t>
      </w:r>
    </w:p>
    <w:p w14:paraId="65397965" w14:textId="508A0475" w:rsidR="00005DD0" w:rsidRPr="00623008" w:rsidRDefault="00E50441" w:rsidP="00964757">
      <w:pPr>
        <w:spacing w:line="276" w:lineRule="auto"/>
        <w:jc w:val="center"/>
        <w:rPr>
          <w:rFonts w:cs="Arial"/>
          <w:b/>
          <w:bCs/>
          <w:color w:val="000000"/>
          <w:szCs w:val="20"/>
        </w:rPr>
      </w:pPr>
      <w:r>
        <w:rPr>
          <w:rFonts w:cs="Arial"/>
          <w:b/>
          <w:bCs/>
          <w:color w:val="000000"/>
          <w:szCs w:val="20"/>
        </w:rPr>
        <w:t xml:space="preserve">(Processo Administrativo n° </w:t>
      </w:r>
      <w:r w:rsidR="006D7487" w:rsidRPr="006D7487">
        <w:rPr>
          <w:rFonts w:cs="Arial"/>
          <w:b/>
          <w:bCs/>
          <w:szCs w:val="20"/>
        </w:rPr>
        <w:t>60585.001021/2021-83</w:t>
      </w:r>
      <w:r w:rsidR="00813199" w:rsidRPr="006D7487">
        <w:rPr>
          <w:rFonts w:cs="Arial"/>
          <w:b/>
          <w:bCs/>
          <w:szCs w:val="20"/>
        </w:rPr>
        <w:t>)</w:t>
      </w:r>
    </w:p>
    <w:p w14:paraId="68F30A54" w14:textId="77777777" w:rsidR="00005DD0" w:rsidRPr="00623008" w:rsidRDefault="00005DD0" w:rsidP="00964757">
      <w:pPr>
        <w:jc w:val="center"/>
        <w:rPr>
          <w:rFonts w:cs="Arial"/>
          <w:b/>
          <w:szCs w:val="20"/>
          <w:u w:val="single"/>
        </w:rPr>
      </w:pPr>
    </w:p>
    <w:p w14:paraId="4EE03545" w14:textId="77777777" w:rsidR="00005DD0" w:rsidRPr="00623008" w:rsidRDefault="00813199" w:rsidP="00964757">
      <w:pPr>
        <w:jc w:val="center"/>
        <w:rPr>
          <w:rFonts w:cs="Arial"/>
          <w:b/>
          <w:szCs w:val="20"/>
          <w:u w:val="single"/>
        </w:rPr>
      </w:pPr>
      <w:r w:rsidRPr="00623008">
        <w:rPr>
          <w:rFonts w:cs="Arial"/>
          <w:b/>
          <w:szCs w:val="20"/>
          <w:u w:val="single"/>
        </w:rPr>
        <w:t>Especificações Técnicas</w:t>
      </w:r>
    </w:p>
    <w:p w14:paraId="0A688278" w14:textId="77777777" w:rsidR="00964757" w:rsidRDefault="00964757" w:rsidP="00964757">
      <w:pPr>
        <w:jc w:val="center"/>
        <w:rPr>
          <w:rFonts w:cs="Arial"/>
          <w:b/>
          <w:szCs w:val="20"/>
          <w:u w:val="single"/>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14:paraId="3E4DF1F1" w14:textId="77777777"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661E65F" w14:textId="77777777"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54CFADDE" w14:textId="77777777"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14:paraId="5B048A09" w14:textId="77777777" w:rsidTr="00A8162F">
        <w:tc>
          <w:tcPr>
            <w:tcW w:w="709" w:type="dxa"/>
            <w:vAlign w:val="center"/>
          </w:tcPr>
          <w:p w14:paraId="4F4791A7" w14:textId="77777777" w:rsidR="008019BC" w:rsidRPr="00623008" w:rsidRDefault="008019BC" w:rsidP="00A8162F">
            <w:pPr>
              <w:widowControl w:val="0"/>
              <w:suppressAutoHyphens/>
              <w:jc w:val="center"/>
              <w:rPr>
                <w:rFonts w:cs="Arial"/>
                <w:b/>
                <w:color w:val="000000"/>
                <w:szCs w:val="20"/>
              </w:rPr>
            </w:pPr>
            <w:r>
              <w:rPr>
                <w:rFonts w:cs="Arial"/>
                <w:b/>
                <w:color w:val="000000"/>
                <w:szCs w:val="20"/>
              </w:rPr>
              <w:t>1</w:t>
            </w:r>
          </w:p>
        </w:tc>
        <w:tc>
          <w:tcPr>
            <w:tcW w:w="8357" w:type="dxa"/>
          </w:tcPr>
          <w:p w14:paraId="07AB8B1D" w14:textId="22ECC8B5"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em todo terreno</w:t>
            </w:r>
            <w:r w:rsidR="00654CC2">
              <w:rPr>
                <w:rFonts w:cs="Times New Roman"/>
                <w:bCs/>
                <w:szCs w:val="20"/>
              </w:rPr>
              <w:t xml:space="preserve"> de no mínimo 145 cilindradas </w:t>
            </w:r>
          </w:p>
        </w:tc>
      </w:tr>
    </w:tbl>
    <w:p w14:paraId="58306571" w14:textId="77777777" w:rsidR="008019BC" w:rsidRPr="00623008" w:rsidRDefault="008019BC" w:rsidP="00A50BF7">
      <w:pPr>
        <w:pStyle w:val="PargrafodaLista"/>
        <w:numPr>
          <w:ilvl w:val="0"/>
          <w:numId w:val="19"/>
        </w:numPr>
        <w:spacing w:before="240" w:after="240"/>
        <w:ind w:left="0" w:firstLine="0"/>
        <w:contextualSpacing w:val="0"/>
        <w:jc w:val="both"/>
        <w:rPr>
          <w:rFonts w:cs="Arial"/>
          <w:b/>
          <w:szCs w:val="20"/>
        </w:rPr>
      </w:pPr>
      <w:r w:rsidRPr="00623008">
        <w:rPr>
          <w:rFonts w:cs="Arial"/>
          <w:b/>
          <w:szCs w:val="20"/>
        </w:rPr>
        <w:t>CARACTERÍSTICAS TÉCNICAS</w:t>
      </w:r>
    </w:p>
    <w:p w14:paraId="53B088A6" w14:textId="77777777" w:rsidR="008019BC" w:rsidRPr="00623008" w:rsidRDefault="008019BC" w:rsidP="00A50BF7">
      <w:pPr>
        <w:pStyle w:val="PargrafodaLista"/>
        <w:numPr>
          <w:ilvl w:val="0"/>
          <w:numId w:val="17"/>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 xml:space="preserve">tipo </w:t>
      </w:r>
      <w:r w:rsidRPr="007D3236">
        <w:rPr>
          <w:rFonts w:cs="Arial"/>
          <w:i/>
          <w:szCs w:val="20"/>
        </w:rPr>
        <w:t>trail</w:t>
      </w:r>
      <w:r>
        <w:rPr>
          <w:rFonts w:cs="Arial"/>
          <w:szCs w:val="20"/>
        </w:rPr>
        <w:t xml:space="preserve"> ou todo terreno</w:t>
      </w:r>
      <w:r w:rsidRPr="00623008">
        <w:rPr>
          <w:rFonts w:cs="Arial"/>
          <w:szCs w:val="20"/>
        </w:rPr>
        <w:t>;</w:t>
      </w:r>
    </w:p>
    <w:p w14:paraId="36773806" w14:textId="77777777" w:rsidR="008019BC" w:rsidRPr="00623008" w:rsidRDefault="008019BC" w:rsidP="00A50BF7">
      <w:pPr>
        <w:pStyle w:val="PargrafodaLista"/>
        <w:numPr>
          <w:ilvl w:val="0"/>
          <w:numId w:val="17"/>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16AD115A" w14:textId="77777777" w:rsidR="008019BC" w:rsidRPr="00623008" w:rsidRDefault="008019BC" w:rsidP="00A50BF7">
      <w:pPr>
        <w:pStyle w:val="PargrafodaLista"/>
        <w:numPr>
          <w:ilvl w:val="0"/>
          <w:numId w:val="17"/>
        </w:numPr>
        <w:spacing w:before="100" w:beforeAutospacing="1" w:after="120"/>
        <w:ind w:left="0" w:firstLine="0"/>
        <w:jc w:val="both"/>
        <w:rPr>
          <w:rFonts w:cs="Arial"/>
          <w:szCs w:val="20"/>
        </w:rPr>
      </w:pPr>
      <w:r w:rsidRPr="00623008">
        <w:rPr>
          <w:rFonts w:cs="Arial"/>
          <w:szCs w:val="20"/>
        </w:rPr>
        <w:t>Motor: bicombustível (gasolina/etanol), monocilíndrico, 4 tempos, arrefecido a ar</w:t>
      </w:r>
      <w:r>
        <w:rPr>
          <w:rFonts w:cs="Arial"/>
          <w:szCs w:val="20"/>
        </w:rPr>
        <w:t xml:space="preserve"> e com injeção eletrônica</w:t>
      </w:r>
      <w:r w:rsidRPr="00623008">
        <w:rPr>
          <w:rFonts w:cs="Arial"/>
          <w:szCs w:val="20"/>
        </w:rPr>
        <w:t>;</w:t>
      </w:r>
    </w:p>
    <w:p w14:paraId="087F7501" w14:textId="77777777" w:rsidR="008019BC" w:rsidRPr="00623008" w:rsidRDefault="008019BC" w:rsidP="00A50BF7">
      <w:pPr>
        <w:pStyle w:val="PargrafodaLista"/>
        <w:numPr>
          <w:ilvl w:val="0"/>
          <w:numId w:val="17"/>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14:paraId="1CB84988" w14:textId="77777777" w:rsidR="008019BC" w:rsidRPr="00623008" w:rsidRDefault="008019BC" w:rsidP="00A50BF7">
      <w:pPr>
        <w:pStyle w:val="PargrafodaLista"/>
        <w:numPr>
          <w:ilvl w:val="0"/>
          <w:numId w:val="17"/>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14:paraId="324DC260" w14:textId="77777777" w:rsidR="00B25455" w:rsidRDefault="008019BC" w:rsidP="00B25455">
      <w:pPr>
        <w:pStyle w:val="PargrafodaLista"/>
        <w:numPr>
          <w:ilvl w:val="0"/>
          <w:numId w:val="17"/>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w:t>
      </w:r>
      <w:r w:rsidRPr="00623008">
        <w:rPr>
          <w:rFonts w:cs="Arial"/>
          <w:szCs w:val="20"/>
        </w:rPr>
        <w:t xml:space="preserve"> 5 velocidades;</w:t>
      </w:r>
    </w:p>
    <w:p w14:paraId="75840DF0" w14:textId="76060094" w:rsidR="008019BC" w:rsidRPr="00B25455" w:rsidRDefault="008019BC" w:rsidP="00B25455">
      <w:pPr>
        <w:pStyle w:val="PargrafodaLista"/>
        <w:numPr>
          <w:ilvl w:val="0"/>
          <w:numId w:val="17"/>
        </w:numPr>
        <w:spacing w:before="100" w:beforeAutospacing="1" w:after="120"/>
        <w:ind w:left="0" w:firstLine="0"/>
        <w:jc w:val="both"/>
        <w:rPr>
          <w:rFonts w:cs="Arial"/>
          <w:szCs w:val="20"/>
        </w:rPr>
      </w:pPr>
      <w:r w:rsidRPr="00B25455">
        <w:rPr>
          <w:rFonts w:cs="Arial"/>
          <w:szCs w:val="20"/>
        </w:rPr>
        <w:t>Sistema de ignição eletrônico ou elétrico;</w:t>
      </w:r>
      <w:r w:rsidR="00B25455">
        <w:rPr>
          <w:rFonts w:cs="Arial"/>
          <w:szCs w:val="20"/>
        </w:rPr>
        <w:t xml:space="preserve"> e</w:t>
      </w:r>
    </w:p>
    <w:p w14:paraId="66179AF5" w14:textId="6C26AB19" w:rsidR="008019BC" w:rsidRPr="00623008" w:rsidRDefault="008019BC" w:rsidP="00A50BF7">
      <w:pPr>
        <w:pStyle w:val="PargrafodaLista"/>
        <w:numPr>
          <w:ilvl w:val="0"/>
          <w:numId w:val="17"/>
        </w:numPr>
        <w:spacing w:before="120"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B25455">
        <w:rPr>
          <w:rFonts w:cs="Arial"/>
          <w:szCs w:val="20"/>
        </w:rPr>
        <w:t>.</w:t>
      </w:r>
    </w:p>
    <w:p w14:paraId="32A0A310" w14:textId="77777777" w:rsidR="008019BC" w:rsidRPr="00623008" w:rsidRDefault="008019BC" w:rsidP="00A50BF7">
      <w:pPr>
        <w:pStyle w:val="PargrafodaLista"/>
        <w:numPr>
          <w:ilvl w:val="0"/>
          <w:numId w:val="19"/>
        </w:numPr>
        <w:spacing w:before="240" w:after="240"/>
        <w:ind w:left="0" w:firstLine="0"/>
        <w:contextualSpacing w:val="0"/>
        <w:jc w:val="both"/>
        <w:rPr>
          <w:rFonts w:cs="Arial"/>
          <w:szCs w:val="20"/>
        </w:rPr>
      </w:pPr>
      <w:r w:rsidRPr="00623008">
        <w:rPr>
          <w:rFonts w:cs="Arial"/>
          <w:b/>
          <w:szCs w:val="20"/>
        </w:rPr>
        <w:t>DIVERSOS</w:t>
      </w:r>
    </w:p>
    <w:p w14:paraId="579C7288"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14:paraId="27E29D74"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623008">
        <w:rPr>
          <w:rFonts w:cs="Arial"/>
          <w:szCs w:val="20"/>
        </w:rPr>
        <w:t xml:space="preserve">Chassi </w:t>
      </w:r>
      <w:r>
        <w:rPr>
          <w:rFonts w:cs="Arial"/>
          <w:szCs w:val="20"/>
        </w:rPr>
        <w:t xml:space="preserve">de aço </w:t>
      </w:r>
      <w:r w:rsidRPr="00623008">
        <w:rPr>
          <w:rFonts w:cs="Arial"/>
          <w:szCs w:val="20"/>
        </w:rPr>
        <w:t xml:space="preserve">similar ao </w:t>
      </w:r>
      <w:r>
        <w:rPr>
          <w:rFonts w:cs="Arial"/>
          <w:szCs w:val="20"/>
        </w:rPr>
        <w:t xml:space="preserve">tipo </w:t>
      </w:r>
      <w:r w:rsidRPr="00623008">
        <w:rPr>
          <w:rFonts w:cs="Arial"/>
          <w:szCs w:val="20"/>
        </w:rPr>
        <w:t>berço</w:t>
      </w:r>
      <w:r>
        <w:rPr>
          <w:rFonts w:cs="Arial"/>
          <w:szCs w:val="20"/>
        </w:rPr>
        <w:t xml:space="preserve"> </w:t>
      </w:r>
      <w:r w:rsidRPr="00623008">
        <w:rPr>
          <w:rFonts w:cs="Arial"/>
          <w:szCs w:val="20"/>
        </w:rPr>
        <w:t>semi</w:t>
      </w:r>
      <w:r>
        <w:rPr>
          <w:rFonts w:cs="Arial"/>
          <w:szCs w:val="20"/>
        </w:rPr>
        <w:t>-</w:t>
      </w:r>
      <w:r w:rsidRPr="00623008">
        <w:rPr>
          <w:rFonts w:cs="Arial"/>
          <w:szCs w:val="20"/>
        </w:rPr>
        <w:t>duplo;</w:t>
      </w:r>
    </w:p>
    <w:p w14:paraId="3BBF4102"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garfo telescópico com curso de aproximadamente 180 mm;</w:t>
      </w:r>
    </w:p>
    <w:p w14:paraId="332DC9B6"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w:t>
      </w:r>
      <w:r w:rsidRPr="00623008">
        <w:rPr>
          <w:rFonts w:cs="Arial"/>
          <w:szCs w:val="20"/>
        </w:rPr>
        <w:t>;</w:t>
      </w:r>
    </w:p>
    <w:p w14:paraId="7EA018BD"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ou disco ventilado</w:t>
      </w:r>
      <w:r w:rsidRPr="00623008">
        <w:rPr>
          <w:rFonts w:cs="Arial"/>
          <w:szCs w:val="20"/>
        </w:rPr>
        <w:t>;</w:t>
      </w:r>
      <w:r>
        <w:rPr>
          <w:rFonts w:cs="Arial"/>
          <w:szCs w:val="20"/>
        </w:rPr>
        <w:t xml:space="preserve"> </w:t>
      </w:r>
    </w:p>
    <w:p w14:paraId="5EE211C1" w14:textId="77777777" w:rsidR="008019BC" w:rsidRDefault="008019BC" w:rsidP="00A50BF7">
      <w:pPr>
        <w:pStyle w:val="PargrafodaLista"/>
        <w:numPr>
          <w:ilvl w:val="0"/>
          <w:numId w:val="18"/>
        </w:numPr>
        <w:spacing w:before="100" w:beforeAutospacing="1" w:after="120"/>
        <w:ind w:left="0" w:firstLine="0"/>
        <w:jc w:val="both"/>
        <w:rPr>
          <w:rFonts w:cs="Arial"/>
          <w:szCs w:val="20"/>
        </w:rPr>
      </w:pPr>
      <w:r>
        <w:rPr>
          <w:rFonts w:cs="Arial"/>
          <w:szCs w:val="20"/>
        </w:rPr>
        <w:t>Pintura na cor BRANCA, e</w:t>
      </w:r>
    </w:p>
    <w:p w14:paraId="21D00623" w14:textId="77777777" w:rsidR="008019BC" w:rsidRPr="00623008" w:rsidRDefault="008019BC" w:rsidP="00A50BF7">
      <w:pPr>
        <w:pStyle w:val="PargrafodaLista"/>
        <w:numPr>
          <w:ilvl w:val="0"/>
          <w:numId w:val="18"/>
        </w:numPr>
        <w:spacing w:before="100" w:beforeAutospacing="1" w:after="120"/>
        <w:ind w:left="0" w:firstLine="0"/>
        <w:jc w:val="both"/>
        <w:rPr>
          <w:rFonts w:cs="Arial"/>
          <w:szCs w:val="20"/>
        </w:rPr>
      </w:pPr>
      <w:r w:rsidRPr="00B32B92">
        <w:rPr>
          <w:rFonts w:cs="Times New Roman"/>
          <w:szCs w:val="20"/>
        </w:rPr>
        <w:t>Produto similar a Moto Crosser 150 S ABS da Yamaha</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14:paraId="7077CE45" w14:textId="77777777"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4882B35" w14:textId="77777777"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36EE5676" w14:textId="77777777"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14:paraId="2C0F097D" w14:textId="77777777" w:rsidTr="00A8162F">
        <w:tc>
          <w:tcPr>
            <w:tcW w:w="709" w:type="dxa"/>
            <w:vAlign w:val="center"/>
          </w:tcPr>
          <w:p w14:paraId="3F31325D" w14:textId="21C8D61F" w:rsidR="008019BC" w:rsidRPr="00623008" w:rsidRDefault="008019BC" w:rsidP="00A8162F">
            <w:pPr>
              <w:widowControl w:val="0"/>
              <w:suppressAutoHyphens/>
              <w:jc w:val="center"/>
              <w:rPr>
                <w:rFonts w:cs="Arial"/>
                <w:b/>
                <w:color w:val="000000"/>
                <w:szCs w:val="20"/>
              </w:rPr>
            </w:pPr>
            <w:r>
              <w:rPr>
                <w:rFonts w:cs="Arial"/>
                <w:b/>
                <w:color w:val="000000"/>
                <w:szCs w:val="20"/>
              </w:rPr>
              <w:t>2</w:t>
            </w:r>
            <w:r w:rsidR="00515F83">
              <w:rPr>
                <w:rFonts w:cs="Arial"/>
                <w:b/>
                <w:color w:val="000000"/>
                <w:szCs w:val="20"/>
              </w:rPr>
              <w:t xml:space="preserve"> </w:t>
            </w:r>
          </w:p>
        </w:tc>
        <w:tc>
          <w:tcPr>
            <w:tcW w:w="8357" w:type="dxa"/>
          </w:tcPr>
          <w:p w14:paraId="5D65F904" w14:textId="1A7267AD" w:rsidR="008019BC" w:rsidRPr="00623008" w:rsidRDefault="008019BC" w:rsidP="00654CC2">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r w:rsidR="00654CC2">
              <w:rPr>
                <w:rFonts w:cs="Times New Roman"/>
                <w:bCs/>
                <w:szCs w:val="20"/>
              </w:rPr>
              <w:t xml:space="preserve"> de no mínimo 145 cilindradas</w:t>
            </w:r>
          </w:p>
        </w:tc>
      </w:tr>
    </w:tbl>
    <w:p w14:paraId="57EBBDA0" w14:textId="77777777" w:rsidR="008019BC" w:rsidRPr="00623008" w:rsidRDefault="008019BC" w:rsidP="00A50BF7">
      <w:pPr>
        <w:pStyle w:val="PargrafodaLista"/>
        <w:numPr>
          <w:ilvl w:val="0"/>
          <w:numId w:val="45"/>
        </w:numPr>
        <w:spacing w:before="240" w:after="240"/>
        <w:ind w:left="0" w:firstLine="0"/>
        <w:contextualSpacing w:val="0"/>
        <w:jc w:val="both"/>
        <w:rPr>
          <w:rFonts w:cs="Arial"/>
          <w:b/>
          <w:szCs w:val="20"/>
        </w:rPr>
      </w:pPr>
      <w:r w:rsidRPr="00623008">
        <w:rPr>
          <w:rFonts w:cs="Arial"/>
          <w:b/>
          <w:szCs w:val="20"/>
        </w:rPr>
        <w:t>CARACTERÍSTICAS TÉCNICAS</w:t>
      </w:r>
    </w:p>
    <w:p w14:paraId="09D68C54"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14:paraId="06D226E5"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472AD165"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lastRenderedPageBreak/>
        <w:t>Motor: bicombustível (gasolina/etanol), monocilíndrico, 4 tempos, arrefecido a ar</w:t>
      </w:r>
      <w:r>
        <w:rPr>
          <w:rFonts w:cs="Arial"/>
          <w:szCs w:val="20"/>
        </w:rPr>
        <w:t xml:space="preserve"> e com injeção eletrônica</w:t>
      </w:r>
      <w:r w:rsidRPr="00623008">
        <w:rPr>
          <w:rFonts w:cs="Arial"/>
          <w:szCs w:val="20"/>
        </w:rPr>
        <w:t>;</w:t>
      </w:r>
    </w:p>
    <w:p w14:paraId="50AFDDFE"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14:paraId="05E42C00"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14:paraId="1D789D7F" w14:textId="77777777"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 </w:t>
      </w:r>
      <w:r w:rsidRPr="00623008">
        <w:rPr>
          <w:rFonts w:cs="Arial"/>
          <w:szCs w:val="20"/>
        </w:rPr>
        <w:t>5 velocidades;</w:t>
      </w:r>
    </w:p>
    <w:p w14:paraId="373ECC08" w14:textId="134461BF" w:rsidR="008019BC"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r w:rsidR="005044B6">
        <w:rPr>
          <w:rFonts w:cs="Arial"/>
          <w:szCs w:val="20"/>
        </w:rPr>
        <w:t xml:space="preserve"> e </w:t>
      </w:r>
    </w:p>
    <w:p w14:paraId="7F261FE6" w14:textId="402B0DDE" w:rsidR="008019BC" w:rsidRPr="00623008" w:rsidRDefault="008019BC" w:rsidP="00A50BF7">
      <w:pPr>
        <w:pStyle w:val="PargrafodaLista"/>
        <w:numPr>
          <w:ilvl w:val="0"/>
          <w:numId w:val="44"/>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044B6">
        <w:rPr>
          <w:rFonts w:cs="Arial"/>
          <w:szCs w:val="20"/>
        </w:rPr>
        <w:t>.</w:t>
      </w:r>
    </w:p>
    <w:p w14:paraId="74A2C851" w14:textId="77777777" w:rsidR="008019BC" w:rsidRPr="00623008" w:rsidRDefault="008019BC" w:rsidP="00A50BF7">
      <w:pPr>
        <w:pStyle w:val="PargrafodaLista"/>
        <w:numPr>
          <w:ilvl w:val="0"/>
          <w:numId w:val="45"/>
        </w:numPr>
        <w:spacing w:before="240" w:after="240"/>
        <w:ind w:left="0" w:firstLine="0"/>
        <w:contextualSpacing w:val="0"/>
        <w:jc w:val="both"/>
        <w:rPr>
          <w:rFonts w:cs="Arial"/>
          <w:szCs w:val="20"/>
        </w:rPr>
      </w:pPr>
      <w:r w:rsidRPr="00623008">
        <w:rPr>
          <w:rFonts w:cs="Arial"/>
          <w:b/>
          <w:szCs w:val="20"/>
        </w:rPr>
        <w:t>DIVERSOS</w:t>
      </w:r>
    </w:p>
    <w:p w14:paraId="23EBBEBE" w14:textId="77777777" w:rsidR="008019BC" w:rsidRPr="00623008" w:rsidRDefault="008019BC"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14:paraId="2601477B" w14:textId="77777777" w:rsidR="008019BC" w:rsidRPr="009E33A6" w:rsidRDefault="008019BC" w:rsidP="00A50BF7">
      <w:pPr>
        <w:pStyle w:val="PargrafodaLista"/>
        <w:numPr>
          <w:ilvl w:val="0"/>
          <w:numId w:val="43"/>
        </w:numPr>
        <w:spacing w:before="100" w:beforeAutospacing="1" w:after="120"/>
        <w:ind w:left="0" w:firstLine="0"/>
        <w:jc w:val="both"/>
        <w:rPr>
          <w:rFonts w:cs="Arial"/>
          <w:szCs w:val="20"/>
        </w:rPr>
      </w:pPr>
      <w:r w:rsidRPr="009E33A6">
        <w:rPr>
          <w:rFonts w:cs="Arial"/>
          <w:szCs w:val="20"/>
        </w:rPr>
        <w:t>Chassi de aço tubular tipo diamante;</w:t>
      </w:r>
    </w:p>
    <w:p w14:paraId="1A2005F7" w14:textId="77777777" w:rsidR="008019BC" w:rsidRPr="00623008" w:rsidRDefault="008019BC"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12</w:t>
      </w:r>
      <w:r w:rsidRPr="00623008">
        <w:rPr>
          <w:rFonts w:cs="Arial"/>
          <w:szCs w:val="20"/>
        </w:rPr>
        <w:t>0 mm;</w:t>
      </w:r>
    </w:p>
    <w:p w14:paraId="599184C2" w14:textId="77777777" w:rsidR="008019BC" w:rsidRPr="00623008" w:rsidRDefault="008019BC"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 ou tambor com diâmetro de no mínimo 130mm</w:t>
      </w:r>
      <w:r w:rsidRPr="00623008">
        <w:rPr>
          <w:rFonts w:cs="Arial"/>
          <w:szCs w:val="20"/>
        </w:rPr>
        <w:t>;</w:t>
      </w:r>
    </w:p>
    <w:p w14:paraId="3E9EF0E0" w14:textId="77777777" w:rsidR="008019BC" w:rsidRPr="00623008" w:rsidRDefault="008019BC"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14:paraId="728B9884" w14:textId="77777777" w:rsidR="008019BC" w:rsidRDefault="008019BC" w:rsidP="00A50BF7">
      <w:pPr>
        <w:pStyle w:val="PargrafodaLista"/>
        <w:numPr>
          <w:ilvl w:val="0"/>
          <w:numId w:val="43"/>
        </w:numPr>
        <w:spacing w:before="100" w:beforeAutospacing="1" w:after="120"/>
        <w:ind w:left="0" w:firstLine="0"/>
        <w:jc w:val="both"/>
        <w:rPr>
          <w:rFonts w:cs="Arial"/>
          <w:szCs w:val="20"/>
        </w:rPr>
      </w:pPr>
      <w:r>
        <w:rPr>
          <w:rFonts w:cs="Arial"/>
          <w:szCs w:val="20"/>
        </w:rPr>
        <w:t xml:space="preserve">Pintura na cor BRANCA; e </w:t>
      </w:r>
    </w:p>
    <w:p w14:paraId="7066E34E" w14:textId="77777777" w:rsidR="008019BC" w:rsidRPr="00623008" w:rsidRDefault="008019BC" w:rsidP="00A50BF7">
      <w:pPr>
        <w:pStyle w:val="PargrafodaLista"/>
        <w:numPr>
          <w:ilvl w:val="0"/>
          <w:numId w:val="43"/>
        </w:numPr>
        <w:spacing w:before="100" w:beforeAutospacing="1" w:after="120"/>
        <w:ind w:left="0" w:firstLine="0"/>
        <w:jc w:val="both"/>
        <w:rPr>
          <w:rFonts w:cs="Arial"/>
          <w:szCs w:val="20"/>
        </w:rPr>
      </w:pPr>
      <w:r w:rsidRPr="00FD5A93">
        <w:rPr>
          <w:rFonts w:cs="Times New Roman"/>
          <w:szCs w:val="20"/>
        </w:rPr>
        <w:t>Produto similar a moto CG 160 Start da Honda</w:t>
      </w:r>
      <w:r>
        <w:rPr>
          <w:rFonts w:cs="Times New Roman"/>
          <w:szCs w:val="20"/>
        </w:rPr>
        <w:t>.</w:t>
      </w:r>
    </w:p>
    <w:p w14:paraId="362B2225" w14:textId="77777777" w:rsidR="008019BC" w:rsidRDefault="008019BC" w:rsidP="008019BC">
      <w:pPr>
        <w:jc w:val="center"/>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8019BC" w:rsidRPr="00623008" w14:paraId="2B76AC97" w14:textId="77777777"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FC9B431" w14:textId="77777777"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w:t>
            </w:r>
            <w:r w:rsidR="00342980">
              <w:rPr>
                <w:rFonts w:cs="Arial"/>
                <w:b/>
                <w:color w:val="000000"/>
                <w:szCs w:val="20"/>
              </w:rPr>
              <w:t>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14:paraId="681291F7" w14:textId="77777777"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14:paraId="336C3C83" w14:textId="77777777" w:rsidTr="00342980">
        <w:tc>
          <w:tcPr>
            <w:tcW w:w="880" w:type="dxa"/>
            <w:vAlign w:val="center"/>
          </w:tcPr>
          <w:p w14:paraId="02C7DA00" w14:textId="79FD7362" w:rsidR="008019BC" w:rsidRPr="00623008" w:rsidRDefault="008019BC" w:rsidP="00A8162F">
            <w:pPr>
              <w:widowControl w:val="0"/>
              <w:suppressAutoHyphens/>
              <w:jc w:val="center"/>
              <w:rPr>
                <w:rFonts w:cs="Arial"/>
                <w:b/>
                <w:color w:val="000000"/>
                <w:szCs w:val="20"/>
              </w:rPr>
            </w:pPr>
            <w:r>
              <w:rPr>
                <w:rFonts w:cs="Arial"/>
                <w:b/>
                <w:color w:val="000000"/>
                <w:szCs w:val="20"/>
              </w:rPr>
              <w:t>3</w:t>
            </w:r>
          </w:p>
        </w:tc>
        <w:tc>
          <w:tcPr>
            <w:tcW w:w="8186" w:type="dxa"/>
          </w:tcPr>
          <w:p w14:paraId="4802EDDE" w14:textId="204E04D4"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r w:rsidR="00654CC2">
              <w:rPr>
                <w:rFonts w:cs="Times New Roman"/>
                <w:bCs/>
                <w:szCs w:val="20"/>
              </w:rPr>
              <w:t xml:space="preserve"> de no mínimo 100 cilindradas</w:t>
            </w:r>
          </w:p>
        </w:tc>
      </w:tr>
    </w:tbl>
    <w:p w14:paraId="5A5A366B" w14:textId="77777777" w:rsidR="008019BC" w:rsidRPr="00623008" w:rsidRDefault="008019BC" w:rsidP="00A50BF7">
      <w:pPr>
        <w:pStyle w:val="PargrafodaLista"/>
        <w:numPr>
          <w:ilvl w:val="0"/>
          <w:numId w:val="46"/>
        </w:numPr>
        <w:spacing w:before="240" w:after="240"/>
        <w:ind w:left="0" w:firstLine="0"/>
        <w:contextualSpacing w:val="0"/>
        <w:jc w:val="both"/>
        <w:rPr>
          <w:rFonts w:cs="Arial"/>
          <w:b/>
          <w:szCs w:val="20"/>
        </w:rPr>
      </w:pPr>
      <w:r w:rsidRPr="00623008">
        <w:rPr>
          <w:rFonts w:cs="Arial"/>
          <w:b/>
          <w:szCs w:val="20"/>
        </w:rPr>
        <w:t>CARACTERÍSTICAS TÉCNICAS</w:t>
      </w:r>
    </w:p>
    <w:p w14:paraId="51E695FD" w14:textId="77777777" w:rsidR="008019BC" w:rsidRPr="00623008" w:rsidRDefault="008019BC" w:rsidP="00A50BF7">
      <w:pPr>
        <w:pStyle w:val="PargrafodaLista"/>
        <w:numPr>
          <w:ilvl w:val="0"/>
          <w:numId w:val="47"/>
        </w:numPr>
        <w:spacing w:before="120"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14:paraId="1614F310" w14:textId="77777777"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3CBD72B9" w14:textId="77777777"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Motor: gasolina, monocilíndrico, 4 tempos, arrefecido a ar</w:t>
      </w:r>
      <w:r>
        <w:rPr>
          <w:rFonts w:cs="Arial"/>
          <w:szCs w:val="20"/>
        </w:rPr>
        <w:t xml:space="preserve"> e com injeção eletrônica</w:t>
      </w:r>
      <w:r w:rsidRPr="00623008">
        <w:rPr>
          <w:rFonts w:cs="Arial"/>
          <w:szCs w:val="20"/>
        </w:rPr>
        <w:t>;</w:t>
      </w:r>
    </w:p>
    <w:p w14:paraId="4AE6E8BD" w14:textId="77777777"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00</w:t>
      </w:r>
      <w:r w:rsidRPr="00623008">
        <w:rPr>
          <w:rFonts w:cs="Arial"/>
          <w:szCs w:val="20"/>
        </w:rPr>
        <w:t>CC;</w:t>
      </w:r>
    </w:p>
    <w:p w14:paraId="177B8A15" w14:textId="77777777"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Potência Máxima</w:t>
      </w:r>
      <w:r>
        <w:rPr>
          <w:rFonts w:cs="Arial"/>
          <w:szCs w:val="20"/>
        </w:rPr>
        <w:t xml:space="preserve">, </w:t>
      </w:r>
      <w:r w:rsidRPr="00623008">
        <w:rPr>
          <w:rFonts w:cs="Arial"/>
          <w:szCs w:val="20"/>
        </w:rPr>
        <w:t xml:space="preserve">mínimo de </w:t>
      </w:r>
      <w:r>
        <w:rPr>
          <w:rFonts w:cs="Arial"/>
          <w:szCs w:val="20"/>
        </w:rPr>
        <w:t>8</w:t>
      </w:r>
      <w:r w:rsidRPr="00623008">
        <w:rPr>
          <w:rFonts w:cs="Arial"/>
          <w:szCs w:val="20"/>
        </w:rPr>
        <w:t>,0CV;</w:t>
      </w:r>
    </w:p>
    <w:p w14:paraId="796CFEEC" w14:textId="77777777"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manual de 4</w:t>
      </w:r>
      <w:r w:rsidRPr="00623008">
        <w:rPr>
          <w:rFonts w:cs="Arial"/>
          <w:szCs w:val="20"/>
        </w:rPr>
        <w:t xml:space="preserve"> velocidades</w:t>
      </w:r>
      <w:r>
        <w:rPr>
          <w:rFonts w:cs="Arial"/>
          <w:szCs w:val="20"/>
        </w:rPr>
        <w:t xml:space="preserve"> ou automática</w:t>
      </w:r>
      <w:r w:rsidRPr="00623008">
        <w:rPr>
          <w:rFonts w:cs="Arial"/>
          <w:szCs w:val="20"/>
        </w:rPr>
        <w:t>;</w:t>
      </w:r>
    </w:p>
    <w:p w14:paraId="657CA5E2" w14:textId="180B730D" w:rsidR="008019BC"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r w:rsidR="005044B6">
        <w:rPr>
          <w:rFonts w:cs="Arial"/>
          <w:szCs w:val="20"/>
        </w:rPr>
        <w:t xml:space="preserve"> e</w:t>
      </w:r>
    </w:p>
    <w:p w14:paraId="79F4BC92" w14:textId="0A498AF3" w:rsidR="008019BC" w:rsidRPr="00623008" w:rsidRDefault="008019BC" w:rsidP="00A50BF7">
      <w:pPr>
        <w:pStyle w:val="PargrafodaLista"/>
        <w:numPr>
          <w:ilvl w:val="0"/>
          <w:numId w:val="47"/>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or</w:t>
      </w:r>
      <w:r w:rsidRPr="00623008">
        <w:rPr>
          <w:rFonts w:cs="Arial"/>
          <w:szCs w:val="20"/>
        </w:rPr>
        <w:t>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044B6">
        <w:rPr>
          <w:rFonts w:cs="Arial"/>
          <w:szCs w:val="20"/>
        </w:rPr>
        <w:t>.</w:t>
      </w:r>
    </w:p>
    <w:p w14:paraId="3CF31557" w14:textId="77777777" w:rsidR="008019BC" w:rsidRPr="00623008" w:rsidRDefault="008019BC" w:rsidP="00A50BF7">
      <w:pPr>
        <w:pStyle w:val="PargrafodaLista"/>
        <w:numPr>
          <w:ilvl w:val="0"/>
          <w:numId w:val="46"/>
        </w:numPr>
        <w:spacing w:before="240" w:after="240"/>
        <w:ind w:left="0" w:firstLine="0"/>
        <w:contextualSpacing w:val="0"/>
        <w:jc w:val="both"/>
        <w:rPr>
          <w:rFonts w:cs="Arial"/>
          <w:szCs w:val="20"/>
        </w:rPr>
      </w:pPr>
      <w:r w:rsidRPr="00623008">
        <w:rPr>
          <w:rFonts w:cs="Arial"/>
          <w:b/>
          <w:szCs w:val="20"/>
        </w:rPr>
        <w:t>DIVERSOS</w:t>
      </w:r>
    </w:p>
    <w:p w14:paraId="54867E73" w14:textId="77777777" w:rsidR="008019BC" w:rsidRPr="00623008" w:rsidRDefault="008019BC" w:rsidP="00A50BF7">
      <w:pPr>
        <w:pStyle w:val="PargrafodaLista"/>
        <w:numPr>
          <w:ilvl w:val="0"/>
          <w:numId w:val="48"/>
        </w:numPr>
        <w:spacing w:before="120" w:after="120"/>
        <w:ind w:left="0" w:firstLine="0"/>
        <w:jc w:val="both"/>
        <w:rPr>
          <w:rFonts w:cs="Arial"/>
          <w:szCs w:val="20"/>
        </w:rPr>
      </w:pPr>
      <w:r w:rsidRPr="00623008">
        <w:rPr>
          <w:rFonts w:cs="Arial"/>
          <w:szCs w:val="20"/>
        </w:rPr>
        <w:t>Deverá acompanhar a motocicleta todo ferramental básico distribuído pelo fornecedor;</w:t>
      </w:r>
    </w:p>
    <w:p w14:paraId="46ADE56F" w14:textId="77777777" w:rsidR="008019BC" w:rsidRPr="009E33A6" w:rsidRDefault="008019BC" w:rsidP="00A50BF7">
      <w:pPr>
        <w:pStyle w:val="PargrafodaLista"/>
        <w:numPr>
          <w:ilvl w:val="0"/>
          <w:numId w:val="48"/>
        </w:numPr>
        <w:spacing w:before="100" w:beforeAutospacing="1" w:after="120"/>
        <w:ind w:left="0" w:firstLine="0"/>
        <w:jc w:val="both"/>
        <w:rPr>
          <w:rFonts w:cs="Arial"/>
          <w:szCs w:val="20"/>
        </w:rPr>
      </w:pPr>
      <w:r w:rsidRPr="009E33A6">
        <w:rPr>
          <w:rFonts w:cs="Arial"/>
          <w:szCs w:val="20"/>
        </w:rPr>
        <w:t xml:space="preserve">Chassi de aço </w:t>
      </w:r>
      <w:r>
        <w:rPr>
          <w:rFonts w:cs="Arial"/>
          <w:szCs w:val="20"/>
        </w:rPr>
        <w:t>t</w:t>
      </w:r>
      <w:r w:rsidRPr="009E33A6">
        <w:rPr>
          <w:rFonts w:cs="Arial"/>
          <w:szCs w:val="20"/>
        </w:rPr>
        <w:t xml:space="preserve">ipo </w:t>
      </w:r>
      <w:r>
        <w:rPr>
          <w:rFonts w:cs="Arial"/>
          <w:szCs w:val="20"/>
        </w:rPr>
        <w:t>monobloco</w:t>
      </w:r>
      <w:r w:rsidRPr="009E33A6">
        <w:rPr>
          <w:rFonts w:cs="Arial"/>
          <w:szCs w:val="20"/>
        </w:rPr>
        <w:t>;</w:t>
      </w:r>
    </w:p>
    <w:p w14:paraId="18479D22" w14:textId="77777777" w:rsidR="008019BC" w:rsidRPr="00623008" w:rsidRDefault="008019BC" w:rsidP="00A50BF7">
      <w:pPr>
        <w:pStyle w:val="PargrafodaLista"/>
        <w:numPr>
          <w:ilvl w:val="0"/>
          <w:numId w:val="48"/>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9</w:t>
      </w:r>
      <w:r w:rsidRPr="00623008">
        <w:rPr>
          <w:rFonts w:cs="Arial"/>
          <w:szCs w:val="20"/>
        </w:rPr>
        <w:t>0 mm;</w:t>
      </w:r>
    </w:p>
    <w:p w14:paraId="0E63D19C" w14:textId="77777777" w:rsidR="008019BC" w:rsidRPr="00623008" w:rsidRDefault="008019BC" w:rsidP="00A50BF7">
      <w:pPr>
        <w:pStyle w:val="PargrafodaLista"/>
        <w:numPr>
          <w:ilvl w:val="0"/>
          <w:numId w:val="48"/>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200mm ou tambor com diâmetro de no mínimo 130mm</w:t>
      </w:r>
      <w:r w:rsidRPr="00623008">
        <w:rPr>
          <w:rFonts w:cs="Arial"/>
          <w:szCs w:val="20"/>
        </w:rPr>
        <w:t>;</w:t>
      </w:r>
    </w:p>
    <w:p w14:paraId="266D0040" w14:textId="77777777" w:rsidR="008019BC" w:rsidRPr="00623008" w:rsidRDefault="008019BC" w:rsidP="00A50BF7">
      <w:pPr>
        <w:pStyle w:val="PargrafodaLista"/>
        <w:numPr>
          <w:ilvl w:val="0"/>
          <w:numId w:val="48"/>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14:paraId="3EAF6207" w14:textId="77777777" w:rsidR="008019BC" w:rsidRDefault="008019BC" w:rsidP="00A50BF7">
      <w:pPr>
        <w:pStyle w:val="PargrafodaLista"/>
        <w:numPr>
          <w:ilvl w:val="0"/>
          <w:numId w:val="48"/>
        </w:numPr>
        <w:spacing w:before="100" w:beforeAutospacing="1" w:after="120"/>
        <w:ind w:left="0" w:firstLine="0"/>
        <w:jc w:val="both"/>
        <w:rPr>
          <w:rFonts w:cs="Arial"/>
          <w:szCs w:val="20"/>
        </w:rPr>
      </w:pPr>
      <w:r>
        <w:rPr>
          <w:rFonts w:cs="Arial"/>
          <w:szCs w:val="20"/>
        </w:rPr>
        <w:t>Pintura na cor BRANCA; e</w:t>
      </w:r>
    </w:p>
    <w:p w14:paraId="3E0B1BCE" w14:textId="27D4CC1F" w:rsidR="00515F83" w:rsidRPr="00515F83" w:rsidRDefault="008019BC" w:rsidP="00A50BF7">
      <w:pPr>
        <w:pStyle w:val="PargrafodaLista"/>
        <w:numPr>
          <w:ilvl w:val="0"/>
          <w:numId w:val="48"/>
        </w:numPr>
        <w:spacing w:before="100" w:beforeAutospacing="1" w:after="120"/>
        <w:ind w:left="0" w:firstLine="0"/>
        <w:jc w:val="both"/>
        <w:rPr>
          <w:rFonts w:cs="Arial"/>
          <w:szCs w:val="20"/>
        </w:rPr>
      </w:pPr>
      <w:r w:rsidRPr="001645EB">
        <w:rPr>
          <w:rFonts w:cs="Times New Roman"/>
          <w:szCs w:val="20"/>
        </w:rPr>
        <w:t xml:space="preserve">Produto similar a moto </w:t>
      </w:r>
      <w:proofErr w:type="spellStart"/>
      <w:r w:rsidRPr="001645EB">
        <w:rPr>
          <w:rFonts w:cs="Times New Roman"/>
          <w:szCs w:val="20"/>
        </w:rPr>
        <w:t>Biz</w:t>
      </w:r>
      <w:proofErr w:type="spellEnd"/>
      <w:r w:rsidRPr="001645EB">
        <w:rPr>
          <w:rFonts w:cs="Times New Roman"/>
          <w:szCs w:val="20"/>
        </w:rPr>
        <w:t xml:space="preserve"> 110i da Honda</w:t>
      </w:r>
      <w:r>
        <w:rPr>
          <w:rFonts w:cs="Times New Roman"/>
          <w:szCs w:val="20"/>
        </w:rPr>
        <w:t>.</w:t>
      </w:r>
    </w:p>
    <w:p w14:paraId="04BDD802" w14:textId="77777777" w:rsidR="00515F83" w:rsidRDefault="00515F83" w:rsidP="00515F83">
      <w:pPr>
        <w:pStyle w:val="PargrafodaLista"/>
        <w:spacing w:before="100" w:beforeAutospacing="1" w:after="120"/>
        <w:ind w:left="0"/>
        <w:jc w:val="center"/>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515F83" w:rsidRPr="00623008" w14:paraId="563BE44E" w14:textId="77777777" w:rsidTr="00515F83">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F2BC7C7" w14:textId="77777777" w:rsidR="00515F83" w:rsidRPr="00623008" w:rsidRDefault="00515F83" w:rsidP="00515F83">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2D9C0A17" w14:textId="77777777" w:rsidR="00515F83" w:rsidRPr="00623008" w:rsidRDefault="00515F83" w:rsidP="00515F83">
            <w:pPr>
              <w:widowControl w:val="0"/>
              <w:suppressAutoHyphens/>
              <w:jc w:val="center"/>
              <w:rPr>
                <w:rFonts w:cs="Times New Roman"/>
                <w:b/>
                <w:bCs/>
                <w:szCs w:val="20"/>
              </w:rPr>
            </w:pPr>
            <w:r w:rsidRPr="00623008">
              <w:rPr>
                <w:rFonts w:cs="Times New Roman"/>
                <w:b/>
                <w:bCs/>
                <w:szCs w:val="20"/>
              </w:rPr>
              <w:t>DESCRIÇÃO/ESPECIFICAÇÃO</w:t>
            </w:r>
          </w:p>
        </w:tc>
      </w:tr>
      <w:tr w:rsidR="00515F83" w:rsidRPr="00623008" w14:paraId="4F4C97D0" w14:textId="77777777" w:rsidTr="00515F83">
        <w:tc>
          <w:tcPr>
            <w:tcW w:w="709" w:type="dxa"/>
            <w:vAlign w:val="center"/>
          </w:tcPr>
          <w:p w14:paraId="52B256E8" w14:textId="00B24C41" w:rsidR="00515F83" w:rsidRPr="00623008" w:rsidRDefault="00515F83" w:rsidP="00515F83">
            <w:pPr>
              <w:widowControl w:val="0"/>
              <w:suppressAutoHyphens/>
              <w:jc w:val="center"/>
              <w:rPr>
                <w:rFonts w:cs="Arial"/>
                <w:b/>
                <w:color w:val="000000"/>
                <w:szCs w:val="20"/>
              </w:rPr>
            </w:pPr>
            <w:r>
              <w:rPr>
                <w:rFonts w:cs="Arial"/>
                <w:b/>
                <w:color w:val="000000"/>
                <w:szCs w:val="20"/>
              </w:rPr>
              <w:t>4</w:t>
            </w:r>
          </w:p>
        </w:tc>
        <w:tc>
          <w:tcPr>
            <w:tcW w:w="8357" w:type="dxa"/>
          </w:tcPr>
          <w:p w14:paraId="1EBCE291" w14:textId="1F7EA4BF" w:rsidR="00515F83" w:rsidRPr="00623008" w:rsidRDefault="00515F83" w:rsidP="00515F83">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r w:rsidR="00654CC2">
              <w:rPr>
                <w:rFonts w:cs="Times New Roman"/>
                <w:bCs/>
                <w:szCs w:val="20"/>
              </w:rPr>
              <w:t xml:space="preserve"> de no mínimo 145 cilindradas</w:t>
            </w:r>
          </w:p>
        </w:tc>
      </w:tr>
    </w:tbl>
    <w:p w14:paraId="4868D6CF" w14:textId="77777777" w:rsidR="00515F83" w:rsidRPr="00623008" w:rsidRDefault="00515F83" w:rsidP="00A50BF7">
      <w:pPr>
        <w:pStyle w:val="PargrafodaLista"/>
        <w:numPr>
          <w:ilvl w:val="0"/>
          <w:numId w:val="65"/>
        </w:numPr>
        <w:spacing w:before="240" w:after="240"/>
        <w:ind w:left="0" w:firstLine="0"/>
        <w:contextualSpacing w:val="0"/>
        <w:jc w:val="both"/>
        <w:rPr>
          <w:rFonts w:cs="Arial"/>
          <w:b/>
          <w:szCs w:val="20"/>
        </w:rPr>
      </w:pPr>
      <w:r w:rsidRPr="00623008">
        <w:rPr>
          <w:rFonts w:cs="Arial"/>
          <w:b/>
          <w:szCs w:val="20"/>
        </w:rPr>
        <w:t>CARACTERÍSTICAS TÉCNICAS</w:t>
      </w:r>
    </w:p>
    <w:p w14:paraId="7905B1A4"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14:paraId="6A7CD6BD"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5246FBBB"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lastRenderedPageBreak/>
        <w:t>Motor: bicombustível (gasolina/etanol), monocilíndrico, 4 tempos, arrefecido a ar</w:t>
      </w:r>
      <w:r>
        <w:rPr>
          <w:rFonts w:cs="Arial"/>
          <w:szCs w:val="20"/>
        </w:rPr>
        <w:t xml:space="preserve"> e com injeção eletrônica</w:t>
      </w:r>
      <w:r w:rsidRPr="00623008">
        <w:rPr>
          <w:rFonts w:cs="Arial"/>
          <w:szCs w:val="20"/>
        </w:rPr>
        <w:t>;</w:t>
      </w:r>
    </w:p>
    <w:p w14:paraId="0834246E"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14:paraId="53664E3A"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14:paraId="16D3DEBD" w14:textId="77777777"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 </w:t>
      </w:r>
      <w:r w:rsidRPr="00623008">
        <w:rPr>
          <w:rFonts w:cs="Arial"/>
          <w:szCs w:val="20"/>
        </w:rPr>
        <w:t>5 velocidades;</w:t>
      </w:r>
    </w:p>
    <w:p w14:paraId="5914C011" w14:textId="694D9618" w:rsidR="00515F83"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r w:rsidR="005044B6">
        <w:rPr>
          <w:rFonts w:cs="Arial"/>
          <w:szCs w:val="20"/>
        </w:rPr>
        <w:t xml:space="preserve"> e</w:t>
      </w:r>
    </w:p>
    <w:p w14:paraId="0C1929FD" w14:textId="42643BDB" w:rsidR="00515F83" w:rsidRPr="00623008" w:rsidRDefault="00515F83" w:rsidP="00A50BF7">
      <w:pPr>
        <w:pStyle w:val="PargrafodaLista"/>
        <w:numPr>
          <w:ilvl w:val="0"/>
          <w:numId w:val="66"/>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044B6">
        <w:rPr>
          <w:rFonts w:cs="Arial"/>
          <w:szCs w:val="20"/>
        </w:rPr>
        <w:t>.</w:t>
      </w:r>
    </w:p>
    <w:p w14:paraId="3C6C9245" w14:textId="77777777" w:rsidR="00515F83" w:rsidRPr="00623008" w:rsidRDefault="00515F83" w:rsidP="00A50BF7">
      <w:pPr>
        <w:pStyle w:val="PargrafodaLista"/>
        <w:numPr>
          <w:ilvl w:val="0"/>
          <w:numId w:val="65"/>
        </w:numPr>
        <w:spacing w:before="240" w:after="240"/>
        <w:ind w:left="0" w:firstLine="0"/>
        <w:contextualSpacing w:val="0"/>
        <w:jc w:val="both"/>
        <w:rPr>
          <w:rFonts w:cs="Arial"/>
          <w:szCs w:val="20"/>
        </w:rPr>
      </w:pPr>
      <w:r w:rsidRPr="00623008">
        <w:rPr>
          <w:rFonts w:cs="Arial"/>
          <w:b/>
          <w:szCs w:val="20"/>
        </w:rPr>
        <w:t>DIVERSOS</w:t>
      </w:r>
    </w:p>
    <w:p w14:paraId="2C344639" w14:textId="77777777" w:rsidR="00515F83" w:rsidRPr="00623008" w:rsidRDefault="00515F83"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14:paraId="6C76B46C" w14:textId="77777777" w:rsidR="00515F83" w:rsidRPr="009E33A6" w:rsidRDefault="00515F83" w:rsidP="00A50BF7">
      <w:pPr>
        <w:pStyle w:val="PargrafodaLista"/>
        <w:numPr>
          <w:ilvl w:val="0"/>
          <w:numId w:val="43"/>
        </w:numPr>
        <w:spacing w:before="100" w:beforeAutospacing="1" w:after="120"/>
        <w:ind w:left="0" w:firstLine="0"/>
        <w:jc w:val="both"/>
        <w:rPr>
          <w:rFonts w:cs="Arial"/>
          <w:szCs w:val="20"/>
        </w:rPr>
      </w:pPr>
      <w:r w:rsidRPr="009E33A6">
        <w:rPr>
          <w:rFonts w:cs="Arial"/>
          <w:szCs w:val="20"/>
        </w:rPr>
        <w:t>Chassi de aço tubular tipo diamante;</w:t>
      </w:r>
    </w:p>
    <w:p w14:paraId="20F48A86" w14:textId="77777777" w:rsidR="00515F83" w:rsidRPr="00623008" w:rsidRDefault="00515F83"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12</w:t>
      </w:r>
      <w:r w:rsidRPr="00623008">
        <w:rPr>
          <w:rFonts w:cs="Arial"/>
          <w:szCs w:val="20"/>
        </w:rPr>
        <w:t>0 mm;</w:t>
      </w:r>
    </w:p>
    <w:p w14:paraId="6072F0BF" w14:textId="77777777" w:rsidR="00515F83" w:rsidRPr="00623008" w:rsidRDefault="00515F83"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 ou tambor com diâmetro de no mínimo 130mm</w:t>
      </w:r>
      <w:r w:rsidRPr="00623008">
        <w:rPr>
          <w:rFonts w:cs="Arial"/>
          <w:szCs w:val="20"/>
        </w:rPr>
        <w:t>;</w:t>
      </w:r>
    </w:p>
    <w:p w14:paraId="348AC6D3" w14:textId="77777777" w:rsidR="00515F83" w:rsidRPr="00623008" w:rsidRDefault="00515F83" w:rsidP="00A50BF7">
      <w:pPr>
        <w:pStyle w:val="PargrafodaLista"/>
        <w:numPr>
          <w:ilvl w:val="0"/>
          <w:numId w:val="43"/>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14:paraId="4AFA54A8" w14:textId="77777777" w:rsidR="00515F83" w:rsidRDefault="00515F83" w:rsidP="00A50BF7">
      <w:pPr>
        <w:pStyle w:val="PargrafodaLista"/>
        <w:numPr>
          <w:ilvl w:val="0"/>
          <w:numId w:val="43"/>
        </w:numPr>
        <w:spacing w:before="100" w:beforeAutospacing="1" w:after="120"/>
        <w:ind w:left="0" w:firstLine="0"/>
        <w:jc w:val="both"/>
        <w:rPr>
          <w:rFonts w:cs="Arial"/>
          <w:szCs w:val="20"/>
        </w:rPr>
      </w:pPr>
      <w:r>
        <w:rPr>
          <w:rFonts w:cs="Arial"/>
          <w:szCs w:val="20"/>
        </w:rPr>
        <w:t xml:space="preserve">Pintura na cor BRANCA; e </w:t>
      </w:r>
    </w:p>
    <w:p w14:paraId="008EA03B" w14:textId="2B2B7888" w:rsidR="00515F83" w:rsidRPr="00515F83" w:rsidRDefault="00515F83" w:rsidP="00A50BF7">
      <w:pPr>
        <w:pStyle w:val="PargrafodaLista"/>
        <w:numPr>
          <w:ilvl w:val="0"/>
          <w:numId w:val="43"/>
        </w:numPr>
        <w:spacing w:before="100" w:beforeAutospacing="1" w:after="120"/>
        <w:ind w:left="0" w:firstLine="0"/>
        <w:jc w:val="both"/>
        <w:rPr>
          <w:rFonts w:cs="Arial"/>
          <w:szCs w:val="20"/>
        </w:rPr>
      </w:pPr>
      <w:r w:rsidRPr="00FD5A93">
        <w:rPr>
          <w:rFonts w:cs="Times New Roman"/>
          <w:szCs w:val="20"/>
        </w:rPr>
        <w:t>Produto similar a moto CG 160 Start da Honda</w:t>
      </w:r>
      <w:r>
        <w:rPr>
          <w:rFonts w:cs="Times New Roman"/>
          <w:szCs w:val="20"/>
        </w:rPr>
        <w:t>.</w:t>
      </w:r>
    </w:p>
    <w:p w14:paraId="3DBBBFFD" w14:textId="77777777" w:rsidR="00515F83" w:rsidRPr="00515F83" w:rsidRDefault="00515F83" w:rsidP="00515F83">
      <w:pPr>
        <w:spacing w:before="100" w:beforeAutospacing="1" w:after="12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515F83" w:rsidRPr="00623008" w14:paraId="0FE3AE39" w14:textId="77777777" w:rsidTr="00515F83">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83FA522" w14:textId="77777777" w:rsidR="00515F83" w:rsidRPr="00623008" w:rsidRDefault="00515F83" w:rsidP="00515F83">
            <w:pPr>
              <w:widowControl w:val="0"/>
              <w:suppressAutoHyphens/>
              <w:jc w:val="center"/>
              <w:rPr>
                <w:rFonts w:cs="Arial"/>
                <w:b/>
                <w:color w:val="000000"/>
                <w:szCs w:val="20"/>
              </w:rPr>
            </w:pPr>
            <w:r w:rsidRPr="00623008">
              <w:rPr>
                <w:rFonts w:cs="Arial"/>
                <w:b/>
                <w:color w:val="000000"/>
                <w:szCs w:val="20"/>
              </w:rPr>
              <w:t>ITE</w:t>
            </w:r>
            <w:r>
              <w:rPr>
                <w:rFonts w:cs="Arial"/>
                <w:b/>
                <w:color w:val="000000"/>
                <w:szCs w:val="20"/>
              </w:rPr>
              <w:t>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14:paraId="6CAEFB18" w14:textId="77777777" w:rsidR="00515F83" w:rsidRPr="00623008" w:rsidRDefault="00515F83" w:rsidP="00515F83">
            <w:pPr>
              <w:widowControl w:val="0"/>
              <w:suppressAutoHyphens/>
              <w:jc w:val="center"/>
              <w:rPr>
                <w:rFonts w:cs="Times New Roman"/>
                <w:b/>
                <w:bCs/>
                <w:szCs w:val="20"/>
              </w:rPr>
            </w:pPr>
            <w:r w:rsidRPr="00623008">
              <w:rPr>
                <w:rFonts w:cs="Times New Roman"/>
                <w:b/>
                <w:bCs/>
                <w:szCs w:val="20"/>
              </w:rPr>
              <w:t>DESCRIÇÃO/ESPECIFICAÇÃO</w:t>
            </w:r>
          </w:p>
        </w:tc>
      </w:tr>
      <w:tr w:rsidR="00515F83" w:rsidRPr="00623008" w14:paraId="06150DAA" w14:textId="77777777" w:rsidTr="00515F83">
        <w:tc>
          <w:tcPr>
            <w:tcW w:w="880" w:type="dxa"/>
            <w:vAlign w:val="center"/>
          </w:tcPr>
          <w:p w14:paraId="2C9F86C4" w14:textId="10D9086E" w:rsidR="00515F83" w:rsidRPr="00623008" w:rsidRDefault="00515F83" w:rsidP="00515F83">
            <w:pPr>
              <w:widowControl w:val="0"/>
              <w:suppressAutoHyphens/>
              <w:jc w:val="center"/>
              <w:rPr>
                <w:rFonts w:cs="Arial"/>
                <w:b/>
                <w:color w:val="000000"/>
                <w:szCs w:val="20"/>
              </w:rPr>
            </w:pPr>
            <w:r>
              <w:rPr>
                <w:rFonts w:cs="Arial"/>
                <w:b/>
                <w:color w:val="000000"/>
                <w:szCs w:val="20"/>
              </w:rPr>
              <w:t>5</w:t>
            </w:r>
          </w:p>
        </w:tc>
        <w:tc>
          <w:tcPr>
            <w:tcW w:w="8186" w:type="dxa"/>
          </w:tcPr>
          <w:p w14:paraId="7F01E0AB" w14:textId="31BA7A7C" w:rsidR="00515F83" w:rsidRPr="00623008" w:rsidRDefault="00515F83" w:rsidP="00515F83">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r w:rsidR="00654CC2">
              <w:rPr>
                <w:rFonts w:cs="Times New Roman"/>
                <w:bCs/>
                <w:szCs w:val="20"/>
              </w:rPr>
              <w:t xml:space="preserve"> de no mínimo 100 cilindradas</w:t>
            </w:r>
          </w:p>
        </w:tc>
      </w:tr>
    </w:tbl>
    <w:p w14:paraId="70B9EAE0" w14:textId="77777777" w:rsidR="00515F83" w:rsidRPr="00623008" w:rsidRDefault="00515F83" w:rsidP="00A50BF7">
      <w:pPr>
        <w:pStyle w:val="PargrafodaLista"/>
        <w:numPr>
          <w:ilvl w:val="0"/>
          <w:numId w:val="68"/>
        </w:numPr>
        <w:spacing w:before="240" w:after="240"/>
        <w:ind w:left="0" w:firstLine="0"/>
        <w:contextualSpacing w:val="0"/>
        <w:jc w:val="both"/>
        <w:rPr>
          <w:rFonts w:cs="Arial"/>
          <w:b/>
          <w:szCs w:val="20"/>
        </w:rPr>
      </w:pPr>
      <w:r w:rsidRPr="00623008">
        <w:rPr>
          <w:rFonts w:cs="Arial"/>
          <w:b/>
          <w:szCs w:val="20"/>
        </w:rPr>
        <w:t>CARACTERÍSTICAS TÉCNICAS</w:t>
      </w:r>
    </w:p>
    <w:p w14:paraId="27749574" w14:textId="77777777" w:rsidR="00515F83" w:rsidRPr="00623008" w:rsidRDefault="00515F83" w:rsidP="00A50BF7">
      <w:pPr>
        <w:pStyle w:val="PargrafodaLista"/>
        <w:numPr>
          <w:ilvl w:val="0"/>
          <w:numId w:val="67"/>
        </w:numPr>
        <w:spacing w:before="120"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14:paraId="3E964334" w14:textId="77777777"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259D0758" w14:textId="77777777"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Motor: gasolina, monocilíndrico, 4 tempos, arrefecido a ar</w:t>
      </w:r>
      <w:r>
        <w:rPr>
          <w:rFonts w:cs="Arial"/>
          <w:szCs w:val="20"/>
        </w:rPr>
        <w:t xml:space="preserve"> e com injeção eletrônica</w:t>
      </w:r>
      <w:r w:rsidRPr="00623008">
        <w:rPr>
          <w:rFonts w:cs="Arial"/>
          <w:szCs w:val="20"/>
        </w:rPr>
        <w:t>;</w:t>
      </w:r>
    </w:p>
    <w:p w14:paraId="142F9290" w14:textId="77777777"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00</w:t>
      </w:r>
      <w:r w:rsidRPr="00623008">
        <w:rPr>
          <w:rFonts w:cs="Arial"/>
          <w:szCs w:val="20"/>
        </w:rPr>
        <w:t>CC;</w:t>
      </w:r>
    </w:p>
    <w:p w14:paraId="00165EC1" w14:textId="77777777"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Potência Máxima</w:t>
      </w:r>
      <w:r>
        <w:rPr>
          <w:rFonts w:cs="Arial"/>
          <w:szCs w:val="20"/>
        </w:rPr>
        <w:t xml:space="preserve">, </w:t>
      </w:r>
      <w:r w:rsidRPr="00623008">
        <w:rPr>
          <w:rFonts w:cs="Arial"/>
          <w:szCs w:val="20"/>
        </w:rPr>
        <w:t xml:space="preserve">mínimo de </w:t>
      </w:r>
      <w:r>
        <w:rPr>
          <w:rFonts w:cs="Arial"/>
          <w:szCs w:val="20"/>
        </w:rPr>
        <w:t>8</w:t>
      </w:r>
      <w:r w:rsidRPr="00623008">
        <w:rPr>
          <w:rFonts w:cs="Arial"/>
          <w:szCs w:val="20"/>
        </w:rPr>
        <w:t>,0CV;</w:t>
      </w:r>
    </w:p>
    <w:p w14:paraId="753DCDAE" w14:textId="77777777"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manual de 4</w:t>
      </w:r>
      <w:r w:rsidRPr="00623008">
        <w:rPr>
          <w:rFonts w:cs="Arial"/>
          <w:szCs w:val="20"/>
        </w:rPr>
        <w:t xml:space="preserve"> velocidades</w:t>
      </w:r>
      <w:r>
        <w:rPr>
          <w:rFonts w:cs="Arial"/>
          <w:szCs w:val="20"/>
        </w:rPr>
        <w:t xml:space="preserve"> ou automática</w:t>
      </w:r>
      <w:r w:rsidRPr="00623008">
        <w:rPr>
          <w:rFonts w:cs="Arial"/>
          <w:szCs w:val="20"/>
        </w:rPr>
        <w:t>;</w:t>
      </w:r>
    </w:p>
    <w:p w14:paraId="5F08758F" w14:textId="14651F8C" w:rsidR="00515F83"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r w:rsidR="005044B6">
        <w:rPr>
          <w:rFonts w:cs="Arial"/>
          <w:szCs w:val="20"/>
        </w:rPr>
        <w:t xml:space="preserve"> e</w:t>
      </w:r>
    </w:p>
    <w:p w14:paraId="6292E569" w14:textId="6083F7D3" w:rsidR="00515F83" w:rsidRPr="00623008" w:rsidRDefault="00515F83" w:rsidP="00A50BF7">
      <w:pPr>
        <w:pStyle w:val="PargrafodaLista"/>
        <w:numPr>
          <w:ilvl w:val="0"/>
          <w:numId w:val="67"/>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or</w:t>
      </w:r>
      <w:r w:rsidRPr="00623008">
        <w:rPr>
          <w:rFonts w:cs="Arial"/>
          <w:szCs w:val="20"/>
        </w:rPr>
        <w:t>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044B6">
        <w:rPr>
          <w:rFonts w:cs="Arial"/>
          <w:szCs w:val="20"/>
        </w:rPr>
        <w:t>.</w:t>
      </w:r>
    </w:p>
    <w:p w14:paraId="3877CDA7" w14:textId="77777777" w:rsidR="00515F83" w:rsidRPr="00623008" w:rsidRDefault="00515F83" w:rsidP="00A50BF7">
      <w:pPr>
        <w:pStyle w:val="PargrafodaLista"/>
        <w:numPr>
          <w:ilvl w:val="0"/>
          <w:numId w:val="68"/>
        </w:numPr>
        <w:spacing w:before="240" w:after="240"/>
        <w:ind w:left="0" w:firstLine="0"/>
        <w:contextualSpacing w:val="0"/>
        <w:jc w:val="both"/>
        <w:rPr>
          <w:rFonts w:cs="Arial"/>
          <w:szCs w:val="20"/>
        </w:rPr>
      </w:pPr>
      <w:r w:rsidRPr="00623008">
        <w:rPr>
          <w:rFonts w:cs="Arial"/>
          <w:b/>
          <w:szCs w:val="20"/>
        </w:rPr>
        <w:t>DIVERSOS</w:t>
      </w:r>
    </w:p>
    <w:p w14:paraId="671957B5" w14:textId="77777777" w:rsidR="00515F83" w:rsidRPr="00623008" w:rsidRDefault="00515F83" w:rsidP="00A50BF7">
      <w:pPr>
        <w:pStyle w:val="PargrafodaLista"/>
        <w:numPr>
          <w:ilvl w:val="0"/>
          <w:numId w:val="69"/>
        </w:numPr>
        <w:spacing w:before="120" w:after="120"/>
        <w:ind w:left="0" w:firstLine="0"/>
        <w:jc w:val="both"/>
        <w:rPr>
          <w:rFonts w:cs="Arial"/>
          <w:szCs w:val="20"/>
        </w:rPr>
      </w:pPr>
      <w:r w:rsidRPr="00623008">
        <w:rPr>
          <w:rFonts w:cs="Arial"/>
          <w:szCs w:val="20"/>
        </w:rPr>
        <w:t>Deverá acompanhar a motocicleta todo ferramental básico distribuído pelo fornecedor;</w:t>
      </w:r>
    </w:p>
    <w:p w14:paraId="5246A500" w14:textId="77777777" w:rsidR="00515F83" w:rsidRPr="009E33A6" w:rsidRDefault="00515F83" w:rsidP="00A50BF7">
      <w:pPr>
        <w:pStyle w:val="PargrafodaLista"/>
        <w:numPr>
          <w:ilvl w:val="0"/>
          <w:numId w:val="69"/>
        </w:numPr>
        <w:spacing w:before="100" w:beforeAutospacing="1" w:after="120"/>
        <w:ind w:left="0" w:firstLine="0"/>
        <w:jc w:val="both"/>
        <w:rPr>
          <w:rFonts w:cs="Arial"/>
          <w:szCs w:val="20"/>
        </w:rPr>
      </w:pPr>
      <w:r w:rsidRPr="009E33A6">
        <w:rPr>
          <w:rFonts w:cs="Arial"/>
          <w:szCs w:val="20"/>
        </w:rPr>
        <w:t xml:space="preserve">Chassi de aço </w:t>
      </w:r>
      <w:r>
        <w:rPr>
          <w:rFonts w:cs="Arial"/>
          <w:szCs w:val="20"/>
        </w:rPr>
        <w:t>t</w:t>
      </w:r>
      <w:r w:rsidRPr="009E33A6">
        <w:rPr>
          <w:rFonts w:cs="Arial"/>
          <w:szCs w:val="20"/>
        </w:rPr>
        <w:t xml:space="preserve">ipo </w:t>
      </w:r>
      <w:r>
        <w:rPr>
          <w:rFonts w:cs="Arial"/>
          <w:szCs w:val="20"/>
        </w:rPr>
        <w:t>monobloco</w:t>
      </w:r>
      <w:r w:rsidRPr="009E33A6">
        <w:rPr>
          <w:rFonts w:cs="Arial"/>
          <w:szCs w:val="20"/>
        </w:rPr>
        <w:t>;</w:t>
      </w:r>
    </w:p>
    <w:p w14:paraId="7B34E091" w14:textId="77777777" w:rsidR="00515F83" w:rsidRPr="00623008" w:rsidRDefault="00515F83" w:rsidP="00A50BF7">
      <w:pPr>
        <w:pStyle w:val="PargrafodaLista"/>
        <w:numPr>
          <w:ilvl w:val="0"/>
          <w:numId w:val="69"/>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9</w:t>
      </w:r>
      <w:r w:rsidRPr="00623008">
        <w:rPr>
          <w:rFonts w:cs="Arial"/>
          <w:szCs w:val="20"/>
        </w:rPr>
        <w:t>0 mm;</w:t>
      </w:r>
    </w:p>
    <w:p w14:paraId="36980646" w14:textId="77777777" w:rsidR="00515F83" w:rsidRPr="00623008" w:rsidRDefault="00515F83" w:rsidP="00A50BF7">
      <w:pPr>
        <w:pStyle w:val="PargrafodaLista"/>
        <w:numPr>
          <w:ilvl w:val="0"/>
          <w:numId w:val="69"/>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200mm ou tambor com diâmetro de no mínimo 130mm</w:t>
      </w:r>
      <w:r w:rsidRPr="00623008">
        <w:rPr>
          <w:rFonts w:cs="Arial"/>
          <w:szCs w:val="20"/>
        </w:rPr>
        <w:t>;</w:t>
      </w:r>
    </w:p>
    <w:p w14:paraId="01357EFB" w14:textId="77777777" w:rsidR="00515F83" w:rsidRPr="00623008" w:rsidRDefault="00515F83" w:rsidP="00A50BF7">
      <w:pPr>
        <w:pStyle w:val="PargrafodaLista"/>
        <w:numPr>
          <w:ilvl w:val="0"/>
          <w:numId w:val="69"/>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14:paraId="7C550499" w14:textId="77777777" w:rsidR="00515F83" w:rsidRDefault="00515F83" w:rsidP="00A50BF7">
      <w:pPr>
        <w:pStyle w:val="PargrafodaLista"/>
        <w:numPr>
          <w:ilvl w:val="0"/>
          <w:numId w:val="69"/>
        </w:numPr>
        <w:spacing w:before="100" w:beforeAutospacing="1" w:after="120"/>
        <w:ind w:left="0" w:firstLine="0"/>
        <w:jc w:val="both"/>
        <w:rPr>
          <w:rFonts w:cs="Arial"/>
          <w:szCs w:val="20"/>
        </w:rPr>
      </w:pPr>
      <w:r>
        <w:rPr>
          <w:rFonts w:cs="Arial"/>
          <w:szCs w:val="20"/>
        </w:rPr>
        <w:t>Pintura na cor BRANCA; e</w:t>
      </w:r>
    </w:p>
    <w:p w14:paraId="51F22EE9" w14:textId="3ED74B30" w:rsidR="002B75E1" w:rsidRDefault="00515F83" w:rsidP="00A50BF7">
      <w:pPr>
        <w:pStyle w:val="PargrafodaLista"/>
        <w:numPr>
          <w:ilvl w:val="0"/>
          <w:numId w:val="69"/>
        </w:numPr>
        <w:spacing w:before="100" w:beforeAutospacing="1" w:after="120"/>
        <w:ind w:left="0" w:firstLine="0"/>
        <w:jc w:val="both"/>
        <w:rPr>
          <w:rFonts w:cs="Arial"/>
          <w:szCs w:val="20"/>
        </w:rPr>
      </w:pPr>
      <w:r w:rsidRPr="001645EB">
        <w:rPr>
          <w:rFonts w:cs="Times New Roman"/>
          <w:szCs w:val="20"/>
        </w:rPr>
        <w:t xml:space="preserve">Produto similar a moto </w:t>
      </w:r>
      <w:proofErr w:type="spellStart"/>
      <w:r w:rsidRPr="001645EB">
        <w:rPr>
          <w:rFonts w:cs="Times New Roman"/>
          <w:szCs w:val="20"/>
        </w:rPr>
        <w:t>Biz</w:t>
      </w:r>
      <w:proofErr w:type="spellEnd"/>
      <w:r w:rsidRPr="001645EB">
        <w:rPr>
          <w:rFonts w:cs="Times New Roman"/>
          <w:szCs w:val="20"/>
        </w:rPr>
        <w:t xml:space="preserve"> 110i da Honda</w:t>
      </w:r>
      <w:r>
        <w:rPr>
          <w:rFonts w:cs="Times New Roman"/>
          <w:szCs w:val="20"/>
        </w:rPr>
        <w:t>.</w:t>
      </w:r>
    </w:p>
    <w:p w14:paraId="646C4BFF" w14:textId="77777777" w:rsidR="00515F83" w:rsidRPr="00515F83" w:rsidRDefault="00515F83" w:rsidP="00515F83">
      <w:pPr>
        <w:spacing w:before="100" w:beforeAutospacing="1" w:after="12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1E770E" w:rsidRPr="00623008" w14:paraId="192C031B" w14:textId="77777777"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2FE704B" w14:textId="77777777" w:rsidR="001E770E" w:rsidRPr="00623008" w:rsidRDefault="001E770E"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0626CA50" w14:textId="77777777" w:rsidR="001E770E" w:rsidRPr="00623008" w:rsidRDefault="001E770E" w:rsidP="00D73E55">
            <w:pPr>
              <w:widowControl w:val="0"/>
              <w:suppressAutoHyphens/>
              <w:jc w:val="center"/>
              <w:rPr>
                <w:rFonts w:cs="Arial"/>
                <w:b/>
                <w:bCs/>
                <w:szCs w:val="20"/>
              </w:rPr>
            </w:pPr>
            <w:r w:rsidRPr="00623008">
              <w:rPr>
                <w:rFonts w:cs="Arial"/>
                <w:b/>
                <w:bCs/>
                <w:szCs w:val="20"/>
              </w:rPr>
              <w:t>DESCRIÇÃO/ESPECIFICAÇÃO</w:t>
            </w:r>
          </w:p>
        </w:tc>
      </w:tr>
      <w:tr w:rsidR="001E770E" w:rsidRPr="00623008" w14:paraId="5ADADE86" w14:textId="77777777" w:rsidTr="00D73E55">
        <w:tc>
          <w:tcPr>
            <w:tcW w:w="709" w:type="dxa"/>
            <w:vAlign w:val="center"/>
          </w:tcPr>
          <w:p w14:paraId="487FE472" w14:textId="3532B1D4" w:rsidR="001E770E" w:rsidRPr="00623008" w:rsidRDefault="00515F83" w:rsidP="00D73E55">
            <w:pPr>
              <w:widowControl w:val="0"/>
              <w:suppressAutoHyphens/>
              <w:jc w:val="center"/>
              <w:rPr>
                <w:rFonts w:cs="Arial"/>
                <w:b/>
                <w:color w:val="000000"/>
                <w:szCs w:val="20"/>
              </w:rPr>
            </w:pPr>
            <w:r>
              <w:rPr>
                <w:rFonts w:cs="Arial"/>
                <w:b/>
                <w:color w:val="000000"/>
                <w:szCs w:val="20"/>
              </w:rPr>
              <w:t>6</w:t>
            </w:r>
          </w:p>
        </w:tc>
        <w:tc>
          <w:tcPr>
            <w:tcW w:w="8357" w:type="dxa"/>
          </w:tcPr>
          <w:p w14:paraId="6D6BC7BF" w14:textId="77777777" w:rsidR="001E770E" w:rsidRPr="00623008" w:rsidRDefault="001E770E" w:rsidP="001E770E">
            <w:pPr>
              <w:widowControl w:val="0"/>
              <w:suppressAutoHyphens/>
              <w:rPr>
                <w:rFonts w:cs="Arial"/>
                <w:bCs/>
                <w:szCs w:val="20"/>
              </w:rPr>
            </w:pPr>
            <w:r>
              <w:rPr>
                <w:rFonts w:cs="Arial"/>
                <w:bCs/>
                <w:szCs w:val="20"/>
              </w:rPr>
              <w:t xml:space="preserve">Veículo utilitário para 2 passageiros, </w:t>
            </w:r>
            <w:r w:rsidRPr="00623008">
              <w:rPr>
                <w:rFonts w:cs="Arial"/>
                <w:bCs/>
                <w:szCs w:val="20"/>
              </w:rPr>
              <w:t>bicombustível</w:t>
            </w:r>
            <w:r>
              <w:rPr>
                <w:rFonts w:cs="Arial"/>
                <w:bCs/>
                <w:szCs w:val="20"/>
              </w:rPr>
              <w:t xml:space="preserve">, </w:t>
            </w:r>
            <w:r w:rsidRPr="00623008">
              <w:rPr>
                <w:rFonts w:cs="Arial"/>
                <w:bCs/>
                <w:szCs w:val="20"/>
              </w:rPr>
              <w:t>tipo</w:t>
            </w:r>
            <w:r>
              <w:rPr>
                <w:rFonts w:cs="Arial"/>
                <w:bCs/>
                <w:szCs w:val="20"/>
              </w:rPr>
              <w:t xml:space="preserve"> furgão</w:t>
            </w:r>
            <w:r w:rsidRPr="00623008">
              <w:rPr>
                <w:rFonts w:cs="Arial"/>
                <w:bCs/>
                <w:szCs w:val="20"/>
              </w:rPr>
              <w:t xml:space="preserve"> compacto</w:t>
            </w:r>
          </w:p>
        </w:tc>
      </w:tr>
    </w:tbl>
    <w:p w14:paraId="1997A980" w14:textId="77777777" w:rsidR="001E770E" w:rsidRPr="003A0CF1" w:rsidRDefault="001E770E" w:rsidP="001E770E">
      <w:pPr>
        <w:pStyle w:val="PargrafodaLista"/>
        <w:numPr>
          <w:ilvl w:val="0"/>
          <w:numId w:val="4"/>
        </w:numPr>
        <w:spacing w:before="240" w:after="240"/>
        <w:ind w:left="0" w:firstLine="0"/>
        <w:contextualSpacing w:val="0"/>
        <w:jc w:val="both"/>
        <w:rPr>
          <w:rFonts w:cs="Arial"/>
          <w:b/>
          <w:szCs w:val="20"/>
        </w:rPr>
      </w:pPr>
      <w:r w:rsidRPr="003A0CF1">
        <w:rPr>
          <w:rFonts w:cs="Arial"/>
          <w:b/>
          <w:szCs w:val="20"/>
        </w:rPr>
        <w:t>CARACTERÍSTICAS TÉCNICAS</w:t>
      </w:r>
    </w:p>
    <w:p w14:paraId="6A4E5FC6"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lastRenderedPageBreak/>
        <w:t>Classificação: Veículo novo</w:t>
      </w:r>
      <w:r>
        <w:rPr>
          <w:rFonts w:cs="Arial"/>
          <w:szCs w:val="20"/>
        </w:rPr>
        <w:t>, tipo furgão</w:t>
      </w:r>
      <w:r w:rsidRPr="003A0CF1">
        <w:rPr>
          <w:rFonts w:cs="Arial"/>
          <w:szCs w:val="20"/>
        </w:rPr>
        <w:t xml:space="preserve"> compacto, zero quilômetro, para transporte de </w:t>
      </w:r>
      <w:r>
        <w:rPr>
          <w:rFonts w:cs="Arial"/>
          <w:szCs w:val="20"/>
        </w:rPr>
        <w:t>material</w:t>
      </w:r>
      <w:r w:rsidRPr="003A0CF1">
        <w:rPr>
          <w:rFonts w:cs="Arial"/>
          <w:szCs w:val="20"/>
        </w:rPr>
        <w:t>;</w:t>
      </w:r>
    </w:p>
    <w:p w14:paraId="5BBD2BAF"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Ano de fabricação do chassi: do ano em curso ou posterior;</w:t>
      </w:r>
    </w:p>
    <w:p w14:paraId="0341C2FA"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Capacidade de transporte</w:t>
      </w:r>
      <w:r>
        <w:rPr>
          <w:rFonts w:cs="Arial"/>
          <w:szCs w:val="20"/>
        </w:rPr>
        <w:t xml:space="preserve"> de 1</w:t>
      </w:r>
      <w:r w:rsidRPr="003A0CF1">
        <w:rPr>
          <w:rFonts w:cs="Arial"/>
          <w:szCs w:val="20"/>
        </w:rPr>
        <w:t xml:space="preserve"> passageiro e 1 motorista;</w:t>
      </w:r>
    </w:p>
    <w:p w14:paraId="0CE1A19A"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 xml:space="preserve">Motor: Gasolina ou bicombustível (gasolina/álcool), com potência igual ou superior a </w:t>
      </w:r>
      <w:r>
        <w:rPr>
          <w:rFonts w:cs="Arial"/>
          <w:szCs w:val="20"/>
        </w:rPr>
        <w:t>8</w:t>
      </w:r>
      <w:r w:rsidRPr="003A0CF1">
        <w:rPr>
          <w:rFonts w:cs="Arial"/>
          <w:szCs w:val="20"/>
        </w:rPr>
        <w:t>0CV;</w:t>
      </w:r>
    </w:p>
    <w:p w14:paraId="47014DF0" w14:textId="77777777" w:rsidR="001E770E" w:rsidRPr="003A0CF1" w:rsidRDefault="001E770E" w:rsidP="001E770E">
      <w:pPr>
        <w:pStyle w:val="PargrafodaLista"/>
        <w:numPr>
          <w:ilvl w:val="1"/>
          <w:numId w:val="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14:paraId="1817DB7A"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Direção hidráulica ou elétrica; e</w:t>
      </w:r>
    </w:p>
    <w:p w14:paraId="664BA611" w14:textId="77777777"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Pintura na cor BRANCA.</w:t>
      </w:r>
    </w:p>
    <w:p w14:paraId="7F2ED6B4" w14:textId="77777777" w:rsidR="001E770E" w:rsidRPr="00623008" w:rsidRDefault="001E770E" w:rsidP="001E770E">
      <w:pPr>
        <w:pStyle w:val="PargrafodaLista"/>
        <w:numPr>
          <w:ilvl w:val="0"/>
          <w:numId w:val="5"/>
        </w:numPr>
        <w:spacing w:before="240" w:after="240"/>
        <w:ind w:left="0" w:firstLine="0"/>
        <w:contextualSpacing w:val="0"/>
        <w:jc w:val="both"/>
        <w:rPr>
          <w:rFonts w:cs="Arial"/>
          <w:szCs w:val="20"/>
        </w:rPr>
      </w:pPr>
      <w:r w:rsidRPr="00623008">
        <w:rPr>
          <w:rFonts w:cs="Arial"/>
          <w:b/>
          <w:szCs w:val="20"/>
        </w:rPr>
        <w:t>DIVERSOS</w:t>
      </w:r>
    </w:p>
    <w:p w14:paraId="42EFB33F"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Ar-condicionado original de fábrica</w:t>
      </w:r>
      <w:r>
        <w:rPr>
          <w:rFonts w:cs="Arial"/>
          <w:szCs w:val="20"/>
        </w:rPr>
        <w:t>, somente no compartimento dos passageiros</w:t>
      </w:r>
      <w:r w:rsidRPr="00623008">
        <w:rPr>
          <w:rFonts w:cs="Arial"/>
          <w:szCs w:val="20"/>
        </w:rPr>
        <w:t>;</w:t>
      </w:r>
    </w:p>
    <w:p w14:paraId="00BC5B78"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Vidros elétricos nas portas dianteiras com fechamento/abertura automática pela chave e sistema ante esmagamento;</w:t>
      </w:r>
    </w:p>
    <w:p w14:paraId="550DCD6E"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Travas elétricas das portas com acionamento na chave;</w:t>
      </w:r>
    </w:p>
    <w:p w14:paraId="0D8ECFB4"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Sistema de alarme de fábrica;</w:t>
      </w:r>
    </w:p>
    <w:p w14:paraId="3AC2EA0F"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Protetor de cárter;</w:t>
      </w:r>
    </w:p>
    <w:p w14:paraId="629A07BB" w14:textId="77777777"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Jogo de tapete;</w:t>
      </w:r>
    </w:p>
    <w:p w14:paraId="4A27794F" w14:textId="77777777" w:rsidR="001E770E" w:rsidRDefault="001E770E" w:rsidP="001E770E">
      <w:pPr>
        <w:pStyle w:val="PargrafodaLista"/>
        <w:numPr>
          <w:ilvl w:val="1"/>
          <w:numId w:val="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6765A683" w14:textId="77777777" w:rsidR="001E770E" w:rsidRDefault="001E770E" w:rsidP="001E770E">
      <w:pPr>
        <w:pStyle w:val="PargrafodaLista"/>
        <w:numPr>
          <w:ilvl w:val="1"/>
          <w:numId w:val="5"/>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14:paraId="41B1CF20" w14:textId="77777777" w:rsidR="001E770E" w:rsidRDefault="001E770E" w:rsidP="001E770E">
      <w:pPr>
        <w:pStyle w:val="PargrafodaLista"/>
        <w:numPr>
          <w:ilvl w:val="1"/>
          <w:numId w:val="5"/>
        </w:numPr>
        <w:ind w:left="0" w:firstLine="0"/>
        <w:jc w:val="both"/>
        <w:rPr>
          <w:rFonts w:cs="Arial"/>
          <w:szCs w:val="20"/>
        </w:rPr>
      </w:pPr>
      <w:r w:rsidRPr="005A0876">
        <w:rPr>
          <w:rFonts w:cs="Arial"/>
          <w:szCs w:val="20"/>
        </w:rPr>
        <w:t xml:space="preserve">Produto similar ao Fiat </w:t>
      </w:r>
      <w:r>
        <w:rPr>
          <w:rFonts w:cs="Arial"/>
          <w:szCs w:val="20"/>
        </w:rPr>
        <w:t>Fiorino Evo.</w:t>
      </w:r>
    </w:p>
    <w:p w14:paraId="5D63C8CD" w14:textId="77777777" w:rsidR="001E770E" w:rsidRDefault="001E770E" w:rsidP="002B75E1">
      <w:pPr>
        <w:pStyle w:val="PargrafodaLista"/>
        <w:spacing w:before="100" w:beforeAutospacing="1" w:after="120"/>
        <w:ind w:left="0"/>
        <w:jc w:val="both"/>
        <w:rPr>
          <w:rFonts w:cs="Times New Roman"/>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2B75E1" w:rsidRPr="00623008" w14:paraId="7704F38B" w14:textId="77777777"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81B59EE" w14:textId="77777777" w:rsidR="002B75E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14:paraId="2C55EA29" w14:textId="77777777"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14:paraId="385BBB54" w14:textId="77777777" w:rsidTr="00342980">
        <w:tc>
          <w:tcPr>
            <w:tcW w:w="880" w:type="dxa"/>
            <w:vAlign w:val="center"/>
          </w:tcPr>
          <w:p w14:paraId="140014BC" w14:textId="535C3BF8" w:rsidR="002B75E1" w:rsidRPr="00623008" w:rsidRDefault="00515F83" w:rsidP="00A8162F">
            <w:pPr>
              <w:widowControl w:val="0"/>
              <w:suppressAutoHyphens/>
              <w:jc w:val="center"/>
              <w:rPr>
                <w:rFonts w:cs="Arial"/>
                <w:b/>
                <w:color w:val="000000"/>
                <w:szCs w:val="20"/>
              </w:rPr>
            </w:pPr>
            <w:r>
              <w:rPr>
                <w:rFonts w:cs="Arial"/>
                <w:b/>
                <w:color w:val="000000"/>
                <w:szCs w:val="20"/>
              </w:rPr>
              <w:t>7</w:t>
            </w:r>
            <w:r w:rsidR="00342980">
              <w:rPr>
                <w:rFonts w:cs="Arial"/>
                <w:b/>
                <w:color w:val="000000"/>
                <w:szCs w:val="20"/>
              </w:rPr>
              <w:t xml:space="preserve">  a 1</w:t>
            </w:r>
            <w:r>
              <w:rPr>
                <w:rFonts w:cs="Arial"/>
                <w:b/>
                <w:color w:val="000000"/>
                <w:szCs w:val="20"/>
              </w:rPr>
              <w:t>1</w:t>
            </w:r>
          </w:p>
        </w:tc>
        <w:tc>
          <w:tcPr>
            <w:tcW w:w="8186" w:type="dxa"/>
          </w:tcPr>
          <w:p w14:paraId="62281FE0" w14:textId="77777777" w:rsidR="002B75E1" w:rsidRPr="00623008" w:rsidRDefault="002B75E1" w:rsidP="00A8162F">
            <w:pPr>
              <w:widowControl w:val="0"/>
              <w:suppressAutoHyphens/>
              <w:rPr>
                <w:rFonts w:cs="Arial"/>
                <w:bCs/>
                <w:szCs w:val="20"/>
              </w:rPr>
            </w:pPr>
            <w:r>
              <w:rPr>
                <w:rFonts w:cs="Arial"/>
                <w:bCs/>
                <w:szCs w:val="20"/>
              </w:rPr>
              <w:t xml:space="preserve">Veículo administrativo para 5 passageiros, </w:t>
            </w:r>
            <w:r w:rsidRPr="00623008">
              <w:rPr>
                <w:rFonts w:cs="Arial"/>
                <w:bCs/>
                <w:szCs w:val="20"/>
              </w:rPr>
              <w:t>bicombustível</w:t>
            </w:r>
            <w:r>
              <w:rPr>
                <w:rFonts w:cs="Arial"/>
                <w:bCs/>
                <w:szCs w:val="20"/>
              </w:rPr>
              <w:t xml:space="preserve">, </w:t>
            </w:r>
            <w:r w:rsidRPr="00623008">
              <w:rPr>
                <w:rFonts w:cs="Arial"/>
                <w:bCs/>
                <w:szCs w:val="20"/>
              </w:rPr>
              <w:t xml:space="preserve">tipo </w:t>
            </w:r>
            <w:r w:rsidRPr="00623008">
              <w:rPr>
                <w:rFonts w:cs="Arial"/>
                <w:bCs/>
                <w:i/>
                <w:szCs w:val="20"/>
              </w:rPr>
              <w:t>hatch</w:t>
            </w:r>
            <w:r w:rsidRPr="00623008">
              <w:rPr>
                <w:rFonts w:cs="Arial"/>
                <w:bCs/>
                <w:szCs w:val="20"/>
              </w:rPr>
              <w:t xml:space="preserve"> compacto</w:t>
            </w:r>
          </w:p>
        </w:tc>
      </w:tr>
    </w:tbl>
    <w:p w14:paraId="322E4F05" w14:textId="77777777" w:rsidR="002B75E1" w:rsidRPr="003A0CF1" w:rsidRDefault="002B75E1" w:rsidP="00A50BF7">
      <w:pPr>
        <w:pStyle w:val="PargrafodaLista"/>
        <w:numPr>
          <w:ilvl w:val="0"/>
          <w:numId w:val="70"/>
        </w:numPr>
        <w:spacing w:before="240" w:after="240"/>
        <w:ind w:left="0" w:firstLine="0"/>
        <w:contextualSpacing w:val="0"/>
        <w:jc w:val="both"/>
        <w:rPr>
          <w:rFonts w:cs="Arial"/>
          <w:b/>
          <w:szCs w:val="20"/>
        </w:rPr>
      </w:pPr>
      <w:r w:rsidRPr="003A0CF1">
        <w:rPr>
          <w:rFonts w:cs="Arial"/>
          <w:b/>
          <w:szCs w:val="20"/>
        </w:rPr>
        <w:t>CARACTERÍSTICAS TÉCNICAS</w:t>
      </w:r>
    </w:p>
    <w:p w14:paraId="359A53ED"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 xml:space="preserve">Classificação: Veículo novo </w:t>
      </w:r>
      <w:proofErr w:type="spellStart"/>
      <w:r w:rsidRPr="003A0CF1">
        <w:rPr>
          <w:rFonts w:cs="Arial"/>
          <w:i/>
          <w:szCs w:val="20"/>
        </w:rPr>
        <w:t>hatch</w:t>
      </w:r>
      <w:proofErr w:type="spellEnd"/>
      <w:r w:rsidRPr="003A0CF1">
        <w:rPr>
          <w:rFonts w:cs="Arial"/>
          <w:szCs w:val="20"/>
        </w:rPr>
        <w:t xml:space="preserve"> compacto, zero quilômetro, para transporte de pessoal;</w:t>
      </w:r>
    </w:p>
    <w:p w14:paraId="7C926E28"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Ano de fabricação do chassi: do ano em curso ou posterior;</w:t>
      </w:r>
    </w:p>
    <w:p w14:paraId="1898E42D"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Capacidade de transporte</w:t>
      </w:r>
      <w:r>
        <w:rPr>
          <w:rFonts w:cs="Arial"/>
          <w:szCs w:val="20"/>
        </w:rPr>
        <w:t xml:space="preserve"> de</w:t>
      </w:r>
      <w:r w:rsidRPr="003A0CF1">
        <w:rPr>
          <w:rFonts w:cs="Arial"/>
          <w:szCs w:val="20"/>
        </w:rPr>
        <w:t xml:space="preserve"> 4 passageiros e 1 motorista;</w:t>
      </w:r>
    </w:p>
    <w:p w14:paraId="3C765EB3"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Motor: Gasolina ou bicombustível (gasolina/álcool), com potência igual ou superior a 70CV;</w:t>
      </w:r>
    </w:p>
    <w:p w14:paraId="241BD664" w14:textId="77777777" w:rsidR="002B75E1" w:rsidRPr="003A0CF1" w:rsidRDefault="002B75E1" w:rsidP="00A50BF7">
      <w:pPr>
        <w:pStyle w:val="PargrafodaLista"/>
        <w:numPr>
          <w:ilvl w:val="0"/>
          <w:numId w:val="71"/>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14:paraId="5AFC7A3E"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Direção hidráulica ou elétrica; e</w:t>
      </w:r>
    </w:p>
    <w:p w14:paraId="22EA740B" w14:textId="77777777" w:rsidR="002B75E1" w:rsidRPr="003A0CF1" w:rsidRDefault="002B75E1" w:rsidP="00A50BF7">
      <w:pPr>
        <w:pStyle w:val="PargrafodaLista"/>
        <w:numPr>
          <w:ilvl w:val="0"/>
          <w:numId w:val="71"/>
        </w:numPr>
        <w:ind w:left="0" w:firstLine="0"/>
        <w:jc w:val="both"/>
        <w:rPr>
          <w:rFonts w:cs="Arial"/>
          <w:szCs w:val="20"/>
        </w:rPr>
      </w:pPr>
      <w:r w:rsidRPr="003A0CF1">
        <w:rPr>
          <w:rFonts w:cs="Arial"/>
          <w:szCs w:val="20"/>
        </w:rPr>
        <w:t>Pintura na cor BRANCA.</w:t>
      </w:r>
    </w:p>
    <w:p w14:paraId="17728378" w14:textId="77777777" w:rsidR="002B75E1" w:rsidRPr="00623008" w:rsidRDefault="002B75E1" w:rsidP="00A50BF7">
      <w:pPr>
        <w:pStyle w:val="PargrafodaLista"/>
        <w:numPr>
          <w:ilvl w:val="0"/>
          <w:numId w:val="72"/>
        </w:numPr>
        <w:spacing w:before="240" w:after="240"/>
        <w:ind w:left="0" w:firstLine="0"/>
        <w:contextualSpacing w:val="0"/>
        <w:jc w:val="both"/>
        <w:rPr>
          <w:rFonts w:cs="Arial"/>
          <w:szCs w:val="20"/>
        </w:rPr>
      </w:pPr>
      <w:r w:rsidRPr="00623008">
        <w:rPr>
          <w:rFonts w:cs="Arial"/>
          <w:b/>
          <w:szCs w:val="20"/>
        </w:rPr>
        <w:t>DIVERSOS</w:t>
      </w:r>
    </w:p>
    <w:p w14:paraId="1F2A5249"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Ar-condicionado original de fábrica;</w:t>
      </w:r>
    </w:p>
    <w:p w14:paraId="35A37D22"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Vidros elétricos nas portas dianteiras com fechamento/abertura automática pela chave e sistema ante esmagamento;</w:t>
      </w:r>
    </w:p>
    <w:p w14:paraId="5C04472F"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Travas elétricas das portas com acionamento na chave;</w:t>
      </w:r>
    </w:p>
    <w:p w14:paraId="2B2BBB01"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Desembaçador no vidro traseiro;</w:t>
      </w:r>
    </w:p>
    <w:p w14:paraId="47B1E28A"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Sistema de alarme de fábrica;</w:t>
      </w:r>
    </w:p>
    <w:p w14:paraId="0E4CA56C"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Protetor de cárter;</w:t>
      </w:r>
    </w:p>
    <w:p w14:paraId="2D72D92E" w14:textId="77777777" w:rsidR="002B75E1" w:rsidRPr="00623008" w:rsidRDefault="002B75E1" w:rsidP="00A50BF7">
      <w:pPr>
        <w:pStyle w:val="PargrafodaLista"/>
        <w:numPr>
          <w:ilvl w:val="1"/>
          <w:numId w:val="72"/>
        </w:numPr>
        <w:ind w:left="0" w:firstLine="0"/>
        <w:jc w:val="both"/>
        <w:rPr>
          <w:rFonts w:cs="Arial"/>
          <w:szCs w:val="20"/>
        </w:rPr>
      </w:pPr>
      <w:r w:rsidRPr="00623008">
        <w:rPr>
          <w:rFonts w:cs="Arial"/>
          <w:szCs w:val="20"/>
        </w:rPr>
        <w:t>Jogo de tapete;</w:t>
      </w:r>
    </w:p>
    <w:p w14:paraId="2A02955A" w14:textId="77777777" w:rsidR="002B75E1" w:rsidRDefault="002B75E1" w:rsidP="00A50BF7">
      <w:pPr>
        <w:pStyle w:val="PargrafodaLista"/>
        <w:numPr>
          <w:ilvl w:val="1"/>
          <w:numId w:val="72"/>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402856CA" w14:textId="77777777" w:rsidR="002B75E1" w:rsidRDefault="002B75E1" w:rsidP="00A50BF7">
      <w:pPr>
        <w:pStyle w:val="PargrafodaLista"/>
        <w:numPr>
          <w:ilvl w:val="1"/>
          <w:numId w:val="72"/>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14:paraId="33DECA39" w14:textId="54963C7F" w:rsidR="002B75E1" w:rsidRDefault="002B75E1" w:rsidP="00A50BF7">
      <w:pPr>
        <w:pStyle w:val="PargrafodaLista"/>
        <w:numPr>
          <w:ilvl w:val="1"/>
          <w:numId w:val="72"/>
        </w:numPr>
        <w:ind w:left="0" w:firstLine="0"/>
        <w:jc w:val="both"/>
        <w:rPr>
          <w:rFonts w:cs="Arial"/>
          <w:szCs w:val="20"/>
        </w:rPr>
      </w:pPr>
      <w:r w:rsidRPr="005A0876">
        <w:rPr>
          <w:rFonts w:cs="Arial"/>
          <w:szCs w:val="20"/>
        </w:rPr>
        <w:t>Produto similar ao Fiat Uno Attractive</w:t>
      </w:r>
      <w:r>
        <w:rPr>
          <w:rFonts w:cs="Arial"/>
          <w:szCs w:val="20"/>
        </w:rPr>
        <w:t>.</w:t>
      </w:r>
    </w:p>
    <w:p w14:paraId="229BB7CB" w14:textId="20E839A3" w:rsidR="00515F83" w:rsidRDefault="00515F83" w:rsidP="00515F83">
      <w:pPr>
        <w:jc w:val="both"/>
        <w:rPr>
          <w:rFonts w:cs="Arial"/>
          <w:szCs w:val="20"/>
        </w:rPr>
      </w:pPr>
    </w:p>
    <w:p w14:paraId="07F7E9A0" w14:textId="77777777" w:rsidR="00515F83" w:rsidRPr="00515F83" w:rsidRDefault="00515F83" w:rsidP="00515F83">
      <w:pPr>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2B75E1" w:rsidRPr="00CC0070" w14:paraId="6C2904B8" w14:textId="77777777" w:rsidTr="00342980">
        <w:trPr>
          <w:cantSplit/>
          <w:trHeight w:val="243"/>
        </w:trPr>
        <w:tc>
          <w:tcPr>
            <w:tcW w:w="1163" w:type="dxa"/>
            <w:shd w:val="clear" w:color="auto" w:fill="FFFF00"/>
            <w:vAlign w:val="center"/>
          </w:tcPr>
          <w:p w14:paraId="0500B0AC" w14:textId="77777777" w:rsidR="002B75E1" w:rsidRPr="00CC0070" w:rsidRDefault="002B75E1" w:rsidP="00A8162F">
            <w:pPr>
              <w:widowControl w:val="0"/>
              <w:suppressAutoHyphens/>
              <w:jc w:val="center"/>
              <w:rPr>
                <w:rFonts w:cs="Arial"/>
                <w:b/>
                <w:bCs/>
                <w:szCs w:val="20"/>
              </w:rPr>
            </w:pPr>
            <w:r w:rsidRPr="00CC0070">
              <w:rPr>
                <w:rFonts w:cs="Arial"/>
                <w:b/>
                <w:bCs/>
                <w:szCs w:val="20"/>
              </w:rPr>
              <w:lastRenderedPageBreak/>
              <w:t>ITE</w:t>
            </w:r>
            <w:r w:rsidR="00342980">
              <w:rPr>
                <w:rFonts w:cs="Arial"/>
                <w:b/>
                <w:bCs/>
                <w:szCs w:val="20"/>
              </w:rPr>
              <w:t xml:space="preserve">NS </w:t>
            </w:r>
          </w:p>
        </w:tc>
        <w:tc>
          <w:tcPr>
            <w:tcW w:w="7903" w:type="dxa"/>
            <w:shd w:val="clear" w:color="auto" w:fill="FFFF00"/>
            <w:vAlign w:val="center"/>
          </w:tcPr>
          <w:p w14:paraId="0686604C" w14:textId="77777777" w:rsidR="002B75E1" w:rsidRPr="00CC0070" w:rsidRDefault="002B75E1" w:rsidP="00A8162F">
            <w:pPr>
              <w:jc w:val="center"/>
              <w:rPr>
                <w:rFonts w:cs="Arial"/>
                <w:szCs w:val="20"/>
              </w:rPr>
            </w:pPr>
            <w:r w:rsidRPr="00CC0070">
              <w:rPr>
                <w:rFonts w:cs="Arial"/>
                <w:b/>
                <w:bCs/>
                <w:szCs w:val="20"/>
              </w:rPr>
              <w:t>DESCRIÇÃO/ESPECIFICAÇÃO</w:t>
            </w:r>
          </w:p>
        </w:tc>
      </w:tr>
      <w:tr w:rsidR="002B75E1" w:rsidRPr="00CC0070" w14:paraId="7B664401" w14:textId="77777777" w:rsidTr="00342980">
        <w:tc>
          <w:tcPr>
            <w:tcW w:w="1163" w:type="dxa"/>
            <w:vAlign w:val="center"/>
          </w:tcPr>
          <w:p w14:paraId="7CA70120" w14:textId="1CA74A6B" w:rsidR="002B75E1" w:rsidRPr="00CC0070" w:rsidRDefault="00515F83" w:rsidP="00A8162F">
            <w:pPr>
              <w:widowControl w:val="0"/>
              <w:suppressAutoHyphens/>
              <w:jc w:val="center"/>
              <w:rPr>
                <w:rFonts w:cs="Arial"/>
                <w:b/>
                <w:szCs w:val="20"/>
              </w:rPr>
            </w:pPr>
            <w:r>
              <w:rPr>
                <w:rFonts w:cs="Arial"/>
                <w:b/>
                <w:szCs w:val="20"/>
              </w:rPr>
              <w:t>12</w:t>
            </w:r>
            <w:r w:rsidR="00342980">
              <w:rPr>
                <w:rFonts w:cs="Arial"/>
                <w:b/>
                <w:szCs w:val="20"/>
              </w:rPr>
              <w:t xml:space="preserve"> a 1</w:t>
            </w:r>
            <w:r>
              <w:rPr>
                <w:rFonts w:cs="Arial"/>
                <w:b/>
                <w:szCs w:val="20"/>
              </w:rPr>
              <w:t>5</w:t>
            </w:r>
          </w:p>
        </w:tc>
        <w:tc>
          <w:tcPr>
            <w:tcW w:w="7903" w:type="dxa"/>
            <w:vAlign w:val="center"/>
          </w:tcPr>
          <w:p w14:paraId="2DE31340" w14:textId="77777777" w:rsidR="002B75E1" w:rsidRPr="00CC0070" w:rsidRDefault="002B75E1" w:rsidP="00A8162F">
            <w:pPr>
              <w:widowControl w:val="0"/>
              <w:suppressAutoHyphens/>
              <w:rPr>
                <w:rFonts w:cs="Arial"/>
                <w:szCs w:val="20"/>
              </w:rPr>
            </w:pPr>
            <w:r>
              <w:rPr>
                <w:rFonts w:cs="Arial"/>
                <w:bCs/>
                <w:szCs w:val="20"/>
              </w:rPr>
              <w:t xml:space="preserve">Veículo administrativo para 5 passageiros, </w:t>
            </w:r>
            <w:r w:rsidRPr="00CC0070">
              <w:rPr>
                <w:rFonts w:cs="Arial"/>
                <w:bCs/>
                <w:szCs w:val="20"/>
              </w:rPr>
              <w:t>bicombustível</w:t>
            </w:r>
            <w:r>
              <w:rPr>
                <w:rFonts w:cs="Arial"/>
                <w:bCs/>
                <w:szCs w:val="20"/>
              </w:rPr>
              <w:t>,</w:t>
            </w:r>
            <w:r w:rsidRPr="00CC0070">
              <w:rPr>
                <w:rFonts w:cs="Arial"/>
                <w:bCs/>
                <w:szCs w:val="20"/>
              </w:rPr>
              <w:t xml:space="preserve"> tipo sedan compacto</w:t>
            </w:r>
          </w:p>
        </w:tc>
      </w:tr>
    </w:tbl>
    <w:p w14:paraId="1D4BDEB0" w14:textId="77777777" w:rsidR="002B75E1" w:rsidRPr="00623008" w:rsidRDefault="002B75E1" w:rsidP="002B75E1">
      <w:pPr>
        <w:pStyle w:val="PargrafodaLista"/>
        <w:numPr>
          <w:ilvl w:val="0"/>
          <w:numId w:val="3"/>
        </w:numPr>
        <w:spacing w:before="240" w:after="240"/>
        <w:ind w:left="0" w:firstLine="0"/>
        <w:contextualSpacing w:val="0"/>
        <w:jc w:val="both"/>
        <w:rPr>
          <w:rFonts w:cs="Arial"/>
          <w:b/>
          <w:szCs w:val="20"/>
        </w:rPr>
      </w:pPr>
      <w:r w:rsidRPr="00623008">
        <w:rPr>
          <w:rFonts w:cs="Arial"/>
          <w:b/>
          <w:szCs w:val="20"/>
        </w:rPr>
        <w:t>CARACTERÍSTICAS TÉCNICAS</w:t>
      </w:r>
    </w:p>
    <w:p w14:paraId="02AAD763"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Classificação: Veículo novo sedan compacto, zero quilômetro, para transporte de pessoal;</w:t>
      </w:r>
    </w:p>
    <w:p w14:paraId="6F15B572"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Ano de fabricação do chassi: do ano em curso ou posterior;</w:t>
      </w:r>
    </w:p>
    <w:p w14:paraId="2EDED75F"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Capacidade de transporte</w:t>
      </w:r>
      <w:r>
        <w:rPr>
          <w:rFonts w:cs="Arial"/>
          <w:szCs w:val="20"/>
        </w:rPr>
        <w:t xml:space="preserve"> de 04 passageiros e </w:t>
      </w:r>
      <w:r w:rsidRPr="00623008">
        <w:rPr>
          <w:rFonts w:cs="Arial"/>
          <w:szCs w:val="20"/>
        </w:rPr>
        <w:t>1</w:t>
      </w:r>
      <w:r>
        <w:rPr>
          <w:rFonts w:cs="Arial"/>
          <w:szCs w:val="20"/>
        </w:rPr>
        <w:t xml:space="preserve"> </w:t>
      </w:r>
      <w:r w:rsidRPr="00623008">
        <w:rPr>
          <w:rFonts w:cs="Arial"/>
          <w:szCs w:val="20"/>
        </w:rPr>
        <w:t>motorista;</w:t>
      </w:r>
    </w:p>
    <w:p w14:paraId="35F912C8"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Motor: Gasolina ou bicombustível (gasolina/álcool), com potência igual ou superior a 80CV;</w:t>
      </w:r>
    </w:p>
    <w:p w14:paraId="2F525022"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03D8FB27"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14:paraId="3627AFA1"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Pintura na cor BRANCA.</w:t>
      </w:r>
    </w:p>
    <w:p w14:paraId="2B8990A0" w14:textId="77777777" w:rsidR="002B75E1" w:rsidRPr="00623008" w:rsidRDefault="002B75E1" w:rsidP="002B75E1">
      <w:pPr>
        <w:pStyle w:val="PargrafodaLista"/>
        <w:numPr>
          <w:ilvl w:val="0"/>
          <w:numId w:val="3"/>
        </w:numPr>
        <w:spacing w:before="240" w:after="240"/>
        <w:ind w:left="0" w:firstLine="0"/>
        <w:contextualSpacing w:val="0"/>
        <w:jc w:val="both"/>
        <w:rPr>
          <w:rFonts w:cs="Arial"/>
          <w:szCs w:val="20"/>
        </w:rPr>
      </w:pPr>
      <w:r w:rsidRPr="00623008">
        <w:rPr>
          <w:rFonts w:cs="Arial"/>
          <w:b/>
          <w:szCs w:val="20"/>
        </w:rPr>
        <w:t>DIVERSOS</w:t>
      </w:r>
    </w:p>
    <w:p w14:paraId="577E1B7F"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Ar-condicionado original de fábrica;</w:t>
      </w:r>
    </w:p>
    <w:p w14:paraId="1BF1BB05"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Vidros elétricos nas portas dianteiras com fechamento/abertura automática pela chave e sistema ante esmagamento;</w:t>
      </w:r>
    </w:p>
    <w:p w14:paraId="23A0672A"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Travas elétricas das portas com acionamento na chave;</w:t>
      </w:r>
    </w:p>
    <w:p w14:paraId="5BA28083"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Desembaçador no vidro traseiro;</w:t>
      </w:r>
    </w:p>
    <w:p w14:paraId="0428FBA8" w14:textId="77777777" w:rsidR="002B75E1" w:rsidRDefault="002B75E1" w:rsidP="002B75E1">
      <w:pPr>
        <w:pStyle w:val="PargrafodaLista"/>
        <w:numPr>
          <w:ilvl w:val="1"/>
          <w:numId w:val="3"/>
        </w:numPr>
        <w:ind w:left="0" w:firstLine="0"/>
        <w:jc w:val="both"/>
        <w:rPr>
          <w:rFonts w:cs="Arial"/>
          <w:szCs w:val="20"/>
        </w:rPr>
      </w:pPr>
      <w:r w:rsidRPr="00623008">
        <w:rPr>
          <w:rFonts w:cs="Arial"/>
          <w:szCs w:val="20"/>
        </w:rPr>
        <w:t>Sistema de alarme de fábrica;</w:t>
      </w:r>
    </w:p>
    <w:p w14:paraId="334B1C3F" w14:textId="77777777" w:rsidR="002B75E1" w:rsidRPr="00623008" w:rsidRDefault="002B75E1" w:rsidP="002B75E1">
      <w:pPr>
        <w:pStyle w:val="PargrafodaLista"/>
        <w:numPr>
          <w:ilvl w:val="1"/>
          <w:numId w:val="3"/>
        </w:numPr>
        <w:ind w:left="0" w:firstLine="0"/>
        <w:jc w:val="both"/>
        <w:rPr>
          <w:rFonts w:cs="Arial"/>
          <w:szCs w:val="20"/>
        </w:rPr>
      </w:pPr>
      <w:r>
        <w:rPr>
          <w:rFonts w:cs="Arial"/>
          <w:szCs w:val="20"/>
        </w:rPr>
        <w:t>Porta malas com capacidade mínima de 440 litros;</w:t>
      </w:r>
    </w:p>
    <w:p w14:paraId="638769E9"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Protetor de cárter;</w:t>
      </w:r>
    </w:p>
    <w:p w14:paraId="5CF7055B"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Jogo de tapete;</w:t>
      </w:r>
    </w:p>
    <w:p w14:paraId="0B955B9D" w14:textId="77777777"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Som/multimídia integrada ao veículo, somente o disponibilizado de fábrica</w:t>
      </w:r>
      <w:r>
        <w:rPr>
          <w:rFonts w:cs="Arial"/>
          <w:szCs w:val="20"/>
        </w:rPr>
        <w:t>;</w:t>
      </w:r>
    </w:p>
    <w:p w14:paraId="7BE84A8E" w14:textId="77777777" w:rsidR="002B75E1" w:rsidRDefault="002B75E1" w:rsidP="002B75E1">
      <w:pPr>
        <w:pStyle w:val="PargrafodaLista"/>
        <w:numPr>
          <w:ilvl w:val="1"/>
          <w:numId w:val="3"/>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14:paraId="19813674" w14:textId="77777777" w:rsidR="002B75E1" w:rsidRPr="00623008" w:rsidRDefault="002B75E1" w:rsidP="002B75E1">
      <w:pPr>
        <w:pStyle w:val="PargrafodaLista"/>
        <w:numPr>
          <w:ilvl w:val="1"/>
          <w:numId w:val="3"/>
        </w:numPr>
        <w:ind w:left="0" w:firstLine="0"/>
        <w:jc w:val="both"/>
        <w:rPr>
          <w:rFonts w:cs="Arial"/>
          <w:szCs w:val="20"/>
        </w:rPr>
      </w:pPr>
      <w:r w:rsidRPr="00F07336">
        <w:rPr>
          <w:rFonts w:cs="Times New Roman"/>
          <w:szCs w:val="20"/>
        </w:rPr>
        <w:t>Produto similar ao Grand Siena Attractive</w:t>
      </w:r>
      <w:r>
        <w:rPr>
          <w:rFonts w:cs="Times New Roman"/>
          <w:szCs w:val="20"/>
        </w:rPr>
        <w:t>.</w:t>
      </w:r>
    </w:p>
    <w:p w14:paraId="0D12C634" w14:textId="77777777" w:rsidR="002B75E1" w:rsidRPr="00D811BB" w:rsidRDefault="002B75E1" w:rsidP="002B75E1">
      <w:pPr>
        <w:spacing w:before="120" w:after="120"/>
        <w:ind w:left="567"/>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2B75E1" w:rsidRPr="00623008" w14:paraId="5905DFF9" w14:textId="77777777"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44A6600" w14:textId="77777777" w:rsidR="002B75E1" w:rsidRPr="00623008" w:rsidRDefault="002B75E1"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5537CED0" w14:textId="77777777"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14:paraId="19C718FC" w14:textId="77777777" w:rsidTr="00A8162F">
        <w:tc>
          <w:tcPr>
            <w:tcW w:w="709" w:type="dxa"/>
            <w:vAlign w:val="center"/>
          </w:tcPr>
          <w:p w14:paraId="516E2833" w14:textId="7C41A4DC" w:rsidR="002B75E1" w:rsidRPr="00623008" w:rsidRDefault="00342980" w:rsidP="00A8162F">
            <w:pPr>
              <w:widowControl w:val="0"/>
              <w:suppressAutoHyphens/>
              <w:jc w:val="center"/>
              <w:rPr>
                <w:rFonts w:cs="Arial"/>
                <w:b/>
                <w:color w:val="000000"/>
                <w:szCs w:val="20"/>
              </w:rPr>
            </w:pPr>
            <w:r>
              <w:rPr>
                <w:rFonts w:cs="Arial"/>
                <w:b/>
                <w:color w:val="000000"/>
                <w:szCs w:val="20"/>
              </w:rPr>
              <w:t>1</w:t>
            </w:r>
            <w:r w:rsidR="00515F83">
              <w:rPr>
                <w:rFonts w:cs="Arial"/>
                <w:b/>
                <w:color w:val="000000"/>
                <w:szCs w:val="20"/>
              </w:rPr>
              <w:t>6</w:t>
            </w:r>
          </w:p>
        </w:tc>
        <w:tc>
          <w:tcPr>
            <w:tcW w:w="8357" w:type="dxa"/>
          </w:tcPr>
          <w:p w14:paraId="0A091714" w14:textId="77777777" w:rsidR="002B75E1" w:rsidRPr="00623008" w:rsidRDefault="002B75E1" w:rsidP="00A8162F">
            <w:pPr>
              <w:widowControl w:val="0"/>
              <w:suppressAutoHyphens/>
              <w:rPr>
                <w:rFonts w:cs="Arial"/>
                <w:i/>
                <w:color w:val="000000"/>
                <w:szCs w:val="20"/>
              </w:rPr>
            </w:pPr>
            <w:r>
              <w:rPr>
                <w:rFonts w:cs="Arial"/>
                <w:bCs/>
                <w:szCs w:val="20"/>
              </w:rPr>
              <w:t xml:space="preserve">Veículo administrativo, </w:t>
            </w:r>
            <w:r w:rsidRPr="00623008">
              <w:rPr>
                <w:rFonts w:cs="Arial"/>
                <w:bCs/>
                <w:szCs w:val="20"/>
              </w:rPr>
              <w:t>bicombustível</w:t>
            </w:r>
            <w:r>
              <w:rPr>
                <w:rFonts w:cs="Arial"/>
                <w:bCs/>
                <w:szCs w:val="20"/>
              </w:rPr>
              <w:t xml:space="preserve">, </w:t>
            </w:r>
            <w:r w:rsidRPr="00623008">
              <w:rPr>
                <w:rFonts w:cs="Arial"/>
                <w:bCs/>
                <w:szCs w:val="20"/>
              </w:rPr>
              <w:t xml:space="preserve">tipo minivan para 7 passageiros </w:t>
            </w:r>
          </w:p>
        </w:tc>
      </w:tr>
    </w:tbl>
    <w:p w14:paraId="0616304D" w14:textId="77777777" w:rsidR="002B75E1" w:rsidRPr="00623008" w:rsidRDefault="002B75E1" w:rsidP="00A50BF7">
      <w:pPr>
        <w:pStyle w:val="PargrafodaLista"/>
        <w:numPr>
          <w:ilvl w:val="0"/>
          <w:numId w:val="55"/>
        </w:numPr>
        <w:spacing w:before="240" w:after="240"/>
        <w:ind w:left="0" w:firstLine="0"/>
        <w:contextualSpacing w:val="0"/>
        <w:jc w:val="both"/>
        <w:rPr>
          <w:rFonts w:cs="Arial"/>
          <w:b/>
          <w:szCs w:val="20"/>
        </w:rPr>
      </w:pPr>
      <w:r w:rsidRPr="00623008">
        <w:rPr>
          <w:rFonts w:cs="Arial"/>
          <w:b/>
          <w:szCs w:val="20"/>
        </w:rPr>
        <w:t>CARACTERÍSTICAS TÉCNICAS</w:t>
      </w:r>
    </w:p>
    <w:p w14:paraId="1C47A8A8" w14:textId="77777777" w:rsidR="002B75E1" w:rsidRPr="00623008" w:rsidRDefault="002B75E1" w:rsidP="00A50BF7">
      <w:pPr>
        <w:pStyle w:val="PargrafodaLista"/>
        <w:numPr>
          <w:ilvl w:val="0"/>
          <w:numId w:val="56"/>
        </w:numPr>
        <w:spacing w:before="240" w:after="240"/>
        <w:ind w:left="0" w:firstLine="0"/>
        <w:jc w:val="both"/>
        <w:rPr>
          <w:rFonts w:cs="Arial"/>
          <w:szCs w:val="20"/>
        </w:rPr>
      </w:pPr>
      <w:r w:rsidRPr="00623008">
        <w:rPr>
          <w:rFonts w:cs="Arial"/>
          <w:szCs w:val="20"/>
        </w:rPr>
        <w:t>Classificação: Veículo novo tipo minivan, zero quilômetro, para transporte de pessoal;</w:t>
      </w:r>
    </w:p>
    <w:p w14:paraId="041DEEBB"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Ano de fabricação do chassi: do ano em curso ou posterior;</w:t>
      </w:r>
    </w:p>
    <w:p w14:paraId="0B5C2A2B"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Capacidade de transporte</w:t>
      </w:r>
      <w:r>
        <w:rPr>
          <w:rFonts w:cs="Arial"/>
          <w:szCs w:val="20"/>
        </w:rPr>
        <w:t xml:space="preserve"> de</w:t>
      </w:r>
      <w:r w:rsidRPr="00623008">
        <w:rPr>
          <w:rFonts w:cs="Arial"/>
          <w:szCs w:val="20"/>
        </w:rPr>
        <w:t xml:space="preserve"> 6 passageiros e 1 motorista;</w:t>
      </w:r>
    </w:p>
    <w:p w14:paraId="69CA69DE"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Motor: Gasolina ou bicombustível (gasolina/álcool), com potência igual ou superior a 100CV;</w:t>
      </w:r>
    </w:p>
    <w:p w14:paraId="154C56F9"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2CB14275"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14:paraId="274F5E98" w14:textId="77777777" w:rsidR="002B75E1" w:rsidRPr="00623008" w:rsidRDefault="002B75E1" w:rsidP="00A50BF7">
      <w:pPr>
        <w:pStyle w:val="PargrafodaLista"/>
        <w:numPr>
          <w:ilvl w:val="0"/>
          <w:numId w:val="56"/>
        </w:numPr>
        <w:ind w:left="0" w:firstLine="0"/>
        <w:jc w:val="both"/>
        <w:rPr>
          <w:rFonts w:cs="Arial"/>
          <w:szCs w:val="20"/>
        </w:rPr>
      </w:pPr>
      <w:r w:rsidRPr="00623008">
        <w:rPr>
          <w:rFonts w:cs="Arial"/>
          <w:szCs w:val="20"/>
        </w:rPr>
        <w:t>Pintura na cor BRANCA.</w:t>
      </w:r>
    </w:p>
    <w:p w14:paraId="2AECA9C3" w14:textId="77777777" w:rsidR="002B75E1" w:rsidRPr="00623008" w:rsidRDefault="002B75E1" w:rsidP="00A50BF7">
      <w:pPr>
        <w:pStyle w:val="PargrafodaLista"/>
        <w:numPr>
          <w:ilvl w:val="0"/>
          <w:numId w:val="55"/>
        </w:numPr>
        <w:spacing w:before="240" w:after="240"/>
        <w:ind w:left="0" w:firstLine="0"/>
        <w:contextualSpacing w:val="0"/>
        <w:jc w:val="both"/>
        <w:rPr>
          <w:rFonts w:cs="Arial"/>
          <w:b/>
          <w:szCs w:val="20"/>
        </w:rPr>
      </w:pPr>
      <w:r w:rsidRPr="00623008">
        <w:rPr>
          <w:rFonts w:cs="Arial"/>
          <w:b/>
          <w:szCs w:val="20"/>
        </w:rPr>
        <w:t>DIVERSOS</w:t>
      </w:r>
    </w:p>
    <w:p w14:paraId="54396EB0"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Ar-condicionado original de fábrica;</w:t>
      </w:r>
    </w:p>
    <w:p w14:paraId="3A582F67"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Vidros elétricos nas portas dianteiras e traseiras com fechamento/abertura automática pela chave e sistema ante esmagamento;</w:t>
      </w:r>
    </w:p>
    <w:p w14:paraId="641F579C"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Travas elétricas das portas com acionamento na chave;</w:t>
      </w:r>
    </w:p>
    <w:p w14:paraId="2170E9AB"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Desembaçador no vidro traseiro;</w:t>
      </w:r>
    </w:p>
    <w:p w14:paraId="03C1117A"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Sistema de alarme de fábrica;</w:t>
      </w:r>
    </w:p>
    <w:p w14:paraId="20C82C52"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lastRenderedPageBreak/>
        <w:t>Protetor de cárter;</w:t>
      </w:r>
    </w:p>
    <w:p w14:paraId="3A5905B4" w14:textId="0B2144EA"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Jogo de tapete;</w:t>
      </w:r>
      <w:r w:rsidR="00515F83">
        <w:rPr>
          <w:rFonts w:cs="Arial"/>
          <w:szCs w:val="20"/>
        </w:rPr>
        <w:t xml:space="preserve"> e</w:t>
      </w:r>
    </w:p>
    <w:p w14:paraId="043CA1E9" w14:textId="77777777" w:rsidR="002B75E1" w:rsidRPr="00623008" w:rsidRDefault="002B75E1" w:rsidP="00A50BF7">
      <w:pPr>
        <w:pStyle w:val="PargrafodaLista"/>
        <w:numPr>
          <w:ilvl w:val="1"/>
          <w:numId w:val="5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251C211E" w14:textId="77777777" w:rsidR="002B75E1" w:rsidRDefault="002B75E1" w:rsidP="00A50BF7">
      <w:pPr>
        <w:pStyle w:val="PargrafodaLista"/>
        <w:numPr>
          <w:ilvl w:val="1"/>
          <w:numId w:val="55"/>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14:paraId="432F3B96" w14:textId="77777777" w:rsidR="002B75E1" w:rsidRPr="00304619" w:rsidRDefault="002B75E1" w:rsidP="00A50BF7">
      <w:pPr>
        <w:pStyle w:val="PargrafodaLista"/>
        <w:numPr>
          <w:ilvl w:val="1"/>
          <w:numId w:val="55"/>
        </w:numPr>
        <w:ind w:left="0" w:firstLine="0"/>
        <w:jc w:val="both"/>
        <w:rPr>
          <w:rFonts w:cs="Arial"/>
          <w:szCs w:val="20"/>
        </w:rPr>
      </w:pPr>
      <w:r w:rsidRPr="00A2596B">
        <w:rPr>
          <w:rFonts w:cs="Times New Roman"/>
          <w:szCs w:val="20"/>
        </w:rPr>
        <w:t>Produto similar a Spin LT 1.8 da Chevrolet</w:t>
      </w:r>
      <w:r>
        <w:rPr>
          <w:rFonts w:cs="Times New Roman"/>
          <w:szCs w:val="20"/>
        </w:rPr>
        <w:t>.</w:t>
      </w:r>
    </w:p>
    <w:p w14:paraId="060DD278" w14:textId="77777777"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045"/>
      </w:tblGrid>
      <w:tr w:rsidR="00D4104F" w:rsidRPr="00623008" w14:paraId="4A52BD38" w14:textId="77777777" w:rsidTr="00342980">
        <w:tc>
          <w:tcPr>
            <w:tcW w:w="1021"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B500B6D" w14:textId="77777777" w:rsidR="00D4104F"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14:paraId="28D33987" w14:textId="77777777" w:rsidR="00D4104F" w:rsidRPr="00623008" w:rsidRDefault="00D4104F" w:rsidP="00A8162F">
            <w:pPr>
              <w:widowControl w:val="0"/>
              <w:suppressAutoHyphens/>
              <w:jc w:val="center"/>
              <w:rPr>
                <w:rFonts w:cs="Times New Roman"/>
                <w:b/>
                <w:bCs/>
                <w:szCs w:val="20"/>
              </w:rPr>
            </w:pPr>
            <w:r w:rsidRPr="00623008">
              <w:rPr>
                <w:rFonts w:cs="Times New Roman"/>
                <w:b/>
                <w:bCs/>
                <w:szCs w:val="20"/>
              </w:rPr>
              <w:t>DESCRIÇÃO/ESPECIFICAÇÃO</w:t>
            </w:r>
          </w:p>
        </w:tc>
      </w:tr>
      <w:tr w:rsidR="00D4104F" w:rsidRPr="00623008" w14:paraId="4768CABF" w14:textId="77777777" w:rsidTr="00342980">
        <w:tc>
          <w:tcPr>
            <w:tcW w:w="1021" w:type="dxa"/>
            <w:vAlign w:val="center"/>
          </w:tcPr>
          <w:p w14:paraId="6331EAA1" w14:textId="32940BE6" w:rsidR="00D4104F" w:rsidRPr="00623008" w:rsidRDefault="003E79A6" w:rsidP="00A8162F">
            <w:pPr>
              <w:widowControl w:val="0"/>
              <w:suppressAutoHyphens/>
              <w:jc w:val="center"/>
              <w:rPr>
                <w:rFonts w:cs="Arial"/>
                <w:b/>
                <w:color w:val="000000"/>
                <w:szCs w:val="20"/>
              </w:rPr>
            </w:pPr>
            <w:r>
              <w:rPr>
                <w:rFonts w:cs="Arial"/>
                <w:b/>
                <w:color w:val="000000"/>
                <w:szCs w:val="20"/>
              </w:rPr>
              <w:t>17 a 20</w:t>
            </w:r>
          </w:p>
        </w:tc>
        <w:tc>
          <w:tcPr>
            <w:tcW w:w="8045" w:type="dxa"/>
          </w:tcPr>
          <w:p w14:paraId="0D0301CD" w14:textId="77777777" w:rsidR="00D4104F" w:rsidRPr="00623008" w:rsidRDefault="00D4104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w:t>
            </w:r>
            <w:r w:rsidRPr="00623008">
              <w:rPr>
                <w:rFonts w:cs="Times New Roman"/>
                <w:bCs/>
                <w:szCs w:val="20"/>
              </w:rPr>
              <w:t>bicombustível tipo picape cabine simples (CS)</w:t>
            </w:r>
          </w:p>
        </w:tc>
      </w:tr>
    </w:tbl>
    <w:p w14:paraId="1A36E0D9" w14:textId="77777777" w:rsidR="00D4104F" w:rsidRPr="00623008" w:rsidRDefault="00D4104F" w:rsidP="00D4104F">
      <w:pPr>
        <w:pStyle w:val="PargrafodaLista"/>
        <w:numPr>
          <w:ilvl w:val="0"/>
          <w:numId w:val="7"/>
        </w:numPr>
        <w:spacing w:before="240" w:after="240"/>
        <w:ind w:left="0" w:firstLine="0"/>
        <w:contextualSpacing w:val="0"/>
        <w:jc w:val="both"/>
        <w:rPr>
          <w:rFonts w:cs="Arial"/>
          <w:b/>
          <w:szCs w:val="20"/>
        </w:rPr>
      </w:pPr>
      <w:r w:rsidRPr="00623008">
        <w:rPr>
          <w:rFonts w:cs="Arial"/>
          <w:b/>
          <w:szCs w:val="20"/>
        </w:rPr>
        <w:t>CARACTERÍSTICAS TÉCNICAS</w:t>
      </w:r>
    </w:p>
    <w:p w14:paraId="465CA80B" w14:textId="77777777" w:rsidR="00D4104F" w:rsidRPr="00623008" w:rsidRDefault="00D4104F" w:rsidP="00A50BF7">
      <w:pPr>
        <w:pStyle w:val="PargrafodaLista"/>
        <w:numPr>
          <w:ilvl w:val="0"/>
          <w:numId w:val="11"/>
        </w:numPr>
        <w:spacing w:before="240" w:after="240"/>
        <w:ind w:left="0" w:firstLine="0"/>
        <w:jc w:val="both"/>
        <w:rPr>
          <w:rFonts w:cs="Arial"/>
          <w:szCs w:val="20"/>
        </w:rPr>
      </w:pPr>
      <w:r w:rsidRPr="00623008">
        <w:rPr>
          <w:rFonts w:cs="Arial"/>
          <w:szCs w:val="20"/>
        </w:rPr>
        <w:t>Classificação: Veículo utilitário novo tipo picape CS para transportar carga, zero quilômetro;</w:t>
      </w:r>
    </w:p>
    <w:p w14:paraId="6BA78536" w14:textId="77777777" w:rsidR="00D4104F" w:rsidRPr="00623008" w:rsidRDefault="00D4104F" w:rsidP="00A50BF7">
      <w:pPr>
        <w:pStyle w:val="PargrafodaLista"/>
        <w:numPr>
          <w:ilvl w:val="0"/>
          <w:numId w:val="11"/>
        </w:numPr>
        <w:spacing w:before="240" w:after="240"/>
        <w:ind w:left="0" w:firstLine="0"/>
        <w:jc w:val="both"/>
        <w:rPr>
          <w:rFonts w:cs="Arial"/>
          <w:szCs w:val="20"/>
        </w:rPr>
      </w:pPr>
      <w:r w:rsidRPr="00623008">
        <w:rPr>
          <w:rFonts w:cs="Arial"/>
          <w:szCs w:val="20"/>
        </w:rPr>
        <w:t>Ano de fabricação do chassi: do ano em curso ou posterior;</w:t>
      </w:r>
    </w:p>
    <w:p w14:paraId="14AE52F2" w14:textId="77777777" w:rsidR="00D4104F" w:rsidRDefault="00D4104F" w:rsidP="00A50BF7">
      <w:pPr>
        <w:pStyle w:val="PargrafodaLista"/>
        <w:numPr>
          <w:ilvl w:val="0"/>
          <w:numId w:val="11"/>
        </w:numPr>
        <w:spacing w:before="240" w:after="240"/>
        <w:ind w:left="0" w:firstLine="0"/>
        <w:jc w:val="both"/>
        <w:rPr>
          <w:rFonts w:cs="Arial"/>
          <w:szCs w:val="20"/>
        </w:rPr>
      </w:pPr>
      <w:r>
        <w:rPr>
          <w:rFonts w:cs="Arial"/>
          <w:szCs w:val="20"/>
        </w:rPr>
        <w:t>Capacidade de transporte:</w:t>
      </w:r>
    </w:p>
    <w:p w14:paraId="7EB0B7CC" w14:textId="4348664C" w:rsidR="00D4104F" w:rsidRDefault="00D4104F" w:rsidP="00A50BF7">
      <w:pPr>
        <w:pStyle w:val="PargrafodaLista"/>
        <w:numPr>
          <w:ilvl w:val="1"/>
          <w:numId w:val="11"/>
        </w:numPr>
        <w:spacing w:before="240" w:after="240"/>
        <w:ind w:left="0" w:firstLine="0"/>
        <w:jc w:val="both"/>
        <w:rPr>
          <w:rFonts w:cs="Arial"/>
          <w:szCs w:val="20"/>
        </w:rPr>
      </w:pPr>
      <w:r w:rsidRPr="00281F91">
        <w:rPr>
          <w:rFonts w:cs="Arial"/>
          <w:szCs w:val="20"/>
        </w:rPr>
        <w:t>Pessoal: 1 passageiro e 1 motorista; e</w:t>
      </w:r>
    </w:p>
    <w:p w14:paraId="5C87FB8D" w14:textId="77777777" w:rsidR="00D4104F" w:rsidRPr="00281F91" w:rsidRDefault="00D4104F" w:rsidP="00A50BF7">
      <w:pPr>
        <w:pStyle w:val="PargrafodaLista"/>
        <w:numPr>
          <w:ilvl w:val="1"/>
          <w:numId w:val="11"/>
        </w:numPr>
        <w:spacing w:before="240" w:after="240"/>
        <w:ind w:left="0" w:firstLine="0"/>
        <w:jc w:val="both"/>
        <w:rPr>
          <w:rFonts w:cs="Arial"/>
          <w:szCs w:val="20"/>
        </w:rPr>
      </w:pPr>
      <w:r w:rsidRPr="00281F91">
        <w:rPr>
          <w:rFonts w:cs="Arial"/>
          <w:szCs w:val="20"/>
        </w:rPr>
        <w:t>Carga: Mínima de 650 Kg.</w:t>
      </w:r>
    </w:p>
    <w:p w14:paraId="67CA4688" w14:textId="77777777" w:rsidR="00D4104F" w:rsidRPr="00623008" w:rsidRDefault="00D4104F" w:rsidP="00A50BF7">
      <w:pPr>
        <w:pStyle w:val="PargrafodaLista"/>
        <w:numPr>
          <w:ilvl w:val="0"/>
          <w:numId w:val="11"/>
        </w:numPr>
        <w:spacing w:before="240" w:after="240"/>
        <w:ind w:left="0" w:firstLine="0"/>
        <w:jc w:val="both"/>
        <w:rPr>
          <w:rFonts w:cs="Arial"/>
          <w:szCs w:val="20"/>
        </w:rPr>
      </w:pPr>
      <w:r w:rsidRPr="00623008">
        <w:rPr>
          <w:rFonts w:cs="Arial"/>
          <w:szCs w:val="20"/>
        </w:rPr>
        <w:t>Motor: Gasolina ou bicombustível (gasolina/álcool), com po</w:t>
      </w:r>
      <w:r>
        <w:rPr>
          <w:rFonts w:cs="Arial"/>
          <w:szCs w:val="20"/>
        </w:rPr>
        <w:t>tência igual ou superior a 80CV</w:t>
      </w:r>
      <w:r w:rsidRPr="00623008">
        <w:rPr>
          <w:rFonts w:cs="Arial"/>
          <w:szCs w:val="20"/>
        </w:rPr>
        <w:t>;</w:t>
      </w:r>
    </w:p>
    <w:p w14:paraId="5600C857" w14:textId="77777777" w:rsidR="00D4104F" w:rsidRPr="00623008" w:rsidRDefault="00D4104F" w:rsidP="00A50BF7">
      <w:pPr>
        <w:pStyle w:val="PargrafodaLista"/>
        <w:numPr>
          <w:ilvl w:val="0"/>
          <w:numId w:val="11"/>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riginal de fábrica, sendo que a fabricação dos pneus deverá ser do ano corrente ou, no máximo, no prazo de 12 (doze) meses contados da data de entrega do veículo;</w:t>
      </w:r>
    </w:p>
    <w:p w14:paraId="771291E3" w14:textId="77777777" w:rsidR="00D4104F" w:rsidRPr="00623008" w:rsidRDefault="00D4104F" w:rsidP="00A50BF7">
      <w:pPr>
        <w:pStyle w:val="PargrafodaLista"/>
        <w:numPr>
          <w:ilvl w:val="0"/>
          <w:numId w:val="11"/>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1E739AF7" w14:textId="77777777" w:rsidR="00D4104F" w:rsidRPr="00623008" w:rsidRDefault="00D4104F" w:rsidP="00A50BF7">
      <w:pPr>
        <w:pStyle w:val="PargrafodaLista"/>
        <w:numPr>
          <w:ilvl w:val="0"/>
          <w:numId w:val="11"/>
        </w:numPr>
        <w:ind w:left="0" w:firstLine="0"/>
        <w:jc w:val="both"/>
        <w:rPr>
          <w:rFonts w:cs="Arial"/>
          <w:szCs w:val="20"/>
        </w:rPr>
      </w:pPr>
      <w:r w:rsidRPr="00623008">
        <w:rPr>
          <w:rFonts w:cs="Arial"/>
          <w:szCs w:val="20"/>
        </w:rPr>
        <w:t>Pintura na cor BRANCA.</w:t>
      </w:r>
    </w:p>
    <w:p w14:paraId="540CC5FA" w14:textId="77777777" w:rsidR="00D4104F" w:rsidRPr="00623008" w:rsidRDefault="00D4104F" w:rsidP="00D4104F">
      <w:pPr>
        <w:pStyle w:val="PargrafodaLista"/>
        <w:numPr>
          <w:ilvl w:val="0"/>
          <w:numId w:val="7"/>
        </w:numPr>
        <w:spacing w:before="240" w:after="240"/>
        <w:ind w:left="0" w:firstLine="0"/>
        <w:contextualSpacing w:val="0"/>
        <w:jc w:val="both"/>
        <w:rPr>
          <w:rFonts w:cs="Arial"/>
          <w:szCs w:val="20"/>
        </w:rPr>
      </w:pPr>
      <w:r w:rsidRPr="00623008">
        <w:rPr>
          <w:rFonts w:cs="Arial"/>
          <w:b/>
          <w:szCs w:val="20"/>
        </w:rPr>
        <w:t>DIVERSOS</w:t>
      </w:r>
    </w:p>
    <w:p w14:paraId="0913F645"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Ar-condicionado original de fábrica;</w:t>
      </w:r>
    </w:p>
    <w:p w14:paraId="5DDB5E80"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Vidros elétricos nas portas dianteiras com fechamento/abertura automática pela chave e sistema ante esmagamento;</w:t>
      </w:r>
    </w:p>
    <w:p w14:paraId="43C53F7F"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Travas elétricas das portas com acionamento na chave;</w:t>
      </w:r>
    </w:p>
    <w:p w14:paraId="0121D3AA"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Desembaçador no vidro traseiro;</w:t>
      </w:r>
    </w:p>
    <w:p w14:paraId="09C1E326"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Sistema de alarme de fábrica;</w:t>
      </w:r>
    </w:p>
    <w:p w14:paraId="6E33D9BB"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Protetor de cárter;</w:t>
      </w:r>
    </w:p>
    <w:p w14:paraId="5634D7BA"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Jogo de tapete;</w:t>
      </w:r>
    </w:p>
    <w:p w14:paraId="4444D54F"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Cocho de carga metálico original de fábrica na cor do veículo com protetor de caçamba e ganchos para amarração de carga no interior da caçamba; </w:t>
      </w:r>
    </w:p>
    <w:p w14:paraId="1FB81044"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7354CF00" w14:textId="77777777" w:rsidR="00D4104F"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14:paraId="17962C16" w14:textId="77777777" w:rsidR="00D4104F" w:rsidRPr="00623008" w:rsidRDefault="00D4104F" w:rsidP="00D4104F">
      <w:pPr>
        <w:pStyle w:val="PargrafodaLista"/>
        <w:numPr>
          <w:ilvl w:val="1"/>
          <w:numId w:val="7"/>
        </w:numPr>
        <w:spacing w:before="240" w:after="240"/>
        <w:ind w:left="0" w:firstLine="0"/>
        <w:jc w:val="both"/>
        <w:rPr>
          <w:rFonts w:cs="Arial"/>
          <w:szCs w:val="20"/>
        </w:rPr>
      </w:pPr>
      <w:r w:rsidRPr="00915289">
        <w:rPr>
          <w:rFonts w:cs="Times New Roman"/>
          <w:szCs w:val="20"/>
        </w:rPr>
        <w:t xml:space="preserve">Produto similar a picape Saveiro </w:t>
      </w:r>
      <w:proofErr w:type="spellStart"/>
      <w:r w:rsidRPr="00915289">
        <w:rPr>
          <w:rFonts w:cs="Times New Roman"/>
          <w:szCs w:val="20"/>
        </w:rPr>
        <w:t>Robust</w:t>
      </w:r>
      <w:proofErr w:type="spellEnd"/>
      <w:r w:rsidRPr="00915289">
        <w:rPr>
          <w:rFonts w:cs="Times New Roman"/>
          <w:szCs w:val="20"/>
        </w:rPr>
        <w:t xml:space="preserve"> da Volkswagen</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0C7FF1" w:rsidRPr="00623008" w14:paraId="0EA71882" w14:textId="77777777" w:rsidTr="00342980">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7260FD8" w14:textId="77777777" w:rsidR="000C7FF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14:paraId="0A3AD918" w14:textId="77777777" w:rsidR="000C7FF1" w:rsidRPr="00623008" w:rsidRDefault="000C7FF1" w:rsidP="00A8162F">
            <w:pPr>
              <w:widowControl w:val="0"/>
              <w:suppressAutoHyphens/>
              <w:jc w:val="center"/>
              <w:rPr>
                <w:rFonts w:cs="Arial"/>
                <w:b/>
                <w:bCs/>
                <w:szCs w:val="20"/>
              </w:rPr>
            </w:pPr>
            <w:r w:rsidRPr="00623008">
              <w:rPr>
                <w:rFonts w:cs="Arial"/>
                <w:b/>
                <w:bCs/>
                <w:szCs w:val="20"/>
              </w:rPr>
              <w:t>DESCRIÇÃO/ESPECIFICAÇÃO</w:t>
            </w:r>
          </w:p>
        </w:tc>
      </w:tr>
      <w:tr w:rsidR="000C7FF1" w:rsidRPr="00623008" w14:paraId="67019A0E" w14:textId="77777777" w:rsidTr="00342980">
        <w:tc>
          <w:tcPr>
            <w:tcW w:w="1163" w:type="dxa"/>
            <w:vAlign w:val="center"/>
          </w:tcPr>
          <w:p w14:paraId="3B63DBD7" w14:textId="10AE2DBC" w:rsidR="000C7FF1" w:rsidRPr="00623008" w:rsidRDefault="00342980" w:rsidP="00A8162F">
            <w:pPr>
              <w:widowControl w:val="0"/>
              <w:suppressAutoHyphens/>
              <w:jc w:val="center"/>
              <w:rPr>
                <w:rFonts w:cs="Arial"/>
                <w:b/>
                <w:color w:val="000000"/>
                <w:szCs w:val="20"/>
              </w:rPr>
            </w:pPr>
            <w:r>
              <w:rPr>
                <w:rFonts w:cs="Arial"/>
                <w:b/>
                <w:color w:val="000000"/>
                <w:szCs w:val="20"/>
              </w:rPr>
              <w:t>21</w:t>
            </w:r>
            <w:r w:rsidR="003E79A6">
              <w:rPr>
                <w:rFonts w:cs="Arial"/>
                <w:b/>
                <w:color w:val="000000"/>
                <w:szCs w:val="20"/>
              </w:rPr>
              <w:t xml:space="preserve"> e 22</w:t>
            </w:r>
          </w:p>
        </w:tc>
        <w:tc>
          <w:tcPr>
            <w:tcW w:w="7903" w:type="dxa"/>
          </w:tcPr>
          <w:p w14:paraId="00F58BD2" w14:textId="77777777" w:rsidR="000C7FF1" w:rsidRPr="00623008" w:rsidRDefault="000C7FF1" w:rsidP="00A8162F">
            <w:pPr>
              <w:widowControl w:val="0"/>
              <w:suppressAutoHyphens/>
              <w:rPr>
                <w:rFonts w:cs="Arial"/>
                <w:i/>
                <w:color w:val="000000"/>
                <w:szCs w:val="20"/>
              </w:rPr>
            </w:pPr>
            <w:r>
              <w:rPr>
                <w:rFonts w:cs="Arial"/>
                <w:bCs/>
                <w:szCs w:val="20"/>
              </w:rPr>
              <w:t xml:space="preserve">Veículo utilitário para transporte de pessoal, </w:t>
            </w:r>
            <w:r w:rsidRPr="00623008">
              <w:rPr>
                <w:rFonts w:cs="Arial"/>
                <w:bCs/>
                <w:szCs w:val="20"/>
              </w:rPr>
              <w:t xml:space="preserve">tipo minivan para </w:t>
            </w:r>
            <w:r>
              <w:rPr>
                <w:rFonts w:cs="Arial"/>
                <w:bCs/>
                <w:szCs w:val="20"/>
              </w:rPr>
              <w:t>11</w:t>
            </w:r>
            <w:r w:rsidRPr="00623008">
              <w:rPr>
                <w:rFonts w:cs="Arial"/>
                <w:bCs/>
                <w:szCs w:val="20"/>
              </w:rPr>
              <w:t xml:space="preserve"> passageiros </w:t>
            </w:r>
          </w:p>
        </w:tc>
      </w:tr>
    </w:tbl>
    <w:p w14:paraId="437FEFB7" w14:textId="77777777" w:rsidR="000C7FF1" w:rsidRPr="007C47A5" w:rsidRDefault="000C7FF1" w:rsidP="000C7FF1">
      <w:pPr>
        <w:pStyle w:val="PargrafodaLista"/>
        <w:numPr>
          <w:ilvl w:val="0"/>
          <w:numId w:val="6"/>
        </w:numPr>
        <w:spacing w:before="240" w:after="120"/>
        <w:ind w:left="0" w:firstLine="0"/>
        <w:contextualSpacing w:val="0"/>
        <w:jc w:val="both"/>
        <w:rPr>
          <w:rFonts w:cs="Arial"/>
          <w:b/>
          <w:szCs w:val="20"/>
        </w:rPr>
      </w:pPr>
      <w:r w:rsidRPr="00623008">
        <w:rPr>
          <w:rFonts w:cs="Arial"/>
          <w:b/>
          <w:szCs w:val="20"/>
        </w:rPr>
        <w:t>CARACTERÍSTICAS TÉCNICAS</w:t>
      </w:r>
    </w:p>
    <w:p w14:paraId="1E1C229D" w14:textId="77777777" w:rsidR="000C7FF1" w:rsidRPr="00623008" w:rsidRDefault="000C7FF1" w:rsidP="00A50BF7">
      <w:pPr>
        <w:pStyle w:val="PargrafodaLista"/>
        <w:numPr>
          <w:ilvl w:val="0"/>
          <w:numId w:val="10"/>
        </w:numPr>
        <w:spacing w:before="240"/>
        <w:ind w:left="0" w:firstLine="0"/>
        <w:jc w:val="both"/>
        <w:rPr>
          <w:rFonts w:cs="Arial"/>
          <w:szCs w:val="20"/>
        </w:rPr>
      </w:pPr>
      <w:r w:rsidRPr="00623008">
        <w:rPr>
          <w:rFonts w:cs="Arial"/>
          <w:szCs w:val="20"/>
        </w:rPr>
        <w:t>Classificação: Veículo novo tipo minivan, zero quilômetro, para transporte de pessoal;</w:t>
      </w:r>
    </w:p>
    <w:p w14:paraId="3868A06D"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Ano de fabricação do chassi: do ano em curso ou posterior;</w:t>
      </w:r>
    </w:p>
    <w:p w14:paraId="20DF42B3"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 xml:space="preserve">Capacidade de transporte: </w:t>
      </w:r>
      <w:r>
        <w:rPr>
          <w:rFonts w:cs="Arial"/>
          <w:szCs w:val="20"/>
        </w:rPr>
        <w:t>10</w:t>
      </w:r>
      <w:r w:rsidRPr="00623008">
        <w:rPr>
          <w:rFonts w:cs="Arial"/>
          <w:szCs w:val="20"/>
        </w:rPr>
        <w:t xml:space="preserve"> passageiros e 1 motorista;</w:t>
      </w:r>
    </w:p>
    <w:p w14:paraId="300EA359"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Motor:</w:t>
      </w:r>
      <w:r>
        <w:rPr>
          <w:rFonts w:cs="Arial"/>
          <w:szCs w:val="20"/>
        </w:rPr>
        <w:t xml:space="preserve"> diesel</w:t>
      </w:r>
      <w:r w:rsidRPr="00623008">
        <w:rPr>
          <w:rFonts w:cs="Arial"/>
          <w:szCs w:val="20"/>
        </w:rPr>
        <w:t>, com potência igual ou superior a 100CV;</w:t>
      </w:r>
    </w:p>
    <w:p w14:paraId="3C9D4A66"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793C0650"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0ECB3469" w14:textId="77777777" w:rsidR="000C7FF1" w:rsidRPr="00623008" w:rsidRDefault="000C7FF1" w:rsidP="00A50BF7">
      <w:pPr>
        <w:pStyle w:val="PargrafodaLista"/>
        <w:numPr>
          <w:ilvl w:val="0"/>
          <w:numId w:val="10"/>
        </w:numPr>
        <w:spacing w:before="100" w:beforeAutospacing="1" w:after="120"/>
        <w:ind w:left="0" w:firstLine="0"/>
        <w:jc w:val="both"/>
        <w:rPr>
          <w:rFonts w:cs="Arial"/>
          <w:szCs w:val="20"/>
        </w:rPr>
      </w:pPr>
      <w:r w:rsidRPr="00623008">
        <w:rPr>
          <w:rFonts w:cs="Arial"/>
          <w:szCs w:val="20"/>
        </w:rPr>
        <w:t>Pintura na cor BRANCA.</w:t>
      </w:r>
    </w:p>
    <w:p w14:paraId="24A651AD" w14:textId="77777777" w:rsidR="000C7FF1" w:rsidRPr="00623008" w:rsidRDefault="000C7FF1" w:rsidP="000C7FF1">
      <w:pPr>
        <w:pStyle w:val="PargrafodaLista"/>
        <w:numPr>
          <w:ilvl w:val="0"/>
          <w:numId w:val="6"/>
        </w:numPr>
        <w:spacing w:before="240" w:after="240"/>
        <w:ind w:left="0" w:firstLine="0"/>
        <w:contextualSpacing w:val="0"/>
        <w:jc w:val="both"/>
        <w:rPr>
          <w:rFonts w:cs="Arial"/>
          <w:b/>
          <w:szCs w:val="20"/>
        </w:rPr>
      </w:pPr>
      <w:r w:rsidRPr="00623008">
        <w:rPr>
          <w:rFonts w:cs="Arial"/>
          <w:b/>
          <w:szCs w:val="20"/>
        </w:rPr>
        <w:lastRenderedPageBreak/>
        <w:t>DIVERSOS</w:t>
      </w:r>
    </w:p>
    <w:p w14:paraId="1B980FCC"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Ar-condicionado original de fábrica</w:t>
      </w:r>
      <w:r>
        <w:rPr>
          <w:rFonts w:cs="Arial"/>
          <w:szCs w:val="20"/>
        </w:rPr>
        <w:t xml:space="preserve"> para todo o ambiente</w:t>
      </w:r>
      <w:r w:rsidRPr="00623008">
        <w:rPr>
          <w:rFonts w:cs="Arial"/>
          <w:szCs w:val="20"/>
        </w:rPr>
        <w:t>;</w:t>
      </w:r>
    </w:p>
    <w:p w14:paraId="33A2D68F"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Vidros elétricos nas portas dianteiras</w:t>
      </w:r>
      <w:r>
        <w:rPr>
          <w:rFonts w:cs="Arial"/>
          <w:szCs w:val="20"/>
        </w:rPr>
        <w:t xml:space="preserve"> </w:t>
      </w:r>
      <w:r w:rsidRPr="00623008">
        <w:rPr>
          <w:rFonts w:cs="Arial"/>
          <w:szCs w:val="20"/>
        </w:rPr>
        <w:t>com fechamento/abertura automática pela chave e sistema ante esmagamento;</w:t>
      </w:r>
    </w:p>
    <w:p w14:paraId="090DF070"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Travas elétricas das portas com acionamento na chave;</w:t>
      </w:r>
    </w:p>
    <w:p w14:paraId="76CDACE9"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Desembaçador no vidro traseiro;</w:t>
      </w:r>
    </w:p>
    <w:p w14:paraId="4B6F57A3"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Sistema de alarme de fábrica;</w:t>
      </w:r>
    </w:p>
    <w:p w14:paraId="0981DEC3"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Protetor de cárter;</w:t>
      </w:r>
    </w:p>
    <w:p w14:paraId="564B8A72"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2B0B2CAE" w14:textId="77777777" w:rsidR="000C7FF1"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14:paraId="66BDCCF3" w14:textId="77777777" w:rsidR="000C7FF1" w:rsidRPr="00623008" w:rsidRDefault="000C7FF1" w:rsidP="000C7FF1">
      <w:pPr>
        <w:pStyle w:val="PargrafodaLista"/>
        <w:numPr>
          <w:ilvl w:val="1"/>
          <w:numId w:val="6"/>
        </w:numPr>
        <w:spacing w:before="100" w:beforeAutospacing="1" w:after="120"/>
        <w:ind w:left="0" w:firstLine="0"/>
        <w:jc w:val="both"/>
        <w:rPr>
          <w:rFonts w:cs="Arial"/>
          <w:szCs w:val="20"/>
        </w:rPr>
      </w:pPr>
      <w:r>
        <w:rPr>
          <w:rFonts w:cs="Arial"/>
          <w:szCs w:val="20"/>
        </w:rPr>
        <w:t xml:space="preserve">Produto similar ao </w:t>
      </w:r>
      <w:r w:rsidRPr="009A596A">
        <w:rPr>
          <w:rFonts w:cs="Arial"/>
          <w:szCs w:val="20"/>
        </w:rPr>
        <w:t>Citroën Jumpy Minibus</w:t>
      </w:r>
      <w:r>
        <w:rPr>
          <w:rFonts w:cs="Arial"/>
          <w:szCs w:val="20"/>
        </w:rPr>
        <w:t>.</w:t>
      </w:r>
    </w:p>
    <w:p w14:paraId="1A6C79E5" w14:textId="77777777" w:rsidR="002B75E1" w:rsidRDefault="002B75E1" w:rsidP="002B75E1">
      <w:pPr>
        <w:pStyle w:val="PargrafodaLista"/>
        <w:spacing w:before="100" w:beforeAutospacing="1" w:after="120"/>
        <w:ind w:left="0"/>
        <w:jc w:val="both"/>
        <w:rPr>
          <w:rFonts w:cs="Arial"/>
          <w:szCs w:val="20"/>
        </w:rPr>
      </w:pPr>
    </w:p>
    <w:p w14:paraId="4E8D0415" w14:textId="77777777" w:rsidR="008C6DBF" w:rsidRDefault="008C6DBF" w:rsidP="008C6DBF">
      <w:pPr>
        <w:jc w:val="center"/>
        <w:rPr>
          <w:rFonts w:cs="Arial"/>
          <w:szCs w:val="20"/>
        </w:rPr>
      </w:pPr>
    </w:p>
    <w:tbl>
      <w:tblPr>
        <w:tblW w:w="84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345"/>
      </w:tblGrid>
      <w:tr w:rsidR="008C6DBF" w:rsidRPr="00623008" w14:paraId="185C4021" w14:textId="77777777"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2E274D2" w14:textId="77777777" w:rsidR="008C6DBF" w:rsidRPr="00623008" w:rsidRDefault="008C6DBF"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w:t>
            </w:r>
            <w:r w:rsidR="001903F1">
              <w:rPr>
                <w:rFonts w:cs="Arial"/>
                <w:b/>
                <w:color w:val="000000"/>
                <w:szCs w:val="20"/>
              </w:rPr>
              <w:t>NS</w:t>
            </w:r>
          </w:p>
        </w:tc>
        <w:tc>
          <w:tcPr>
            <w:tcW w:w="7345" w:type="dxa"/>
            <w:tcBorders>
              <w:top w:val="single" w:sz="4" w:space="0" w:color="000000"/>
              <w:left w:val="single" w:sz="4" w:space="0" w:color="000000"/>
              <w:bottom w:val="single" w:sz="4" w:space="0" w:color="000000"/>
              <w:right w:val="single" w:sz="4" w:space="0" w:color="000000"/>
            </w:tcBorders>
            <w:shd w:val="clear" w:color="auto" w:fill="FFFF00"/>
          </w:tcPr>
          <w:p w14:paraId="14A851F1" w14:textId="77777777"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623008" w14:paraId="308DAF6A" w14:textId="77777777" w:rsidTr="001903F1">
        <w:trPr>
          <w:jc w:val="center"/>
        </w:trPr>
        <w:tc>
          <w:tcPr>
            <w:tcW w:w="1129" w:type="dxa"/>
            <w:vAlign w:val="center"/>
          </w:tcPr>
          <w:p w14:paraId="2614E098" w14:textId="4FC15E80" w:rsidR="00043980" w:rsidRPr="00623008" w:rsidRDefault="003E79A6" w:rsidP="00A8162F">
            <w:pPr>
              <w:widowControl w:val="0"/>
              <w:suppressAutoHyphens/>
              <w:jc w:val="center"/>
              <w:rPr>
                <w:rFonts w:cs="Arial"/>
                <w:b/>
                <w:color w:val="000000"/>
                <w:szCs w:val="20"/>
              </w:rPr>
            </w:pPr>
            <w:r>
              <w:rPr>
                <w:rFonts w:cs="Arial"/>
                <w:b/>
                <w:color w:val="000000"/>
                <w:szCs w:val="20"/>
              </w:rPr>
              <w:t>23</w:t>
            </w:r>
            <w:r w:rsidR="00043980">
              <w:rPr>
                <w:rFonts w:cs="Arial"/>
                <w:b/>
                <w:color w:val="000000"/>
                <w:szCs w:val="20"/>
              </w:rPr>
              <w:t xml:space="preserve"> a 2</w:t>
            </w:r>
            <w:r>
              <w:rPr>
                <w:rFonts w:cs="Arial"/>
                <w:b/>
                <w:color w:val="000000"/>
                <w:szCs w:val="20"/>
              </w:rPr>
              <w:t>5</w:t>
            </w:r>
          </w:p>
        </w:tc>
        <w:tc>
          <w:tcPr>
            <w:tcW w:w="7345" w:type="dxa"/>
          </w:tcPr>
          <w:p w14:paraId="09F90050" w14:textId="77777777"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bicombustível, p</w:t>
            </w:r>
            <w:r w:rsidRPr="00623008">
              <w:rPr>
                <w:rFonts w:cs="Times New Roman"/>
                <w:bCs/>
                <w:szCs w:val="20"/>
              </w:rPr>
              <w:t>icape cabine dupla (CD)</w:t>
            </w:r>
            <w:r>
              <w:rPr>
                <w:rFonts w:cs="Times New Roman"/>
                <w:bCs/>
                <w:szCs w:val="20"/>
              </w:rPr>
              <w:t>, tração 4x2</w:t>
            </w:r>
          </w:p>
        </w:tc>
      </w:tr>
    </w:tbl>
    <w:p w14:paraId="468F51BF" w14:textId="77777777" w:rsidR="008C6DBF" w:rsidRPr="00623008" w:rsidRDefault="008C6DBF" w:rsidP="008C6DBF">
      <w:pPr>
        <w:pStyle w:val="PargrafodaLista"/>
        <w:numPr>
          <w:ilvl w:val="0"/>
          <w:numId w:val="8"/>
        </w:numPr>
        <w:spacing w:before="240" w:after="240"/>
        <w:ind w:left="0" w:firstLine="0"/>
        <w:contextualSpacing w:val="0"/>
        <w:jc w:val="both"/>
        <w:rPr>
          <w:rFonts w:cs="Arial"/>
          <w:b/>
          <w:szCs w:val="20"/>
        </w:rPr>
      </w:pPr>
      <w:r w:rsidRPr="00623008">
        <w:rPr>
          <w:rFonts w:cs="Arial"/>
          <w:b/>
          <w:szCs w:val="20"/>
        </w:rPr>
        <w:t>CARACTERÍSTICAS TÉCNICAS</w:t>
      </w:r>
    </w:p>
    <w:p w14:paraId="033FD6DF" w14:textId="77777777" w:rsidR="008C6DBF" w:rsidRPr="00623008"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Classificação: Veículo utilitário novo tipo picape CD, zero quilômetro;</w:t>
      </w:r>
    </w:p>
    <w:p w14:paraId="4322CB41" w14:textId="77777777" w:rsidR="008C6DBF" w:rsidRPr="00623008"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Ano de fabricação do chassi: do ano em curso ou posterior;</w:t>
      </w:r>
    </w:p>
    <w:p w14:paraId="28DC56D5" w14:textId="77777777" w:rsidR="008C6DBF"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 xml:space="preserve">Capacidade de transporte: </w:t>
      </w:r>
    </w:p>
    <w:p w14:paraId="27FBE82C" w14:textId="77777777" w:rsidR="008C6DBF" w:rsidRDefault="008C6DBF" w:rsidP="00A50BF7">
      <w:pPr>
        <w:pStyle w:val="PargrafodaLista"/>
        <w:numPr>
          <w:ilvl w:val="1"/>
          <w:numId w:val="12"/>
        </w:numPr>
        <w:spacing w:before="240" w:after="240"/>
        <w:ind w:left="0" w:firstLine="0"/>
        <w:jc w:val="both"/>
        <w:rPr>
          <w:rFonts w:cs="Arial"/>
          <w:szCs w:val="20"/>
        </w:rPr>
      </w:pPr>
      <w:r w:rsidRPr="00281F91">
        <w:rPr>
          <w:rFonts w:cs="Arial"/>
          <w:szCs w:val="20"/>
        </w:rPr>
        <w:t>Pessoa</w:t>
      </w:r>
      <w:r>
        <w:rPr>
          <w:rFonts w:cs="Arial"/>
          <w:szCs w:val="20"/>
        </w:rPr>
        <w:t>l: 4 passageiros e 1 motorista; e</w:t>
      </w:r>
    </w:p>
    <w:p w14:paraId="06069BB5" w14:textId="77777777" w:rsidR="008C6DBF" w:rsidRPr="00281F91" w:rsidRDefault="008C6DBF" w:rsidP="00A50BF7">
      <w:pPr>
        <w:pStyle w:val="PargrafodaLista"/>
        <w:numPr>
          <w:ilvl w:val="1"/>
          <w:numId w:val="12"/>
        </w:numPr>
        <w:spacing w:before="240" w:after="240"/>
        <w:ind w:left="0" w:firstLine="0"/>
        <w:jc w:val="both"/>
        <w:rPr>
          <w:rFonts w:cs="Arial"/>
          <w:szCs w:val="20"/>
        </w:rPr>
      </w:pPr>
      <w:r w:rsidRPr="00281F91">
        <w:rPr>
          <w:rFonts w:cs="Arial"/>
          <w:szCs w:val="20"/>
        </w:rPr>
        <w:t>Carga: Mínima de 650 Kg.</w:t>
      </w:r>
    </w:p>
    <w:p w14:paraId="46901950" w14:textId="77777777" w:rsidR="008C6DBF" w:rsidRPr="00623008"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 xml:space="preserve">Motor: Gasolina ou bicombustível (gasolina/álcool), com potência igual ou superior a </w:t>
      </w:r>
      <w:r>
        <w:rPr>
          <w:rFonts w:cs="Arial"/>
          <w:szCs w:val="20"/>
        </w:rPr>
        <w:t>115</w:t>
      </w:r>
      <w:r w:rsidRPr="00623008">
        <w:rPr>
          <w:rFonts w:cs="Arial"/>
          <w:szCs w:val="20"/>
        </w:rPr>
        <w:t>CV;</w:t>
      </w:r>
    </w:p>
    <w:p w14:paraId="2127F27F" w14:textId="77777777" w:rsidR="008C6DBF" w:rsidRPr="00623008"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148EC336" w14:textId="77777777" w:rsidR="008C6DBF" w:rsidRPr="00623008" w:rsidRDefault="008C6DBF" w:rsidP="00A50BF7">
      <w:pPr>
        <w:pStyle w:val="PargrafodaLista"/>
        <w:numPr>
          <w:ilvl w:val="0"/>
          <w:numId w:val="12"/>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43E3B6A0" w14:textId="77777777" w:rsidR="008C6DBF" w:rsidRPr="00623008" w:rsidRDefault="008C6DBF" w:rsidP="00A50BF7">
      <w:pPr>
        <w:pStyle w:val="PargrafodaLista"/>
        <w:numPr>
          <w:ilvl w:val="0"/>
          <w:numId w:val="12"/>
        </w:numPr>
        <w:ind w:left="0" w:firstLine="0"/>
        <w:jc w:val="both"/>
        <w:rPr>
          <w:rFonts w:cs="Arial"/>
          <w:szCs w:val="20"/>
        </w:rPr>
      </w:pPr>
      <w:r w:rsidRPr="00623008">
        <w:rPr>
          <w:rFonts w:cs="Arial"/>
          <w:szCs w:val="20"/>
        </w:rPr>
        <w:t>Pintura na cor BRANCA.</w:t>
      </w:r>
    </w:p>
    <w:p w14:paraId="11E1E0F5" w14:textId="77777777" w:rsidR="008C6DBF" w:rsidRPr="00623008" w:rsidRDefault="008C6DBF" w:rsidP="008C6DBF">
      <w:pPr>
        <w:pStyle w:val="PargrafodaLista"/>
        <w:numPr>
          <w:ilvl w:val="0"/>
          <w:numId w:val="8"/>
        </w:numPr>
        <w:spacing w:before="240" w:after="240"/>
        <w:ind w:left="0" w:firstLine="0"/>
        <w:contextualSpacing w:val="0"/>
        <w:jc w:val="both"/>
        <w:rPr>
          <w:rFonts w:cs="Arial"/>
          <w:szCs w:val="20"/>
        </w:rPr>
      </w:pPr>
      <w:r w:rsidRPr="00623008">
        <w:rPr>
          <w:rFonts w:cs="Arial"/>
          <w:b/>
          <w:szCs w:val="20"/>
        </w:rPr>
        <w:t>DIVERSOS</w:t>
      </w:r>
    </w:p>
    <w:p w14:paraId="217FDFC3"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Ar-condicionado original de fábrica;</w:t>
      </w:r>
    </w:p>
    <w:p w14:paraId="41B7FDA1"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 xml:space="preserve">Cabine </w:t>
      </w:r>
      <w:r>
        <w:rPr>
          <w:rFonts w:cs="Arial"/>
          <w:szCs w:val="20"/>
        </w:rPr>
        <w:t>dupla de fábrica com 4</w:t>
      </w:r>
      <w:r w:rsidRPr="00623008">
        <w:rPr>
          <w:rFonts w:cs="Arial"/>
          <w:szCs w:val="20"/>
        </w:rPr>
        <w:t xml:space="preserve"> portas;</w:t>
      </w:r>
    </w:p>
    <w:p w14:paraId="4A89CF65"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Cocho de carga metálico original de fábrica na cor do veículo com protetor de caçamba e ganchos para amarração de carga no interior da caçamba;</w:t>
      </w:r>
    </w:p>
    <w:p w14:paraId="23E64197"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Vidro elétrico nas portas dianteiras;</w:t>
      </w:r>
    </w:p>
    <w:p w14:paraId="536F06E9"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Travas elétricas das portas com acionamento na chave;</w:t>
      </w:r>
    </w:p>
    <w:p w14:paraId="6568F64E"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Protetor de cárter;</w:t>
      </w:r>
    </w:p>
    <w:p w14:paraId="06BDEA20"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Jogo de tapete;</w:t>
      </w:r>
    </w:p>
    <w:p w14:paraId="3ECB94A8" w14:textId="77777777" w:rsidR="008C6DBF" w:rsidRPr="00623008"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14:paraId="2312D25D" w14:textId="77777777" w:rsidR="008C6DBF" w:rsidRDefault="008C6DBF" w:rsidP="00A50BF7">
      <w:pPr>
        <w:pStyle w:val="PargrafodaLista"/>
        <w:numPr>
          <w:ilvl w:val="0"/>
          <w:numId w:val="13"/>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14:paraId="241D11C1" w14:textId="77777777" w:rsidR="008C6DBF" w:rsidRPr="00013620" w:rsidRDefault="008C6DBF" w:rsidP="00A50BF7">
      <w:pPr>
        <w:pStyle w:val="PargrafodaLista"/>
        <w:numPr>
          <w:ilvl w:val="0"/>
          <w:numId w:val="13"/>
        </w:numPr>
        <w:spacing w:before="240" w:after="240"/>
        <w:ind w:left="0" w:firstLine="0"/>
        <w:jc w:val="both"/>
        <w:rPr>
          <w:rFonts w:cs="Arial"/>
          <w:szCs w:val="20"/>
        </w:rPr>
      </w:pPr>
      <w:r w:rsidRPr="00013620">
        <w:rPr>
          <w:rFonts w:cs="Times New Roman"/>
          <w:szCs w:val="20"/>
        </w:rPr>
        <w:t>Produto similar a Picape Duster Oroch Express 1.6.</w:t>
      </w:r>
    </w:p>
    <w:p w14:paraId="0A3ED609" w14:textId="77777777" w:rsidR="008C6DBF" w:rsidRDefault="008C6DBF" w:rsidP="008C6DBF">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8C6DBF" w:rsidRPr="00623008" w14:paraId="6D41AC18" w14:textId="77777777" w:rsidTr="001903F1">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7A5BE3C" w14:textId="77777777"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M</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14:paraId="1C7FC8A9" w14:textId="77777777"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14:paraId="64DC2652" w14:textId="77777777" w:rsidTr="001903F1">
        <w:tc>
          <w:tcPr>
            <w:tcW w:w="1163" w:type="dxa"/>
            <w:vAlign w:val="center"/>
          </w:tcPr>
          <w:p w14:paraId="0B741779" w14:textId="38BBCBF2" w:rsidR="008C6DBF" w:rsidRPr="00623008" w:rsidRDefault="00043980" w:rsidP="00A8162F">
            <w:pPr>
              <w:widowControl w:val="0"/>
              <w:suppressAutoHyphens/>
              <w:jc w:val="center"/>
              <w:rPr>
                <w:rFonts w:cs="Arial"/>
                <w:b/>
                <w:color w:val="000000"/>
                <w:szCs w:val="20"/>
              </w:rPr>
            </w:pPr>
            <w:r>
              <w:rPr>
                <w:rFonts w:cs="Arial"/>
                <w:b/>
                <w:color w:val="000000"/>
                <w:szCs w:val="20"/>
              </w:rPr>
              <w:t>2</w:t>
            </w:r>
            <w:r w:rsidR="003E79A6">
              <w:rPr>
                <w:rFonts w:cs="Arial"/>
                <w:b/>
                <w:color w:val="000000"/>
                <w:szCs w:val="20"/>
              </w:rPr>
              <w:t>6</w:t>
            </w:r>
          </w:p>
        </w:tc>
        <w:tc>
          <w:tcPr>
            <w:tcW w:w="7903" w:type="dxa"/>
          </w:tcPr>
          <w:p w14:paraId="7FB52F15" w14:textId="77777777"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a diesel, </w:t>
            </w:r>
            <w:r w:rsidRPr="00623008">
              <w:rPr>
                <w:rFonts w:cs="Times New Roman"/>
                <w:bCs/>
                <w:szCs w:val="20"/>
              </w:rPr>
              <w:t>picape Cabine Dupla (CD), tração 4x4</w:t>
            </w:r>
          </w:p>
        </w:tc>
      </w:tr>
    </w:tbl>
    <w:p w14:paraId="6CB714FE" w14:textId="77777777" w:rsidR="008C6DBF" w:rsidRPr="00623008" w:rsidRDefault="008C6DBF" w:rsidP="008C6DBF">
      <w:pPr>
        <w:pStyle w:val="PargrafodaLista"/>
        <w:numPr>
          <w:ilvl w:val="0"/>
          <w:numId w:val="9"/>
        </w:numPr>
        <w:spacing w:before="240" w:after="240"/>
        <w:ind w:left="0" w:firstLine="0"/>
        <w:contextualSpacing w:val="0"/>
        <w:jc w:val="both"/>
        <w:rPr>
          <w:rFonts w:cs="Arial"/>
          <w:b/>
          <w:szCs w:val="20"/>
        </w:rPr>
      </w:pPr>
      <w:r w:rsidRPr="00623008">
        <w:rPr>
          <w:rFonts w:cs="Arial"/>
          <w:b/>
          <w:szCs w:val="20"/>
        </w:rPr>
        <w:t>CARACTERÍSTICAS TÉCNICAS</w:t>
      </w:r>
    </w:p>
    <w:p w14:paraId="46AD421E"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Classificação: Veículo utilitário novo tipo picape CD, zero quilômetro;</w:t>
      </w:r>
    </w:p>
    <w:p w14:paraId="7FCE5DD3"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Ano de fabricação do chassi: do ano em curso ou posterior;</w:t>
      </w:r>
    </w:p>
    <w:p w14:paraId="2AF25B32"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lastRenderedPageBreak/>
        <w:t xml:space="preserve">Capacidade de transporte: </w:t>
      </w:r>
    </w:p>
    <w:p w14:paraId="2EA1443D" w14:textId="77777777" w:rsidR="008C6DBF" w:rsidRPr="00623008" w:rsidRDefault="008C6DBF" w:rsidP="00A50BF7">
      <w:pPr>
        <w:pStyle w:val="PargrafodaLista"/>
        <w:numPr>
          <w:ilvl w:val="4"/>
          <w:numId w:val="15"/>
        </w:numPr>
        <w:spacing w:before="240" w:after="240"/>
        <w:ind w:left="0" w:firstLine="0"/>
        <w:jc w:val="both"/>
        <w:rPr>
          <w:rFonts w:cs="Arial"/>
          <w:szCs w:val="20"/>
        </w:rPr>
      </w:pPr>
      <w:r w:rsidRPr="00623008">
        <w:rPr>
          <w:rFonts w:cs="Arial"/>
          <w:szCs w:val="20"/>
        </w:rPr>
        <w:t>Pessoal: 4 passageiros e 1 motorista; e</w:t>
      </w:r>
    </w:p>
    <w:p w14:paraId="7BC39F0A" w14:textId="77777777" w:rsidR="008C6DBF" w:rsidRPr="00623008" w:rsidRDefault="008C6DBF" w:rsidP="00A50BF7">
      <w:pPr>
        <w:pStyle w:val="PargrafodaLista"/>
        <w:numPr>
          <w:ilvl w:val="4"/>
          <w:numId w:val="15"/>
        </w:numPr>
        <w:spacing w:before="240" w:after="240"/>
        <w:ind w:left="0" w:firstLine="0"/>
        <w:jc w:val="both"/>
        <w:rPr>
          <w:rFonts w:cs="Arial"/>
          <w:szCs w:val="20"/>
        </w:rPr>
      </w:pPr>
      <w:r w:rsidRPr="00623008">
        <w:rPr>
          <w:rFonts w:cs="Arial"/>
          <w:szCs w:val="20"/>
        </w:rPr>
        <w:t>Carga: Mínima de 1000 Kg.</w:t>
      </w:r>
    </w:p>
    <w:p w14:paraId="1AB93C65"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Motor: Turbo diesel, com</w:t>
      </w:r>
      <w:r>
        <w:rPr>
          <w:rFonts w:cs="Arial"/>
          <w:szCs w:val="20"/>
        </w:rPr>
        <w:t xml:space="preserve"> potência igual ou superior a 13</w:t>
      </w:r>
      <w:r w:rsidRPr="00623008">
        <w:rPr>
          <w:rFonts w:cs="Arial"/>
          <w:szCs w:val="20"/>
        </w:rPr>
        <w:t>0CV;</w:t>
      </w:r>
    </w:p>
    <w:p w14:paraId="4F4EA89C"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Tração 4x4, permanente ou não;</w:t>
      </w:r>
    </w:p>
    <w:p w14:paraId="17A7522C"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0908323C" w14:textId="77777777" w:rsidR="008C6DBF" w:rsidRPr="00623008" w:rsidRDefault="008C6DBF" w:rsidP="00A50BF7">
      <w:pPr>
        <w:pStyle w:val="PargrafodaLista"/>
        <w:numPr>
          <w:ilvl w:val="0"/>
          <w:numId w:val="14"/>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1A7BEFE1" w14:textId="77777777" w:rsidR="008C6DBF" w:rsidRPr="00623008" w:rsidRDefault="008C6DBF" w:rsidP="00A50BF7">
      <w:pPr>
        <w:pStyle w:val="PargrafodaLista"/>
        <w:numPr>
          <w:ilvl w:val="0"/>
          <w:numId w:val="14"/>
        </w:numPr>
        <w:ind w:left="0" w:firstLine="0"/>
        <w:jc w:val="both"/>
        <w:rPr>
          <w:rFonts w:cs="Arial"/>
          <w:szCs w:val="20"/>
        </w:rPr>
      </w:pPr>
      <w:r w:rsidRPr="00623008">
        <w:rPr>
          <w:rFonts w:cs="Arial"/>
          <w:szCs w:val="20"/>
        </w:rPr>
        <w:t>Pintura na cor BRANCA.</w:t>
      </w:r>
    </w:p>
    <w:p w14:paraId="1FAE5A8A" w14:textId="77777777" w:rsidR="008C6DBF" w:rsidRPr="00623008" w:rsidRDefault="008C6DBF" w:rsidP="008C6DBF">
      <w:pPr>
        <w:pStyle w:val="PargrafodaLista"/>
        <w:numPr>
          <w:ilvl w:val="0"/>
          <w:numId w:val="9"/>
        </w:numPr>
        <w:spacing w:before="240" w:after="240"/>
        <w:ind w:left="0" w:firstLine="0"/>
        <w:contextualSpacing w:val="0"/>
        <w:jc w:val="both"/>
        <w:rPr>
          <w:rFonts w:cs="Arial"/>
          <w:szCs w:val="20"/>
        </w:rPr>
      </w:pPr>
      <w:r w:rsidRPr="00623008">
        <w:rPr>
          <w:rFonts w:cs="Arial"/>
          <w:b/>
          <w:szCs w:val="20"/>
        </w:rPr>
        <w:t>DIVERSOS</w:t>
      </w:r>
    </w:p>
    <w:p w14:paraId="7ED424C3"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Ar-condicionado original de fábrica;</w:t>
      </w:r>
    </w:p>
    <w:p w14:paraId="2B935BBB"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Cabina dupla, totalmente metálica com 4 portas de acesso ao compartimento de passageiros;</w:t>
      </w:r>
    </w:p>
    <w:p w14:paraId="4F32D765"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Cocho de carga metálico original de fábrica na cor do veículo com protetor de caçamba e ganchos para amarração de carga no interior da caçamba;</w:t>
      </w:r>
    </w:p>
    <w:p w14:paraId="6C7E1BF3"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Vidro elétrico nas portas dianteiras;</w:t>
      </w:r>
    </w:p>
    <w:p w14:paraId="3D032673"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Travas elétricas das portas com acionamento na chave;</w:t>
      </w:r>
    </w:p>
    <w:p w14:paraId="3CE6D648"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Protetor de cárter;</w:t>
      </w:r>
    </w:p>
    <w:p w14:paraId="7EB74D16"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Jogo de tapete;</w:t>
      </w:r>
    </w:p>
    <w:p w14:paraId="59154964" w14:textId="77777777" w:rsidR="008C6DBF" w:rsidRPr="007A1B95" w:rsidRDefault="008C6DBF" w:rsidP="00A50BF7">
      <w:pPr>
        <w:pStyle w:val="PargrafodaLista"/>
        <w:numPr>
          <w:ilvl w:val="0"/>
          <w:numId w:val="16"/>
        </w:numPr>
        <w:ind w:left="0" w:firstLine="0"/>
        <w:jc w:val="both"/>
        <w:rPr>
          <w:rFonts w:cs="Arial"/>
          <w:szCs w:val="20"/>
        </w:rPr>
      </w:pPr>
      <w:r w:rsidRPr="007A1B95">
        <w:rPr>
          <w:rFonts w:cs="Arial"/>
          <w:szCs w:val="20"/>
        </w:rPr>
        <w:t>Som/multimídia integrada ao veículo, somente</w:t>
      </w:r>
      <w:r>
        <w:rPr>
          <w:rFonts w:cs="Arial"/>
          <w:szCs w:val="20"/>
        </w:rPr>
        <w:t xml:space="preserve"> o disponibilizado de fábrica;</w:t>
      </w:r>
      <w:r w:rsidRPr="007A1B95">
        <w:rPr>
          <w:rFonts w:cs="Arial"/>
          <w:szCs w:val="20"/>
        </w:rPr>
        <w:t xml:space="preserve"> </w:t>
      </w:r>
    </w:p>
    <w:p w14:paraId="20AD59AC" w14:textId="77777777" w:rsidR="008C6DBF" w:rsidRDefault="008C6DBF" w:rsidP="00A50BF7">
      <w:pPr>
        <w:pStyle w:val="PargrafodaLista"/>
        <w:numPr>
          <w:ilvl w:val="0"/>
          <w:numId w:val="16"/>
        </w:numPr>
        <w:ind w:left="0" w:firstLine="0"/>
        <w:jc w:val="both"/>
        <w:rPr>
          <w:rFonts w:cs="Arial"/>
          <w:szCs w:val="20"/>
        </w:rPr>
      </w:pPr>
      <w:r w:rsidRPr="007A1B95">
        <w:rPr>
          <w:rFonts w:cs="Arial"/>
          <w:szCs w:val="20"/>
        </w:rPr>
        <w:t>Deverá acompanhar o veículo todo ferramental básico distribuído pelo fornecedor (chave de roda,</w:t>
      </w:r>
      <w:r>
        <w:rPr>
          <w:rFonts w:cs="Arial"/>
          <w:szCs w:val="20"/>
        </w:rPr>
        <w:t xml:space="preserve"> macaco hidráulico e triângulo); e</w:t>
      </w:r>
    </w:p>
    <w:p w14:paraId="49E2370F" w14:textId="5C0BB362" w:rsidR="00884FCA" w:rsidRPr="00B25455" w:rsidRDefault="008C6DBF" w:rsidP="00B25455">
      <w:pPr>
        <w:pStyle w:val="PargrafodaLista"/>
        <w:numPr>
          <w:ilvl w:val="0"/>
          <w:numId w:val="16"/>
        </w:numPr>
        <w:ind w:left="0" w:firstLine="0"/>
        <w:jc w:val="both"/>
        <w:rPr>
          <w:rFonts w:cs="Arial"/>
          <w:szCs w:val="20"/>
        </w:rPr>
      </w:pPr>
      <w:r w:rsidRPr="00B25455">
        <w:rPr>
          <w:rFonts w:cs="Times New Roman"/>
          <w:szCs w:val="20"/>
        </w:rPr>
        <w:t>Produto similar a picape</w:t>
      </w:r>
      <w:r w:rsidRPr="00B25455">
        <w:rPr>
          <w:rFonts w:cs="Times New Roman"/>
          <w:color w:val="FF0000"/>
          <w:szCs w:val="20"/>
        </w:rPr>
        <w:t xml:space="preserve"> </w:t>
      </w:r>
      <w:r w:rsidRPr="00B25455">
        <w:rPr>
          <w:rFonts w:cs="Times New Roman"/>
          <w:szCs w:val="20"/>
        </w:rPr>
        <w:t xml:space="preserve">Fiat </w:t>
      </w:r>
      <w:r w:rsidR="00884FCA" w:rsidRPr="00B25455">
        <w:rPr>
          <w:rFonts w:cs="Times New Roman"/>
          <w:szCs w:val="20"/>
        </w:rPr>
        <w:t xml:space="preserve">Toro. </w:t>
      </w:r>
    </w:p>
    <w:p w14:paraId="5E994928" w14:textId="77777777" w:rsidR="00884FCA" w:rsidRPr="00884FCA" w:rsidRDefault="00884FCA" w:rsidP="00884FCA">
      <w:pPr>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14:paraId="2709B5B0" w14:textId="77777777"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F445762" w14:textId="77777777"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0BD9366D" w14:textId="77777777"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4C4444" w14:paraId="3FAE6E83" w14:textId="77777777" w:rsidTr="00A8162F">
        <w:tc>
          <w:tcPr>
            <w:tcW w:w="709" w:type="dxa"/>
            <w:vAlign w:val="center"/>
          </w:tcPr>
          <w:p w14:paraId="3A8BDC5B" w14:textId="066E2F64" w:rsidR="008C6DBF" w:rsidRPr="004C4444" w:rsidRDefault="00884FCA" w:rsidP="00A8162F">
            <w:pPr>
              <w:widowControl w:val="0"/>
              <w:suppressAutoHyphens/>
              <w:jc w:val="center"/>
              <w:rPr>
                <w:rFonts w:cs="Arial"/>
                <w:b/>
                <w:szCs w:val="20"/>
              </w:rPr>
            </w:pPr>
            <w:r>
              <w:rPr>
                <w:rFonts w:cs="Arial"/>
                <w:b/>
                <w:szCs w:val="20"/>
              </w:rPr>
              <w:t>27</w:t>
            </w:r>
          </w:p>
        </w:tc>
        <w:tc>
          <w:tcPr>
            <w:tcW w:w="8357" w:type="dxa"/>
          </w:tcPr>
          <w:p w14:paraId="22916A79" w14:textId="77777777" w:rsidR="008C6DBF" w:rsidRPr="004C4444" w:rsidRDefault="008C6DBF" w:rsidP="00A8162F">
            <w:pPr>
              <w:widowControl w:val="0"/>
              <w:suppressAutoHyphens/>
              <w:rPr>
                <w:rFonts w:cs="Times New Roman"/>
                <w:bCs/>
                <w:szCs w:val="20"/>
              </w:rPr>
            </w:pPr>
            <w:r w:rsidRPr="004C4444">
              <w:rPr>
                <w:rFonts w:cs="Times New Roman"/>
                <w:bCs/>
                <w:szCs w:val="20"/>
              </w:rPr>
              <w:t>Veículo utilitário, bicombustível, tipo picape cabine dupla (CD), tração 4x</w:t>
            </w:r>
            <w:r w:rsidR="004C4444" w:rsidRPr="004C4444">
              <w:rPr>
                <w:rFonts w:cs="Times New Roman"/>
                <w:bCs/>
                <w:szCs w:val="20"/>
              </w:rPr>
              <w:t>4</w:t>
            </w:r>
          </w:p>
        </w:tc>
      </w:tr>
    </w:tbl>
    <w:p w14:paraId="21D2672A" w14:textId="77777777" w:rsidR="008C6DBF" w:rsidRPr="004C4444" w:rsidRDefault="008C6DBF" w:rsidP="00A50BF7">
      <w:pPr>
        <w:pStyle w:val="PargrafodaLista"/>
        <w:numPr>
          <w:ilvl w:val="0"/>
          <w:numId w:val="22"/>
        </w:numPr>
        <w:spacing w:before="240" w:after="240"/>
        <w:ind w:left="0" w:firstLine="0"/>
        <w:contextualSpacing w:val="0"/>
        <w:jc w:val="both"/>
        <w:rPr>
          <w:rFonts w:cs="Arial"/>
          <w:b/>
          <w:szCs w:val="20"/>
        </w:rPr>
      </w:pPr>
      <w:r w:rsidRPr="004C4444">
        <w:rPr>
          <w:rFonts w:cs="Arial"/>
          <w:b/>
          <w:szCs w:val="20"/>
        </w:rPr>
        <w:t>CARACTERÍSTICAS TÉCNICAS</w:t>
      </w:r>
    </w:p>
    <w:p w14:paraId="1FCC8C5A"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Classificação: Veículo utilitário novo tipo picape CD, zero quilômetro;</w:t>
      </w:r>
    </w:p>
    <w:p w14:paraId="05312739"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Ano de fabricação do chassi: do ano em curso ou posterior;</w:t>
      </w:r>
    </w:p>
    <w:p w14:paraId="49BA76F8"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Capacidade de transporte:</w:t>
      </w:r>
    </w:p>
    <w:p w14:paraId="1172E9F4" w14:textId="77777777" w:rsidR="008C6DBF" w:rsidRPr="004C4444" w:rsidRDefault="008C6DBF" w:rsidP="00A50BF7">
      <w:pPr>
        <w:pStyle w:val="PargrafodaLista"/>
        <w:numPr>
          <w:ilvl w:val="1"/>
          <w:numId w:val="23"/>
        </w:numPr>
        <w:ind w:left="0" w:firstLine="0"/>
        <w:jc w:val="both"/>
        <w:rPr>
          <w:rFonts w:cs="Arial"/>
          <w:szCs w:val="20"/>
        </w:rPr>
      </w:pPr>
      <w:r w:rsidRPr="004C4444">
        <w:rPr>
          <w:rFonts w:cs="Arial"/>
          <w:szCs w:val="20"/>
        </w:rPr>
        <w:t>Pessoal: 4 passageiros e 1 motorista; e</w:t>
      </w:r>
    </w:p>
    <w:p w14:paraId="0085F1AA" w14:textId="77777777" w:rsidR="008C6DBF" w:rsidRPr="004C4444" w:rsidRDefault="008C6DBF" w:rsidP="00A50BF7">
      <w:pPr>
        <w:pStyle w:val="PargrafodaLista"/>
        <w:numPr>
          <w:ilvl w:val="1"/>
          <w:numId w:val="23"/>
        </w:numPr>
        <w:ind w:left="0" w:firstLine="0"/>
        <w:jc w:val="both"/>
        <w:rPr>
          <w:rFonts w:cs="Arial"/>
          <w:szCs w:val="20"/>
        </w:rPr>
      </w:pPr>
      <w:r w:rsidRPr="004C4444">
        <w:rPr>
          <w:rFonts w:cs="Arial"/>
          <w:szCs w:val="20"/>
        </w:rPr>
        <w:t xml:space="preserve">Carga: Mínima de </w:t>
      </w:r>
      <w:r w:rsidR="004C4444">
        <w:rPr>
          <w:rFonts w:cs="Arial"/>
          <w:szCs w:val="20"/>
        </w:rPr>
        <w:t>95</w:t>
      </w:r>
      <w:r w:rsidRPr="004C4444">
        <w:rPr>
          <w:rFonts w:cs="Arial"/>
          <w:szCs w:val="20"/>
        </w:rPr>
        <w:t>0 Kg.</w:t>
      </w:r>
    </w:p>
    <w:p w14:paraId="2D94A6D4"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Motor: Gasolina ou bicombustível (gasolina/álcool), com potência igual ou superior a 160CV;</w:t>
      </w:r>
    </w:p>
    <w:p w14:paraId="3AD0E2F7"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Pneus e rodas originais de fábrica, sendo que a fabricação dos pneus deverá ser do ano corrente ou, no máximo, no prazo de 12 (doze) meses contados da data de entrega do veículo;</w:t>
      </w:r>
    </w:p>
    <w:p w14:paraId="7A9FFBCD"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Direção hidráulica ou elétrica; e</w:t>
      </w:r>
    </w:p>
    <w:p w14:paraId="668BD65D" w14:textId="77777777" w:rsidR="008C6DBF" w:rsidRPr="004C4444" w:rsidRDefault="008C6DBF" w:rsidP="00A50BF7">
      <w:pPr>
        <w:pStyle w:val="PargrafodaLista"/>
        <w:numPr>
          <w:ilvl w:val="0"/>
          <w:numId w:val="23"/>
        </w:numPr>
        <w:ind w:left="0" w:firstLine="0"/>
        <w:jc w:val="both"/>
        <w:rPr>
          <w:rFonts w:cs="Arial"/>
          <w:szCs w:val="20"/>
        </w:rPr>
      </w:pPr>
      <w:r w:rsidRPr="004C4444">
        <w:rPr>
          <w:rFonts w:cs="Arial"/>
          <w:szCs w:val="20"/>
        </w:rPr>
        <w:t>Pintura na cor BRANCA.</w:t>
      </w:r>
    </w:p>
    <w:p w14:paraId="1DABA765" w14:textId="77777777" w:rsidR="008C6DBF" w:rsidRPr="00B84243" w:rsidRDefault="008C6DBF" w:rsidP="00A50BF7">
      <w:pPr>
        <w:pStyle w:val="PargrafodaLista"/>
        <w:numPr>
          <w:ilvl w:val="0"/>
          <w:numId w:val="22"/>
        </w:numPr>
        <w:spacing w:before="240" w:after="240"/>
        <w:ind w:left="0" w:firstLine="0"/>
        <w:contextualSpacing w:val="0"/>
        <w:jc w:val="both"/>
        <w:rPr>
          <w:rFonts w:cs="Arial"/>
          <w:szCs w:val="20"/>
        </w:rPr>
      </w:pPr>
      <w:r w:rsidRPr="00B84243">
        <w:rPr>
          <w:rFonts w:cs="Arial"/>
          <w:b/>
          <w:szCs w:val="20"/>
        </w:rPr>
        <w:t>DIVERSOS</w:t>
      </w:r>
    </w:p>
    <w:p w14:paraId="5D419FF6"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Ar-condicionado original de fábrica;</w:t>
      </w:r>
    </w:p>
    <w:p w14:paraId="39A28B24"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Cabina dupla, totalmente metálica com 4 portas de acesso ao compartimento de passageiros;</w:t>
      </w:r>
    </w:p>
    <w:p w14:paraId="2BC0B7B3"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Cocho de carga metálico original de fábrica na cor do veículo com protetor de caçamba e ganchos para amarração de carga no interior da caçamba;</w:t>
      </w:r>
    </w:p>
    <w:p w14:paraId="1B541CC8"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Vidro elétrico nas portas dianteiras;</w:t>
      </w:r>
    </w:p>
    <w:p w14:paraId="04E0D477"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Travas elétricas das portas com acionamento na chave;</w:t>
      </w:r>
    </w:p>
    <w:p w14:paraId="4043885C"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Protetor de cárter;</w:t>
      </w:r>
    </w:p>
    <w:p w14:paraId="79D314EC"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Jogo de tapete;</w:t>
      </w:r>
    </w:p>
    <w:p w14:paraId="31D6AA54"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t>Som/multimídia integrada ao veículo, somente o disponibilizado de fábrica;</w:t>
      </w:r>
    </w:p>
    <w:p w14:paraId="13513774" w14:textId="77777777" w:rsidR="008C6DBF" w:rsidRPr="00B84243" w:rsidRDefault="008C6DBF" w:rsidP="00A50BF7">
      <w:pPr>
        <w:pStyle w:val="PargrafodaLista"/>
        <w:numPr>
          <w:ilvl w:val="0"/>
          <w:numId w:val="24"/>
        </w:numPr>
        <w:ind w:left="0" w:firstLine="0"/>
        <w:jc w:val="both"/>
        <w:rPr>
          <w:rFonts w:cs="Arial"/>
          <w:szCs w:val="20"/>
        </w:rPr>
      </w:pPr>
      <w:r w:rsidRPr="00B84243">
        <w:rPr>
          <w:rFonts w:cs="Arial"/>
          <w:szCs w:val="20"/>
        </w:rPr>
        <w:lastRenderedPageBreak/>
        <w:t>Deverá acompanhar o veículo todo ferramental básico distribuído pelo fornecedor (chave de roda, macaco hidráulico e triângulo); e</w:t>
      </w:r>
    </w:p>
    <w:p w14:paraId="2DC915F0" w14:textId="77777777" w:rsidR="008C6DBF" w:rsidRPr="00B84243" w:rsidRDefault="008C6DBF" w:rsidP="00A50BF7">
      <w:pPr>
        <w:pStyle w:val="PargrafodaLista"/>
        <w:numPr>
          <w:ilvl w:val="0"/>
          <w:numId w:val="24"/>
        </w:numPr>
        <w:ind w:left="0" w:firstLine="0"/>
        <w:jc w:val="both"/>
        <w:rPr>
          <w:rFonts w:cs="Arial"/>
          <w:szCs w:val="20"/>
        </w:rPr>
      </w:pPr>
      <w:r w:rsidRPr="00B84243">
        <w:rPr>
          <w:rFonts w:cs="Times New Roman"/>
          <w:szCs w:val="20"/>
        </w:rPr>
        <w:t xml:space="preserve">Produto similar a Picape </w:t>
      </w:r>
      <w:r w:rsidR="00B84243" w:rsidRPr="00B84243">
        <w:rPr>
          <w:rFonts w:cs="Times New Roman"/>
          <w:szCs w:val="20"/>
        </w:rPr>
        <w:t>S10 2.5 AT ECOTEC</w:t>
      </w:r>
      <w:r w:rsidR="00B84243">
        <w:rPr>
          <w:rFonts w:cs="Times New Roman"/>
          <w:szCs w:val="20"/>
        </w:rPr>
        <w:t xml:space="preserve"> </w:t>
      </w:r>
      <w:r w:rsidRPr="00B84243">
        <w:rPr>
          <w:rFonts w:cs="Times New Roman"/>
          <w:szCs w:val="20"/>
        </w:rPr>
        <w:t>da Chevrolet.</w:t>
      </w:r>
    </w:p>
    <w:p w14:paraId="165B65E4" w14:textId="77777777" w:rsidR="008C6DBF" w:rsidRPr="004C4444" w:rsidRDefault="008C6DBF" w:rsidP="008C6DBF">
      <w:pPr>
        <w:pStyle w:val="PargrafodaLista"/>
        <w:ind w:left="0"/>
        <w:jc w:val="both"/>
        <w:rPr>
          <w:rFonts w:cs="Arial"/>
          <w:color w:val="FF0000"/>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14:paraId="70862CE3" w14:textId="77777777"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B609D2A" w14:textId="77777777"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547A3D15" w14:textId="77777777"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14:paraId="15EB21C8" w14:textId="77777777" w:rsidTr="00A8162F">
        <w:tc>
          <w:tcPr>
            <w:tcW w:w="709" w:type="dxa"/>
            <w:vAlign w:val="center"/>
          </w:tcPr>
          <w:p w14:paraId="6674EDA2" w14:textId="65CC1A60" w:rsidR="008C6DBF" w:rsidRPr="00623008" w:rsidRDefault="00043980" w:rsidP="00A8162F">
            <w:pPr>
              <w:widowControl w:val="0"/>
              <w:suppressAutoHyphens/>
              <w:jc w:val="center"/>
              <w:rPr>
                <w:rFonts w:cs="Arial"/>
                <w:b/>
                <w:color w:val="000000"/>
                <w:szCs w:val="20"/>
              </w:rPr>
            </w:pPr>
            <w:r>
              <w:rPr>
                <w:rFonts w:cs="Arial"/>
                <w:b/>
                <w:color w:val="000000"/>
                <w:szCs w:val="20"/>
              </w:rPr>
              <w:t>2</w:t>
            </w:r>
            <w:r w:rsidR="00A83E1B">
              <w:rPr>
                <w:rFonts w:cs="Arial"/>
                <w:b/>
                <w:color w:val="000000"/>
                <w:szCs w:val="20"/>
              </w:rPr>
              <w:t>8</w:t>
            </w:r>
          </w:p>
        </w:tc>
        <w:tc>
          <w:tcPr>
            <w:tcW w:w="8357" w:type="dxa"/>
          </w:tcPr>
          <w:p w14:paraId="2ECD52B8" w14:textId="77777777" w:rsidR="008C6DBF" w:rsidRPr="00623008" w:rsidRDefault="008C6DBF" w:rsidP="00A8162F">
            <w:pPr>
              <w:widowControl w:val="0"/>
              <w:suppressAutoHyphens/>
              <w:rPr>
                <w:rFonts w:cs="Arial"/>
                <w:color w:val="000000"/>
                <w:szCs w:val="20"/>
              </w:rPr>
            </w:pPr>
            <w:r>
              <w:rPr>
                <w:rFonts w:cs="Times New Roman"/>
                <w:bCs/>
                <w:szCs w:val="20"/>
              </w:rPr>
              <w:t>Veículo</w:t>
            </w:r>
            <w:r w:rsidRPr="00623008">
              <w:rPr>
                <w:rFonts w:cs="Times New Roman"/>
                <w:bCs/>
                <w:szCs w:val="20"/>
              </w:rPr>
              <w:t xml:space="preserve"> utilitário</w:t>
            </w:r>
            <w:r>
              <w:rPr>
                <w:rFonts w:cs="Times New Roman"/>
                <w:bCs/>
                <w:szCs w:val="20"/>
              </w:rPr>
              <w:t>,</w:t>
            </w:r>
            <w:r w:rsidRPr="00623008">
              <w:rPr>
                <w:rFonts w:cs="Times New Roman"/>
                <w:bCs/>
                <w:szCs w:val="20"/>
              </w:rPr>
              <w:t xml:space="preserve"> a diesel</w:t>
            </w:r>
            <w:r>
              <w:rPr>
                <w:rFonts w:cs="Times New Roman"/>
                <w:bCs/>
                <w:szCs w:val="20"/>
              </w:rPr>
              <w:t>,</w:t>
            </w:r>
            <w:r w:rsidRPr="00623008">
              <w:rPr>
                <w:rFonts w:cs="Times New Roman"/>
                <w:bCs/>
                <w:szCs w:val="20"/>
              </w:rPr>
              <w:t xml:space="preserve"> tipo picape Cabine </w:t>
            </w:r>
            <w:r>
              <w:rPr>
                <w:rFonts w:cs="Times New Roman"/>
                <w:bCs/>
                <w:szCs w:val="20"/>
              </w:rPr>
              <w:t>Simples</w:t>
            </w:r>
            <w:r w:rsidRPr="00623008">
              <w:rPr>
                <w:rFonts w:cs="Times New Roman"/>
                <w:bCs/>
                <w:szCs w:val="20"/>
              </w:rPr>
              <w:t xml:space="preserve"> (C</w:t>
            </w:r>
            <w:r>
              <w:rPr>
                <w:rFonts w:cs="Times New Roman"/>
                <w:bCs/>
                <w:szCs w:val="20"/>
              </w:rPr>
              <w:t>S</w:t>
            </w:r>
            <w:r w:rsidRPr="00623008">
              <w:rPr>
                <w:rFonts w:cs="Times New Roman"/>
                <w:bCs/>
                <w:szCs w:val="20"/>
              </w:rPr>
              <w:t>), tração 4x4</w:t>
            </w:r>
          </w:p>
        </w:tc>
      </w:tr>
    </w:tbl>
    <w:p w14:paraId="787BAD53" w14:textId="77777777" w:rsidR="008C6DBF" w:rsidRPr="00623008" w:rsidRDefault="008C6DBF" w:rsidP="00A50BF7">
      <w:pPr>
        <w:pStyle w:val="PargrafodaLista"/>
        <w:numPr>
          <w:ilvl w:val="0"/>
          <w:numId w:val="57"/>
        </w:numPr>
        <w:spacing w:before="240" w:after="240"/>
        <w:ind w:left="0" w:firstLine="0"/>
        <w:contextualSpacing w:val="0"/>
        <w:jc w:val="both"/>
        <w:rPr>
          <w:rFonts w:cs="Arial"/>
          <w:b/>
          <w:szCs w:val="20"/>
        </w:rPr>
      </w:pPr>
      <w:r w:rsidRPr="00623008">
        <w:rPr>
          <w:rFonts w:cs="Arial"/>
          <w:b/>
          <w:szCs w:val="20"/>
        </w:rPr>
        <w:t>CARACTERÍSTICAS TÉCNICAS</w:t>
      </w:r>
    </w:p>
    <w:p w14:paraId="3BB547C8"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Classificação: Veículo utilitário novo tipo picape C</w:t>
      </w:r>
      <w:r>
        <w:rPr>
          <w:rFonts w:cs="Arial"/>
          <w:szCs w:val="20"/>
        </w:rPr>
        <w:t>S</w:t>
      </w:r>
      <w:r w:rsidRPr="00623008">
        <w:rPr>
          <w:rFonts w:cs="Arial"/>
          <w:szCs w:val="20"/>
        </w:rPr>
        <w:t>, zero quilômetro;</w:t>
      </w:r>
    </w:p>
    <w:p w14:paraId="348F9C99"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Ano de fabricação do chassi: do ano em curso ou posterior;</w:t>
      </w:r>
    </w:p>
    <w:p w14:paraId="0477645D"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 xml:space="preserve">Capacidade de transporte: </w:t>
      </w:r>
    </w:p>
    <w:p w14:paraId="735201E6" w14:textId="77777777" w:rsidR="008C6DBF" w:rsidRPr="00623008" w:rsidRDefault="008C6DBF" w:rsidP="00A50BF7">
      <w:pPr>
        <w:pStyle w:val="PargrafodaLista"/>
        <w:numPr>
          <w:ilvl w:val="0"/>
          <w:numId w:val="59"/>
        </w:numPr>
        <w:spacing w:before="240" w:after="240"/>
        <w:ind w:left="0" w:firstLine="0"/>
        <w:jc w:val="both"/>
        <w:rPr>
          <w:rFonts w:cs="Arial"/>
          <w:szCs w:val="20"/>
        </w:rPr>
      </w:pPr>
      <w:r w:rsidRPr="00623008">
        <w:rPr>
          <w:rFonts w:cs="Arial"/>
          <w:szCs w:val="20"/>
        </w:rPr>
        <w:t xml:space="preserve">Pessoal: </w:t>
      </w:r>
      <w:r>
        <w:rPr>
          <w:rFonts w:cs="Arial"/>
          <w:szCs w:val="20"/>
        </w:rPr>
        <w:t xml:space="preserve">2 </w:t>
      </w:r>
      <w:r w:rsidRPr="00623008">
        <w:rPr>
          <w:rFonts w:cs="Arial"/>
          <w:szCs w:val="20"/>
        </w:rPr>
        <w:t>passageiros e 1 motorista; e</w:t>
      </w:r>
    </w:p>
    <w:p w14:paraId="2C1FC4A6" w14:textId="77777777" w:rsidR="008C6DBF" w:rsidRPr="00623008" w:rsidRDefault="008C6DBF" w:rsidP="00A50BF7">
      <w:pPr>
        <w:pStyle w:val="PargrafodaLista"/>
        <w:numPr>
          <w:ilvl w:val="0"/>
          <w:numId w:val="59"/>
        </w:numPr>
        <w:spacing w:before="240" w:after="240"/>
        <w:ind w:left="0" w:firstLine="0"/>
        <w:jc w:val="both"/>
        <w:rPr>
          <w:rFonts w:cs="Arial"/>
          <w:szCs w:val="20"/>
        </w:rPr>
      </w:pPr>
      <w:r w:rsidRPr="00623008">
        <w:rPr>
          <w:rFonts w:cs="Arial"/>
          <w:szCs w:val="20"/>
        </w:rPr>
        <w:t>Carga: Mínima de 1000 Kg.</w:t>
      </w:r>
    </w:p>
    <w:p w14:paraId="59C7E3F4"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Motor: Turbo diesel, com potência igual ou superior a 160CV;</w:t>
      </w:r>
    </w:p>
    <w:p w14:paraId="6480E4B3"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Tração 4x4, permanente ou não;</w:t>
      </w:r>
    </w:p>
    <w:p w14:paraId="3FD297CB"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0D162EC0" w14:textId="77777777" w:rsidR="008C6DBF" w:rsidRPr="00623008"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270C33B9" w14:textId="77777777" w:rsidR="008C6DBF" w:rsidRDefault="008C6DBF" w:rsidP="00A50BF7">
      <w:pPr>
        <w:pStyle w:val="PargrafodaLista"/>
        <w:numPr>
          <w:ilvl w:val="0"/>
          <w:numId w:val="58"/>
        </w:numPr>
        <w:spacing w:before="240" w:after="240"/>
        <w:ind w:left="0" w:firstLine="0"/>
        <w:jc w:val="both"/>
        <w:rPr>
          <w:rFonts w:cs="Arial"/>
          <w:szCs w:val="20"/>
        </w:rPr>
      </w:pPr>
      <w:r w:rsidRPr="00623008">
        <w:rPr>
          <w:rFonts w:cs="Arial"/>
          <w:szCs w:val="20"/>
        </w:rPr>
        <w:t>Pintura na cor BRANCA.</w:t>
      </w:r>
    </w:p>
    <w:p w14:paraId="1A290DFC" w14:textId="77777777" w:rsidR="008C6DBF" w:rsidRPr="00623008" w:rsidRDefault="008C6DBF" w:rsidP="008C6DBF">
      <w:pPr>
        <w:pStyle w:val="PargrafodaLista"/>
        <w:spacing w:before="240" w:after="240"/>
        <w:ind w:left="0"/>
        <w:jc w:val="both"/>
        <w:rPr>
          <w:rFonts w:cs="Arial"/>
          <w:szCs w:val="20"/>
        </w:rPr>
      </w:pPr>
    </w:p>
    <w:p w14:paraId="340A44DB" w14:textId="77777777" w:rsidR="008C6DBF" w:rsidRPr="00623008" w:rsidRDefault="008C6DBF" w:rsidP="00A50BF7">
      <w:pPr>
        <w:pStyle w:val="PargrafodaLista"/>
        <w:numPr>
          <w:ilvl w:val="0"/>
          <w:numId w:val="57"/>
        </w:numPr>
        <w:spacing w:before="240" w:after="240"/>
        <w:ind w:left="0" w:firstLine="0"/>
        <w:contextualSpacing w:val="0"/>
        <w:jc w:val="both"/>
        <w:rPr>
          <w:rFonts w:cs="Arial"/>
          <w:szCs w:val="20"/>
        </w:rPr>
      </w:pPr>
      <w:r w:rsidRPr="00623008">
        <w:rPr>
          <w:rFonts w:cs="Arial"/>
          <w:b/>
          <w:szCs w:val="20"/>
        </w:rPr>
        <w:t>DIVERSOS</w:t>
      </w:r>
    </w:p>
    <w:p w14:paraId="090043E7" w14:textId="77777777" w:rsidR="008C6DBF" w:rsidRPr="000A042B" w:rsidRDefault="008C6DBF" w:rsidP="00A50BF7">
      <w:pPr>
        <w:pStyle w:val="PargrafodaLista"/>
        <w:numPr>
          <w:ilvl w:val="0"/>
          <w:numId w:val="60"/>
        </w:numPr>
        <w:spacing w:before="240" w:after="240"/>
        <w:ind w:left="0" w:firstLine="0"/>
        <w:jc w:val="both"/>
        <w:rPr>
          <w:rFonts w:cs="Arial"/>
          <w:szCs w:val="20"/>
        </w:rPr>
      </w:pPr>
      <w:r w:rsidRPr="000A042B">
        <w:rPr>
          <w:rFonts w:cs="Arial"/>
          <w:szCs w:val="20"/>
        </w:rPr>
        <w:t>Ar-condicionado original de fábrica;</w:t>
      </w:r>
    </w:p>
    <w:p w14:paraId="6A39AD30" w14:textId="77777777" w:rsidR="008C6DBF" w:rsidRPr="000A042B" w:rsidRDefault="008C6DBF" w:rsidP="00A50BF7">
      <w:pPr>
        <w:pStyle w:val="PargrafodaLista"/>
        <w:numPr>
          <w:ilvl w:val="0"/>
          <w:numId w:val="60"/>
        </w:numPr>
        <w:spacing w:before="240" w:after="240"/>
        <w:ind w:left="0" w:firstLine="0"/>
        <w:jc w:val="both"/>
        <w:rPr>
          <w:rFonts w:cs="Arial"/>
          <w:szCs w:val="20"/>
        </w:rPr>
      </w:pPr>
      <w:r w:rsidRPr="000A042B">
        <w:rPr>
          <w:rFonts w:cs="Arial"/>
          <w:szCs w:val="20"/>
        </w:rPr>
        <w:t>Cabina simples, totalmente metálica com 2 portas de acesso ao compartimento de passageiros;</w:t>
      </w:r>
    </w:p>
    <w:p w14:paraId="41B5F416" w14:textId="77777777" w:rsidR="008C6DBF" w:rsidRPr="000A042B" w:rsidRDefault="008C6DBF" w:rsidP="00A50BF7">
      <w:pPr>
        <w:pStyle w:val="PargrafodaLista"/>
        <w:numPr>
          <w:ilvl w:val="0"/>
          <w:numId w:val="60"/>
        </w:numPr>
        <w:spacing w:before="240" w:after="240"/>
        <w:ind w:left="0" w:firstLine="0"/>
        <w:jc w:val="both"/>
        <w:rPr>
          <w:rFonts w:cs="Arial"/>
          <w:szCs w:val="20"/>
        </w:rPr>
      </w:pPr>
      <w:r w:rsidRPr="000A042B">
        <w:rPr>
          <w:rFonts w:cs="Arial"/>
          <w:szCs w:val="20"/>
        </w:rPr>
        <w:t>Cocho de carga metálico original de fábrica na cor do veículo com protetor de caçamba e ganchos para amarração de carga no interior da caçamba;</w:t>
      </w:r>
    </w:p>
    <w:p w14:paraId="7C61CE2C" w14:textId="4DB3DBF9" w:rsidR="008C6DBF" w:rsidRPr="000A042B" w:rsidRDefault="00F85B52" w:rsidP="00A50BF7">
      <w:pPr>
        <w:pStyle w:val="PargrafodaLista"/>
        <w:numPr>
          <w:ilvl w:val="0"/>
          <w:numId w:val="60"/>
        </w:numPr>
        <w:spacing w:before="240" w:after="240"/>
        <w:ind w:left="0" w:firstLine="0"/>
        <w:jc w:val="both"/>
        <w:rPr>
          <w:rFonts w:cs="Arial"/>
          <w:szCs w:val="20"/>
        </w:rPr>
      </w:pPr>
      <w:r w:rsidRPr="00F85B52">
        <w:rPr>
          <w:rFonts w:cs="Arial"/>
          <w:szCs w:val="20"/>
        </w:rPr>
        <w:t>Vidro elétrico nas portas de fábrica, podendo ser instalado por empresa homologada pelo fabricante, mantendo-se as condi</w:t>
      </w:r>
      <w:r>
        <w:rPr>
          <w:rFonts w:cs="Arial"/>
          <w:szCs w:val="20"/>
        </w:rPr>
        <w:t>ções de garantias do fabricante</w:t>
      </w:r>
      <w:r w:rsidR="008C6DBF" w:rsidRPr="000A042B">
        <w:rPr>
          <w:rFonts w:cs="Arial"/>
          <w:szCs w:val="20"/>
        </w:rPr>
        <w:t>;</w:t>
      </w:r>
    </w:p>
    <w:p w14:paraId="4F2F7A8D" w14:textId="3F8249D5" w:rsidR="008C6DBF" w:rsidRPr="00E67052" w:rsidRDefault="007E4BA4" w:rsidP="00A50BF7">
      <w:pPr>
        <w:pStyle w:val="PargrafodaLista"/>
        <w:numPr>
          <w:ilvl w:val="0"/>
          <w:numId w:val="60"/>
        </w:numPr>
        <w:spacing w:before="240" w:after="240"/>
        <w:ind w:left="0" w:firstLine="0"/>
        <w:jc w:val="both"/>
        <w:rPr>
          <w:rFonts w:cs="Arial"/>
          <w:szCs w:val="20"/>
        </w:rPr>
      </w:pPr>
      <w:r w:rsidRPr="007E4BA4">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r w:rsidR="008C6DBF" w:rsidRPr="00E67052">
        <w:rPr>
          <w:rFonts w:cs="Arial"/>
          <w:szCs w:val="20"/>
        </w:rPr>
        <w:t>;</w:t>
      </w:r>
    </w:p>
    <w:p w14:paraId="6B7D43C5" w14:textId="77777777" w:rsidR="008C6DBF" w:rsidRPr="00303FEF" w:rsidRDefault="008C6DBF" w:rsidP="00A50BF7">
      <w:pPr>
        <w:pStyle w:val="PargrafodaLista"/>
        <w:numPr>
          <w:ilvl w:val="0"/>
          <w:numId w:val="60"/>
        </w:numPr>
        <w:spacing w:before="240" w:after="240"/>
        <w:ind w:left="0" w:firstLine="0"/>
        <w:jc w:val="both"/>
        <w:rPr>
          <w:rFonts w:cs="Arial"/>
          <w:szCs w:val="20"/>
        </w:rPr>
      </w:pPr>
      <w:r w:rsidRPr="00303FEF">
        <w:rPr>
          <w:rFonts w:cs="Arial"/>
          <w:szCs w:val="20"/>
        </w:rPr>
        <w:t>Protetor de cárter;</w:t>
      </w:r>
    </w:p>
    <w:p w14:paraId="3F9DC085" w14:textId="77777777" w:rsidR="008C6DBF" w:rsidRPr="00303FEF" w:rsidRDefault="008C6DBF" w:rsidP="00A50BF7">
      <w:pPr>
        <w:pStyle w:val="PargrafodaLista"/>
        <w:numPr>
          <w:ilvl w:val="0"/>
          <w:numId w:val="60"/>
        </w:numPr>
        <w:spacing w:before="240" w:after="240"/>
        <w:ind w:left="0" w:firstLine="0"/>
        <w:jc w:val="both"/>
        <w:rPr>
          <w:rFonts w:cs="Arial"/>
          <w:szCs w:val="20"/>
        </w:rPr>
      </w:pPr>
      <w:r w:rsidRPr="00303FEF">
        <w:rPr>
          <w:rFonts w:cs="Arial"/>
          <w:szCs w:val="20"/>
        </w:rPr>
        <w:t>Jogo de tapete;</w:t>
      </w:r>
    </w:p>
    <w:p w14:paraId="21EF9425" w14:textId="77777777" w:rsidR="008C6DBF" w:rsidRPr="00303FEF" w:rsidRDefault="008C6DBF" w:rsidP="00A50BF7">
      <w:pPr>
        <w:pStyle w:val="PargrafodaLista"/>
        <w:numPr>
          <w:ilvl w:val="0"/>
          <w:numId w:val="60"/>
        </w:numPr>
        <w:spacing w:before="240" w:after="240"/>
        <w:ind w:left="0" w:firstLine="0"/>
        <w:jc w:val="both"/>
        <w:rPr>
          <w:rFonts w:cs="Arial"/>
          <w:szCs w:val="20"/>
        </w:rPr>
      </w:pPr>
      <w:r w:rsidRPr="00303FEF">
        <w:rPr>
          <w:rFonts w:cs="Arial"/>
          <w:szCs w:val="20"/>
        </w:rPr>
        <w:t xml:space="preserve">Som/multimídia integrada ao veículo, somente </w:t>
      </w:r>
      <w:r>
        <w:rPr>
          <w:rFonts w:cs="Arial"/>
          <w:szCs w:val="20"/>
        </w:rPr>
        <w:t>o disponibilizado de fábrica;</w:t>
      </w:r>
    </w:p>
    <w:p w14:paraId="7F132382" w14:textId="77777777" w:rsidR="008C6DBF" w:rsidRDefault="008C6DBF" w:rsidP="00A50BF7">
      <w:pPr>
        <w:pStyle w:val="PargrafodaLista"/>
        <w:numPr>
          <w:ilvl w:val="0"/>
          <w:numId w:val="60"/>
        </w:numPr>
        <w:spacing w:before="240" w:after="240"/>
        <w:ind w:left="0" w:firstLine="0"/>
        <w:jc w:val="both"/>
        <w:rPr>
          <w:rFonts w:cs="Arial"/>
          <w:szCs w:val="20"/>
        </w:rPr>
      </w:pPr>
      <w:r w:rsidRPr="00303FEF">
        <w:rPr>
          <w:rFonts w:cs="Arial"/>
          <w:szCs w:val="20"/>
        </w:rPr>
        <w:t>Deverá acompanhar o veículo todo ferramental básico distribuído pelo fornecedor (chave de roda,</w:t>
      </w:r>
      <w:r>
        <w:rPr>
          <w:rFonts w:cs="Arial"/>
          <w:szCs w:val="20"/>
        </w:rPr>
        <w:t xml:space="preserve"> macaco hidráulico e triângulo); e</w:t>
      </w:r>
    </w:p>
    <w:p w14:paraId="1C462ACA" w14:textId="77777777" w:rsidR="008C6DBF" w:rsidRPr="004F633D" w:rsidRDefault="008C6DBF" w:rsidP="00A50BF7">
      <w:pPr>
        <w:pStyle w:val="PargrafodaLista"/>
        <w:numPr>
          <w:ilvl w:val="0"/>
          <w:numId w:val="60"/>
        </w:numPr>
        <w:spacing w:before="240" w:after="240"/>
        <w:ind w:left="0" w:firstLine="0"/>
        <w:jc w:val="both"/>
        <w:rPr>
          <w:rFonts w:cs="Arial"/>
          <w:szCs w:val="20"/>
        </w:rPr>
      </w:pPr>
      <w:r w:rsidRPr="009A5C06">
        <w:rPr>
          <w:rFonts w:cs="Times New Roman"/>
          <w:szCs w:val="20"/>
        </w:rPr>
        <w:t>Produto similar a picape LS 2.8 T</w:t>
      </w:r>
      <w:r w:rsidR="00496F56">
        <w:rPr>
          <w:rFonts w:cs="Times New Roman"/>
          <w:szCs w:val="20"/>
        </w:rPr>
        <w:t>DI</w:t>
      </w:r>
      <w:r w:rsidRPr="009A5C06">
        <w:rPr>
          <w:rFonts w:cs="Times New Roman"/>
          <w:szCs w:val="20"/>
        </w:rPr>
        <w:t xml:space="preserve"> da Chevrolet</w:t>
      </w:r>
      <w:r>
        <w:rPr>
          <w:rFonts w:cs="Times New Roman"/>
          <w:szCs w:val="20"/>
        </w:rPr>
        <w:t>.</w:t>
      </w:r>
    </w:p>
    <w:p w14:paraId="4AE444E6" w14:textId="77777777"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D73E55" w:rsidRPr="00623008" w14:paraId="27E43D12" w14:textId="77777777"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2340A44" w14:textId="77777777" w:rsidR="00D73E55" w:rsidRPr="00623008" w:rsidRDefault="00D73E55"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14:paraId="117A9CF6" w14:textId="77777777" w:rsidR="00D73E55" w:rsidRPr="00623008" w:rsidRDefault="00D73E55" w:rsidP="00D73E55">
            <w:pPr>
              <w:widowControl w:val="0"/>
              <w:suppressAutoHyphens/>
              <w:jc w:val="center"/>
              <w:rPr>
                <w:rFonts w:cs="Times New Roman"/>
                <w:b/>
                <w:bCs/>
                <w:szCs w:val="20"/>
              </w:rPr>
            </w:pPr>
            <w:r w:rsidRPr="00623008">
              <w:rPr>
                <w:rFonts w:cs="Times New Roman"/>
                <w:b/>
                <w:bCs/>
                <w:szCs w:val="20"/>
              </w:rPr>
              <w:t>DESCRIÇÃO/ESPECIFICAÇÃO</w:t>
            </w:r>
          </w:p>
        </w:tc>
      </w:tr>
      <w:tr w:rsidR="00D73E55" w:rsidRPr="00623008" w14:paraId="3D181C6D" w14:textId="77777777" w:rsidTr="00D73E55">
        <w:tc>
          <w:tcPr>
            <w:tcW w:w="709" w:type="dxa"/>
            <w:vAlign w:val="center"/>
          </w:tcPr>
          <w:p w14:paraId="7A079BC0" w14:textId="1FE28FB1" w:rsidR="00D73E55" w:rsidRPr="00623008" w:rsidRDefault="00043980" w:rsidP="00D73E55">
            <w:pPr>
              <w:widowControl w:val="0"/>
              <w:suppressAutoHyphens/>
              <w:jc w:val="center"/>
              <w:rPr>
                <w:rFonts w:cs="Arial"/>
                <w:b/>
                <w:color w:val="000000"/>
                <w:szCs w:val="20"/>
              </w:rPr>
            </w:pPr>
            <w:r>
              <w:rPr>
                <w:rFonts w:cs="Arial"/>
                <w:b/>
                <w:color w:val="000000"/>
                <w:szCs w:val="20"/>
              </w:rPr>
              <w:t>2</w:t>
            </w:r>
            <w:r w:rsidR="00A83E1B">
              <w:rPr>
                <w:rFonts w:cs="Arial"/>
                <w:b/>
                <w:color w:val="000000"/>
                <w:szCs w:val="20"/>
              </w:rPr>
              <w:t>9</w:t>
            </w:r>
          </w:p>
        </w:tc>
        <w:tc>
          <w:tcPr>
            <w:tcW w:w="8357" w:type="dxa"/>
          </w:tcPr>
          <w:p w14:paraId="10EF0825" w14:textId="77777777" w:rsidR="00D73E55" w:rsidRPr="00623008" w:rsidRDefault="00D73E55" w:rsidP="00D73E55">
            <w:pPr>
              <w:widowControl w:val="0"/>
              <w:suppressAutoHyphens/>
              <w:rPr>
                <w:rFonts w:cs="Arial"/>
                <w:color w:val="000000"/>
                <w:szCs w:val="20"/>
              </w:rPr>
            </w:pPr>
            <w:r>
              <w:rPr>
                <w:rFonts w:cs="Times New Roman"/>
                <w:bCs/>
                <w:szCs w:val="20"/>
              </w:rPr>
              <w:t>Cavalo mecânico a diesel, tração 6</w:t>
            </w:r>
            <w:r w:rsidRPr="00623008">
              <w:rPr>
                <w:rFonts w:cs="Times New Roman"/>
                <w:bCs/>
                <w:szCs w:val="20"/>
              </w:rPr>
              <w:t>x4</w:t>
            </w:r>
          </w:p>
        </w:tc>
      </w:tr>
    </w:tbl>
    <w:p w14:paraId="61076926" w14:textId="77777777" w:rsidR="00D73E55" w:rsidRPr="00623008" w:rsidRDefault="00D73E55" w:rsidP="00A50BF7">
      <w:pPr>
        <w:pStyle w:val="PargrafodaLista"/>
        <w:numPr>
          <w:ilvl w:val="0"/>
          <w:numId w:val="61"/>
        </w:numPr>
        <w:spacing w:before="240" w:after="240"/>
        <w:ind w:left="0" w:firstLine="0"/>
        <w:contextualSpacing w:val="0"/>
        <w:jc w:val="both"/>
        <w:rPr>
          <w:rFonts w:cs="Arial"/>
          <w:b/>
          <w:szCs w:val="20"/>
        </w:rPr>
      </w:pPr>
      <w:r w:rsidRPr="00623008">
        <w:rPr>
          <w:rFonts w:cs="Arial"/>
          <w:b/>
          <w:szCs w:val="20"/>
        </w:rPr>
        <w:t>CARACTERÍSTICAS TÉCNICAS</w:t>
      </w:r>
    </w:p>
    <w:p w14:paraId="7459B1B1" w14:textId="77777777" w:rsidR="00D73E55" w:rsidRPr="00623008"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 xml:space="preserve">Classificação: </w:t>
      </w:r>
      <w:r w:rsidRPr="00D73E55">
        <w:rPr>
          <w:rFonts w:cs="Arial"/>
          <w:szCs w:val="20"/>
        </w:rPr>
        <w:t>Cavalo Mecânico</w:t>
      </w:r>
      <w:r w:rsidR="00C43F6B">
        <w:rPr>
          <w:rFonts w:cs="Arial"/>
          <w:szCs w:val="20"/>
        </w:rPr>
        <w:t xml:space="preserve"> para uso fora de estrada, tração 6x4 de fábrica, </w:t>
      </w:r>
      <w:r w:rsidRPr="00D73E55">
        <w:rPr>
          <w:rFonts w:cs="Arial"/>
          <w:szCs w:val="20"/>
        </w:rPr>
        <w:t>equipado com 5ª Roda</w:t>
      </w:r>
      <w:r w:rsidRPr="00623008">
        <w:rPr>
          <w:rFonts w:cs="Arial"/>
          <w:szCs w:val="20"/>
        </w:rPr>
        <w:t>,</w:t>
      </w:r>
      <w:r w:rsidR="00C43F6B">
        <w:rPr>
          <w:rFonts w:cs="Arial"/>
          <w:szCs w:val="20"/>
        </w:rPr>
        <w:t xml:space="preserve"> </w:t>
      </w:r>
      <w:r w:rsidRPr="00623008">
        <w:rPr>
          <w:rFonts w:cs="Arial"/>
          <w:szCs w:val="20"/>
        </w:rPr>
        <w:t>zero quilômetro;</w:t>
      </w:r>
    </w:p>
    <w:p w14:paraId="3002B9CE" w14:textId="77777777" w:rsidR="00D73E55" w:rsidRPr="00623008"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Ano de fabricação do chassi: do ano em curso ou posterior;</w:t>
      </w:r>
    </w:p>
    <w:p w14:paraId="739ED9E4" w14:textId="77777777" w:rsidR="00D73E55" w:rsidRPr="00623008"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 xml:space="preserve">Capacidade de transporte: </w:t>
      </w:r>
    </w:p>
    <w:p w14:paraId="3019F9AA" w14:textId="77777777" w:rsidR="00C43F6B" w:rsidRDefault="00C43F6B" w:rsidP="00A50BF7">
      <w:pPr>
        <w:pStyle w:val="PargrafodaLista"/>
        <w:numPr>
          <w:ilvl w:val="0"/>
          <w:numId w:val="63"/>
        </w:numPr>
        <w:spacing w:before="240" w:after="240"/>
        <w:ind w:left="0" w:firstLine="0"/>
        <w:jc w:val="both"/>
        <w:rPr>
          <w:rFonts w:cs="Arial"/>
          <w:szCs w:val="20"/>
        </w:rPr>
      </w:pPr>
      <w:r>
        <w:rPr>
          <w:rFonts w:cs="Arial"/>
          <w:szCs w:val="20"/>
        </w:rPr>
        <w:t xml:space="preserve">Peso Bruto Total (PBT) legal: </w:t>
      </w:r>
      <w:r w:rsidR="002413CA">
        <w:rPr>
          <w:rFonts w:cs="Arial"/>
          <w:szCs w:val="20"/>
        </w:rPr>
        <w:t xml:space="preserve">mínimo </w:t>
      </w:r>
      <w:r>
        <w:rPr>
          <w:rFonts w:cs="Arial"/>
          <w:szCs w:val="20"/>
        </w:rPr>
        <w:t>de 23.000 Kg</w:t>
      </w:r>
    </w:p>
    <w:p w14:paraId="6F8BAFB8" w14:textId="77777777" w:rsidR="00D73E55" w:rsidRPr="00623008" w:rsidRDefault="00C43F6B" w:rsidP="00A50BF7">
      <w:pPr>
        <w:pStyle w:val="PargrafodaLista"/>
        <w:numPr>
          <w:ilvl w:val="0"/>
          <w:numId w:val="63"/>
        </w:numPr>
        <w:spacing w:before="240" w:after="240"/>
        <w:ind w:left="0" w:firstLine="0"/>
        <w:jc w:val="both"/>
        <w:rPr>
          <w:rFonts w:cs="Arial"/>
          <w:szCs w:val="20"/>
        </w:rPr>
      </w:pPr>
      <w:r>
        <w:rPr>
          <w:rFonts w:cs="Arial"/>
          <w:szCs w:val="20"/>
        </w:rPr>
        <w:t>Capacidade Máxima de Tração (CMT) mínimo de 100.000Kg</w:t>
      </w:r>
      <w:r w:rsidR="00D73E55" w:rsidRPr="00623008">
        <w:rPr>
          <w:rFonts w:cs="Arial"/>
          <w:szCs w:val="20"/>
        </w:rPr>
        <w:t>; e</w:t>
      </w:r>
    </w:p>
    <w:p w14:paraId="5CE11230" w14:textId="77777777" w:rsidR="00D73E55" w:rsidRPr="00623008" w:rsidRDefault="00D73E55" w:rsidP="00A50BF7">
      <w:pPr>
        <w:pStyle w:val="PargrafodaLista"/>
        <w:numPr>
          <w:ilvl w:val="0"/>
          <w:numId w:val="63"/>
        </w:numPr>
        <w:spacing w:before="240" w:after="240"/>
        <w:ind w:left="0" w:firstLine="0"/>
        <w:jc w:val="both"/>
        <w:rPr>
          <w:rFonts w:cs="Arial"/>
          <w:szCs w:val="20"/>
        </w:rPr>
      </w:pPr>
      <w:r w:rsidRPr="00623008">
        <w:rPr>
          <w:rFonts w:cs="Arial"/>
          <w:szCs w:val="20"/>
        </w:rPr>
        <w:t>Carga</w:t>
      </w:r>
      <w:r w:rsidR="00C43F6B">
        <w:rPr>
          <w:rFonts w:cs="Arial"/>
          <w:szCs w:val="20"/>
        </w:rPr>
        <w:t xml:space="preserve"> técnica </w:t>
      </w:r>
      <w:r w:rsidR="002413CA">
        <w:rPr>
          <w:rFonts w:cs="Arial"/>
          <w:szCs w:val="20"/>
        </w:rPr>
        <w:t xml:space="preserve">legal, </w:t>
      </w:r>
      <w:r w:rsidR="00C43F6B">
        <w:rPr>
          <w:rFonts w:cs="Arial"/>
          <w:szCs w:val="20"/>
        </w:rPr>
        <w:t>máxima sobre a 5ª roda</w:t>
      </w:r>
      <w:r w:rsidRPr="00623008">
        <w:rPr>
          <w:rFonts w:cs="Arial"/>
          <w:szCs w:val="20"/>
        </w:rPr>
        <w:t xml:space="preserve">: </w:t>
      </w:r>
      <w:r w:rsidR="002413CA" w:rsidRPr="00623008">
        <w:rPr>
          <w:rFonts w:cs="Arial"/>
          <w:szCs w:val="20"/>
        </w:rPr>
        <w:t xml:space="preserve">mínima </w:t>
      </w:r>
      <w:r w:rsidRPr="00623008">
        <w:rPr>
          <w:rFonts w:cs="Arial"/>
          <w:szCs w:val="20"/>
        </w:rPr>
        <w:t xml:space="preserve">de </w:t>
      </w:r>
      <w:r w:rsidR="00C43F6B">
        <w:rPr>
          <w:rFonts w:cs="Arial"/>
          <w:szCs w:val="20"/>
        </w:rPr>
        <w:t>23000</w:t>
      </w:r>
      <w:r w:rsidRPr="00623008">
        <w:rPr>
          <w:rFonts w:cs="Arial"/>
          <w:szCs w:val="20"/>
        </w:rPr>
        <w:t xml:space="preserve"> Kg.</w:t>
      </w:r>
    </w:p>
    <w:p w14:paraId="4183AE74" w14:textId="77777777" w:rsidR="00D73E55"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Motor</w:t>
      </w:r>
      <w:r w:rsidR="00FE58DE">
        <w:rPr>
          <w:rFonts w:cs="Arial"/>
          <w:szCs w:val="20"/>
        </w:rPr>
        <w:t xml:space="preserve"> t</w:t>
      </w:r>
      <w:r w:rsidRPr="00623008">
        <w:rPr>
          <w:rFonts w:cs="Arial"/>
          <w:szCs w:val="20"/>
        </w:rPr>
        <w:t xml:space="preserve">urbo diesel, com potência igual ou superior a </w:t>
      </w:r>
      <w:r>
        <w:rPr>
          <w:rFonts w:cs="Arial"/>
          <w:szCs w:val="20"/>
        </w:rPr>
        <w:t>400</w:t>
      </w:r>
      <w:r w:rsidRPr="00623008">
        <w:rPr>
          <w:rFonts w:cs="Arial"/>
          <w:szCs w:val="20"/>
        </w:rPr>
        <w:t>CV;</w:t>
      </w:r>
    </w:p>
    <w:p w14:paraId="73C86B02" w14:textId="77777777" w:rsidR="00C43F6B" w:rsidRPr="00623008" w:rsidRDefault="00C43F6B" w:rsidP="00A50BF7">
      <w:pPr>
        <w:pStyle w:val="PargrafodaLista"/>
        <w:numPr>
          <w:ilvl w:val="0"/>
          <w:numId w:val="62"/>
        </w:numPr>
        <w:spacing w:before="240" w:after="240"/>
        <w:ind w:left="0" w:firstLine="0"/>
        <w:jc w:val="both"/>
        <w:rPr>
          <w:rFonts w:cs="Arial"/>
          <w:szCs w:val="20"/>
        </w:rPr>
      </w:pPr>
      <w:r>
        <w:rPr>
          <w:rFonts w:cs="Arial"/>
          <w:szCs w:val="20"/>
        </w:rPr>
        <w:t>Transmissão com caixa de mudanças automatizada</w:t>
      </w:r>
      <w:r w:rsidR="00393D72">
        <w:rPr>
          <w:rFonts w:cs="Arial"/>
          <w:szCs w:val="20"/>
        </w:rPr>
        <w:t>, sem pedal de embreagem</w:t>
      </w:r>
      <w:r>
        <w:rPr>
          <w:rFonts w:cs="Arial"/>
          <w:szCs w:val="20"/>
        </w:rPr>
        <w:t>;</w:t>
      </w:r>
    </w:p>
    <w:p w14:paraId="6ABE27E1" w14:textId="77777777" w:rsidR="00D73E55" w:rsidRPr="00623008"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lastRenderedPageBreak/>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14:paraId="1C0CE232" w14:textId="77777777" w:rsidR="00D73E55" w:rsidRPr="00623008"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14:paraId="354E4A84" w14:textId="77777777" w:rsidR="00D73E55" w:rsidRDefault="00D73E55" w:rsidP="00A50BF7">
      <w:pPr>
        <w:pStyle w:val="PargrafodaLista"/>
        <w:numPr>
          <w:ilvl w:val="0"/>
          <w:numId w:val="62"/>
        </w:numPr>
        <w:spacing w:before="240" w:after="240"/>
        <w:ind w:left="0" w:firstLine="0"/>
        <w:jc w:val="both"/>
        <w:rPr>
          <w:rFonts w:cs="Arial"/>
          <w:szCs w:val="20"/>
        </w:rPr>
      </w:pPr>
      <w:r w:rsidRPr="00623008">
        <w:rPr>
          <w:rFonts w:cs="Arial"/>
          <w:szCs w:val="20"/>
        </w:rPr>
        <w:t>Pintura na cor BRANCA.</w:t>
      </w:r>
    </w:p>
    <w:p w14:paraId="178D8631" w14:textId="77777777" w:rsidR="00D73E55" w:rsidRPr="00623008" w:rsidRDefault="00D73E55" w:rsidP="00D73E55">
      <w:pPr>
        <w:pStyle w:val="PargrafodaLista"/>
        <w:spacing w:before="240" w:after="240"/>
        <w:ind w:left="567"/>
        <w:jc w:val="both"/>
        <w:rPr>
          <w:rFonts w:cs="Arial"/>
          <w:szCs w:val="20"/>
        </w:rPr>
      </w:pPr>
    </w:p>
    <w:p w14:paraId="2B61D048" w14:textId="77777777" w:rsidR="00D73E55" w:rsidRPr="00623008" w:rsidRDefault="00D73E55" w:rsidP="00A50BF7">
      <w:pPr>
        <w:pStyle w:val="PargrafodaLista"/>
        <w:numPr>
          <w:ilvl w:val="0"/>
          <w:numId w:val="61"/>
        </w:numPr>
        <w:spacing w:before="240" w:after="240"/>
        <w:ind w:left="0" w:firstLine="0"/>
        <w:contextualSpacing w:val="0"/>
        <w:jc w:val="both"/>
        <w:rPr>
          <w:rFonts w:cs="Arial"/>
          <w:szCs w:val="20"/>
        </w:rPr>
      </w:pPr>
      <w:r w:rsidRPr="00623008">
        <w:rPr>
          <w:rFonts w:cs="Arial"/>
          <w:b/>
          <w:szCs w:val="20"/>
        </w:rPr>
        <w:t>DIVERSOS</w:t>
      </w:r>
    </w:p>
    <w:p w14:paraId="628022C3" w14:textId="77777777" w:rsidR="00D73E55" w:rsidRPr="009C07BC"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Ar-condicionado original de fábrica;</w:t>
      </w:r>
    </w:p>
    <w:p w14:paraId="68C26D0D" w14:textId="273638F7" w:rsidR="00D73E55" w:rsidRPr="009C07BC"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 xml:space="preserve">Cabina </w:t>
      </w:r>
      <w:r w:rsidR="00FE58DE">
        <w:rPr>
          <w:rFonts w:cs="Arial"/>
          <w:szCs w:val="20"/>
        </w:rPr>
        <w:t>leito</w:t>
      </w:r>
      <w:r w:rsidR="00697FD6">
        <w:rPr>
          <w:rFonts w:cs="Arial"/>
          <w:szCs w:val="20"/>
        </w:rPr>
        <w:t>, com</w:t>
      </w:r>
      <w:r w:rsidR="002413CA">
        <w:rPr>
          <w:rFonts w:cs="Arial"/>
          <w:szCs w:val="20"/>
        </w:rPr>
        <w:t xml:space="preserve"> cama</w:t>
      </w:r>
      <w:r w:rsidRPr="009C07BC">
        <w:rPr>
          <w:rFonts w:cs="Arial"/>
          <w:szCs w:val="20"/>
        </w:rPr>
        <w:t>;</w:t>
      </w:r>
    </w:p>
    <w:p w14:paraId="05DE803D" w14:textId="77777777" w:rsidR="00D73E55" w:rsidRPr="009C07BC" w:rsidRDefault="002413CA" w:rsidP="00A50BF7">
      <w:pPr>
        <w:pStyle w:val="PargrafodaLista"/>
        <w:numPr>
          <w:ilvl w:val="0"/>
          <w:numId w:val="64"/>
        </w:numPr>
        <w:spacing w:before="240" w:after="240"/>
        <w:ind w:left="0" w:firstLine="0"/>
        <w:jc w:val="both"/>
        <w:rPr>
          <w:rFonts w:cs="Arial"/>
          <w:szCs w:val="20"/>
        </w:rPr>
      </w:pPr>
      <w:r>
        <w:rPr>
          <w:rFonts w:cs="Arial"/>
          <w:szCs w:val="20"/>
        </w:rPr>
        <w:t xml:space="preserve">Banco do motorista </w:t>
      </w:r>
      <w:r w:rsidRPr="002413CA">
        <w:rPr>
          <w:rFonts w:cs="Arial"/>
          <w:szCs w:val="20"/>
        </w:rPr>
        <w:t>hidráulico ou pneumático e com múltiplas regulagens</w:t>
      </w:r>
      <w:r w:rsidR="00D73E55" w:rsidRPr="009C07BC">
        <w:rPr>
          <w:rFonts w:cs="Arial"/>
          <w:szCs w:val="20"/>
        </w:rPr>
        <w:t>;</w:t>
      </w:r>
    </w:p>
    <w:p w14:paraId="728E10F5" w14:textId="77777777" w:rsidR="00A13F98" w:rsidRPr="000A042B" w:rsidRDefault="00A13F98" w:rsidP="00A13F98">
      <w:pPr>
        <w:pStyle w:val="PargrafodaLista"/>
        <w:numPr>
          <w:ilvl w:val="0"/>
          <w:numId w:val="64"/>
        </w:numPr>
        <w:spacing w:before="240" w:after="240"/>
        <w:ind w:left="0" w:firstLine="0"/>
        <w:jc w:val="both"/>
        <w:rPr>
          <w:rFonts w:cs="Arial"/>
          <w:szCs w:val="20"/>
        </w:rPr>
      </w:pPr>
      <w:r w:rsidRPr="00F85B52">
        <w:rPr>
          <w:rFonts w:cs="Arial"/>
          <w:szCs w:val="20"/>
        </w:rPr>
        <w:t>Vidro elétrico nas portas de fábrica, podendo ser instalado por empresa homologada pelo fabricante, mantendo-se as condi</w:t>
      </w:r>
      <w:r>
        <w:rPr>
          <w:rFonts w:cs="Arial"/>
          <w:szCs w:val="20"/>
        </w:rPr>
        <w:t>ções de garantias do fabricante</w:t>
      </w:r>
      <w:r w:rsidRPr="000A042B">
        <w:rPr>
          <w:rFonts w:cs="Arial"/>
          <w:szCs w:val="20"/>
        </w:rPr>
        <w:t>;</w:t>
      </w:r>
    </w:p>
    <w:p w14:paraId="3EAD3F99" w14:textId="5DFD3E19" w:rsidR="002413CA" w:rsidRPr="00A13F98" w:rsidRDefault="00A13F98" w:rsidP="00A13F98">
      <w:pPr>
        <w:pStyle w:val="PargrafodaLista"/>
        <w:numPr>
          <w:ilvl w:val="0"/>
          <w:numId w:val="64"/>
        </w:numPr>
        <w:spacing w:before="240" w:after="240"/>
        <w:ind w:left="0" w:firstLine="0"/>
        <w:jc w:val="both"/>
        <w:rPr>
          <w:rFonts w:cs="Arial"/>
          <w:szCs w:val="20"/>
        </w:rPr>
      </w:pPr>
      <w:r w:rsidRPr="007E4BA4">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r w:rsidRPr="00E67052">
        <w:rPr>
          <w:rFonts w:cs="Arial"/>
          <w:szCs w:val="20"/>
        </w:rPr>
        <w:t>;</w:t>
      </w:r>
    </w:p>
    <w:p w14:paraId="176DA8A0" w14:textId="77777777" w:rsidR="00D73E55" w:rsidRPr="009C07BC"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Protetor de cárter;</w:t>
      </w:r>
    </w:p>
    <w:p w14:paraId="64EAC602" w14:textId="77777777" w:rsidR="00D73E55" w:rsidRPr="009C07BC"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Jogo de tapete;</w:t>
      </w:r>
    </w:p>
    <w:p w14:paraId="1DBB2A4C" w14:textId="77777777" w:rsidR="00D73E55" w:rsidRPr="009C07BC"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Som/multimídia integrada ao veículo, somente o disponibiliza</w:t>
      </w:r>
      <w:r>
        <w:rPr>
          <w:rFonts w:cs="Arial"/>
          <w:szCs w:val="20"/>
        </w:rPr>
        <w:t>do de fábrica;</w:t>
      </w:r>
    </w:p>
    <w:p w14:paraId="30526AD8" w14:textId="77777777" w:rsidR="00D73E55" w:rsidRDefault="00D73E55" w:rsidP="00A50BF7">
      <w:pPr>
        <w:pStyle w:val="PargrafodaLista"/>
        <w:numPr>
          <w:ilvl w:val="0"/>
          <w:numId w:val="64"/>
        </w:numPr>
        <w:spacing w:before="240" w:after="240"/>
        <w:ind w:left="0" w:firstLine="0"/>
        <w:jc w:val="both"/>
        <w:rPr>
          <w:rFonts w:cs="Arial"/>
          <w:szCs w:val="20"/>
        </w:rPr>
      </w:pPr>
      <w:r w:rsidRPr="009C07BC">
        <w:rPr>
          <w:rFonts w:cs="Arial"/>
          <w:szCs w:val="20"/>
        </w:rPr>
        <w:t>Deverá acompanhar o veículo todo ferramental básico distribuído pelo fornecedor (chave de roda,</w:t>
      </w:r>
      <w:r>
        <w:rPr>
          <w:rFonts w:cs="Arial"/>
          <w:szCs w:val="20"/>
        </w:rPr>
        <w:t xml:space="preserve"> macaco hidráulico e triângulo); e</w:t>
      </w:r>
    </w:p>
    <w:p w14:paraId="64D9B403" w14:textId="77777777" w:rsidR="00D73E55" w:rsidRPr="00DB1DD4" w:rsidRDefault="002413CA" w:rsidP="00A50BF7">
      <w:pPr>
        <w:pStyle w:val="PargrafodaLista"/>
        <w:numPr>
          <w:ilvl w:val="0"/>
          <w:numId w:val="64"/>
        </w:numPr>
        <w:spacing w:before="240" w:after="240"/>
        <w:ind w:left="0" w:firstLine="0"/>
        <w:jc w:val="both"/>
        <w:rPr>
          <w:rFonts w:cs="Arial"/>
          <w:szCs w:val="20"/>
        </w:rPr>
      </w:pPr>
      <w:r>
        <w:rPr>
          <w:rFonts w:cs="Times New Roman"/>
          <w:szCs w:val="20"/>
        </w:rPr>
        <w:t>Produto similar ao Cavalo Mecânico</w:t>
      </w:r>
      <w:r w:rsidR="003A25E9">
        <w:rPr>
          <w:rFonts w:cs="Times New Roman"/>
          <w:szCs w:val="20"/>
        </w:rPr>
        <w:t xml:space="preserve"> Mercedes-Benz</w:t>
      </w:r>
      <w:r>
        <w:rPr>
          <w:rFonts w:cs="Times New Roman"/>
          <w:szCs w:val="20"/>
        </w:rPr>
        <w:t xml:space="preserve"> </w:t>
      </w:r>
      <w:proofErr w:type="spellStart"/>
      <w:r>
        <w:rPr>
          <w:rFonts w:cs="Times New Roman"/>
          <w:szCs w:val="20"/>
        </w:rPr>
        <w:t>Axor</w:t>
      </w:r>
      <w:proofErr w:type="spellEnd"/>
      <w:r>
        <w:rPr>
          <w:rFonts w:cs="Times New Roman"/>
          <w:szCs w:val="20"/>
        </w:rPr>
        <w:t xml:space="preserve"> 3344</w:t>
      </w:r>
      <w:r w:rsidR="00D73E55">
        <w:rPr>
          <w:rFonts w:cs="Times New Roman"/>
          <w:szCs w:val="20"/>
        </w:rPr>
        <w:t>.</w:t>
      </w:r>
    </w:p>
    <w:p w14:paraId="0EDBC53D" w14:textId="77777777" w:rsidR="00D73E55" w:rsidRPr="00623008" w:rsidRDefault="00D73E55" w:rsidP="002B75E1">
      <w:pPr>
        <w:pStyle w:val="PargrafodaLista"/>
        <w:spacing w:before="100" w:beforeAutospacing="1" w:after="120"/>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14:paraId="3CA48733" w14:textId="77777777"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02A6916" w14:textId="77777777" w:rsidR="00BC4333" w:rsidRPr="00623008" w:rsidRDefault="001903F1" w:rsidP="00A8162F">
            <w:pPr>
              <w:widowControl w:val="0"/>
              <w:suppressAutoHyphens/>
              <w:jc w:val="center"/>
              <w:rPr>
                <w:rFonts w:cs="Arial"/>
                <w:b/>
                <w:color w:val="000000"/>
                <w:szCs w:val="20"/>
              </w:rPr>
            </w:pPr>
            <w:r>
              <w:rPr>
                <w:rFonts w:cs="Arial"/>
                <w:b/>
                <w:color w:val="000000"/>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14:paraId="160E461D" w14:textId="77777777"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14:paraId="7DA61958" w14:textId="77777777" w:rsidTr="001903F1">
        <w:trPr>
          <w:jc w:val="center"/>
        </w:trPr>
        <w:tc>
          <w:tcPr>
            <w:tcW w:w="1129" w:type="dxa"/>
            <w:vAlign w:val="center"/>
          </w:tcPr>
          <w:p w14:paraId="0EE38001" w14:textId="6836D578" w:rsidR="00BC4333" w:rsidRPr="00623008" w:rsidRDefault="00043980" w:rsidP="00A8162F">
            <w:pPr>
              <w:widowControl w:val="0"/>
              <w:suppressAutoHyphens/>
              <w:jc w:val="center"/>
              <w:rPr>
                <w:rFonts w:cs="Arial"/>
                <w:b/>
                <w:color w:val="000000"/>
                <w:szCs w:val="20"/>
              </w:rPr>
            </w:pPr>
            <w:r>
              <w:rPr>
                <w:rFonts w:cs="Arial"/>
                <w:b/>
                <w:color w:val="000000"/>
                <w:szCs w:val="20"/>
              </w:rPr>
              <w:t>30</w:t>
            </w:r>
            <w:r w:rsidR="00A83E1B">
              <w:rPr>
                <w:rFonts w:cs="Arial"/>
                <w:b/>
                <w:color w:val="000000"/>
                <w:szCs w:val="20"/>
              </w:rPr>
              <w:t xml:space="preserve"> e 31</w:t>
            </w:r>
          </w:p>
        </w:tc>
        <w:tc>
          <w:tcPr>
            <w:tcW w:w="7797" w:type="dxa"/>
          </w:tcPr>
          <w:p w14:paraId="48B25CFC" w14:textId="77777777" w:rsidR="00BC4333" w:rsidRPr="00623008" w:rsidRDefault="00BC4333" w:rsidP="00A8162F">
            <w:pPr>
              <w:widowControl w:val="0"/>
              <w:suppressAutoHyphens/>
              <w:rPr>
                <w:rFonts w:cs="Arial"/>
                <w:color w:val="000000"/>
                <w:szCs w:val="20"/>
              </w:rPr>
            </w:pPr>
            <w:r w:rsidRPr="00623008">
              <w:rPr>
                <w:rFonts w:cs="Times New Roman"/>
                <w:bCs/>
                <w:szCs w:val="20"/>
              </w:rPr>
              <w:t>Caminhão a diesel com carroceria de madeira para carga seca</w:t>
            </w:r>
            <w:r>
              <w:rPr>
                <w:rFonts w:cs="Times New Roman"/>
                <w:bCs/>
                <w:szCs w:val="20"/>
              </w:rPr>
              <w:t xml:space="preserve"> de 5,2m</w:t>
            </w:r>
            <w:r w:rsidRPr="00623008">
              <w:rPr>
                <w:rFonts w:cs="Times New Roman"/>
                <w:bCs/>
                <w:szCs w:val="20"/>
              </w:rPr>
              <w:t>, tração 4x2</w:t>
            </w:r>
          </w:p>
        </w:tc>
      </w:tr>
    </w:tbl>
    <w:p w14:paraId="68273117" w14:textId="77777777" w:rsidR="00BC4333" w:rsidRPr="00623008" w:rsidRDefault="00BC4333" w:rsidP="00A50BF7">
      <w:pPr>
        <w:pStyle w:val="PargrafodaLista"/>
        <w:numPr>
          <w:ilvl w:val="0"/>
          <w:numId w:val="34"/>
        </w:numPr>
        <w:spacing w:before="240" w:after="240"/>
        <w:ind w:left="0" w:firstLine="0"/>
        <w:contextualSpacing w:val="0"/>
        <w:jc w:val="both"/>
        <w:rPr>
          <w:rFonts w:cs="Arial"/>
          <w:b/>
          <w:szCs w:val="20"/>
        </w:rPr>
      </w:pPr>
      <w:r w:rsidRPr="00623008">
        <w:rPr>
          <w:rFonts w:cs="Arial"/>
          <w:b/>
          <w:szCs w:val="20"/>
        </w:rPr>
        <w:t>CARACTERÍSTICAS TÉCNICAS</w:t>
      </w:r>
    </w:p>
    <w:p w14:paraId="42931D64" w14:textId="77777777"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Classificação: Veículo novo, tração 4x2, zero quilômetro, equipado com carroceria carga seca;</w:t>
      </w:r>
    </w:p>
    <w:p w14:paraId="20DB5D99" w14:textId="77777777"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Ano de fabricação do chassi: do ano em curso ou posterior;</w:t>
      </w:r>
    </w:p>
    <w:p w14:paraId="1AA26903" w14:textId="77777777"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PBT igual ou superior a 8.0000 Kg;</w:t>
      </w:r>
    </w:p>
    <w:p w14:paraId="63A354EE" w14:textId="77777777"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Motor do veículo: Óleo diesel, com potência igual ou superior a 1</w:t>
      </w:r>
      <w:r>
        <w:rPr>
          <w:rFonts w:cs="Arial"/>
          <w:szCs w:val="20"/>
        </w:rPr>
        <w:t>5</w:t>
      </w:r>
      <w:r w:rsidRPr="00623008">
        <w:rPr>
          <w:rFonts w:cs="Arial"/>
          <w:szCs w:val="20"/>
        </w:rPr>
        <w:t>0CV;</w:t>
      </w:r>
    </w:p>
    <w:p w14:paraId="0BFE1B2F" w14:textId="77777777"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Distância entre eixos, compatível para implemento de carroceria de madeira de 5</w:t>
      </w:r>
      <w:r>
        <w:rPr>
          <w:rFonts w:cs="Arial"/>
          <w:szCs w:val="20"/>
        </w:rPr>
        <w:t>,2</w:t>
      </w:r>
      <w:r w:rsidRPr="00623008">
        <w:rPr>
          <w:rFonts w:cs="Arial"/>
          <w:szCs w:val="20"/>
        </w:rPr>
        <w:t>m.</w:t>
      </w:r>
    </w:p>
    <w:p w14:paraId="2E65A30E" w14:textId="7F5388DE" w:rsidR="00BC4333" w:rsidRPr="00623008" w:rsidRDefault="00BC4333" w:rsidP="00A50BF7">
      <w:pPr>
        <w:pStyle w:val="PargrafodaLista"/>
        <w:numPr>
          <w:ilvl w:val="0"/>
          <w:numId w:val="35"/>
        </w:numPr>
        <w:ind w:left="0" w:firstLine="0"/>
        <w:jc w:val="both"/>
        <w:rPr>
          <w:rFonts w:cs="Arial"/>
          <w:szCs w:val="20"/>
        </w:rPr>
      </w:pPr>
      <w:r w:rsidRPr="00623008">
        <w:rPr>
          <w:rFonts w:cs="Arial"/>
          <w:szCs w:val="20"/>
        </w:rPr>
        <w:t xml:space="preserve">Pneus e rodas </w:t>
      </w:r>
      <w:r>
        <w:rPr>
          <w:rFonts w:cs="Arial"/>
          <w:szCs w:val="20"/>
        </w:rPr>
        <w:t>o</w:t>
      </w:r>
      <w:r w:rsidRPr="00623008">
        <w:rPr>
          <w:rFonts w:cs="Arial"/>
          <w:szCs w:val="20"/>
        </w:rPr>
        <w:t>riginais de fábrica, com a fabricação do ano corrente ou, no máximo, no prazo de 12 (doze) meses contados da data de entrega do veículo;</w:t>
      </w:r>
      <w:r w:rsidR="00FD45CA">
        <w:rPr>
          <w:rFonts w:cs="Arial"/>
          <w:szCs w:val="20"/>
        </w:rPr>
        <w:t xml:space="preserve"> e</w:t>
      </w:r>
    </w:p>
    <w:p w14:paraId="0C2D26C8" w14:textId="16C857B1" w:rsidR="00BC4333" w:rsidRPr="00623008" w:rsidRDefault="00FD45CA" w:rsidP="00A50BF7">
      <w:pPr>
        <w:pStyle w:val="PargrafodaLista"/>
        <w:numPr>
          <w:ilvl w:val="0"/>
          <w:numId w:val="35"/>
        </w:numPr>
        <w:ind w:left="0" w:firstLine="0"/>
        <w:jc w:val="both"/>
        <w:rPr>
          <w:rFonts w:cs="Arial"/>
          <w:szCs w:val="20"/>
        </w:rPr>
      </w:pPr>
      <w:r>
        <w:rPr>
          <w:rFonts w:cs="Arial"/>
          <w:szCs w:val="20"/>
        </w:rPr>
        <w:t>Pintura na cor BRANCA;</w:t>
      </w:r>
    </w:p>
    <w:p w14:paraId="3B358034" w14:textId="77777777" w:rsidR="00BC4333" w:rsidRPr="00623008" w:rsidRDefault="00BC4333" w:rsidP="00A50BF7">
      <w:pPr>
        <w:pStyle w:val="PargrafodaLista"/>
        <w:numPr>
          <w:ilvl w:val="0"/>
          <w:numId w:val="34"/>
        </w:numPr>
        <w:spacing w:before="240" w:after="240"/>
        <w:ind w:left="0" w:firstLine="0"/>
        <w:contextualSpacing w:val="0"/>
        <w:jc w:val="both"/>
        <w:rPr>
          <w:rFonts w:cs="Arial"/>
          <w:szCs w:val="20"/>
        </w:rPr>
      </w:pPr>
      <w:r w:rsidRPr="00623008">
        <w:rPr>
          <w:rFonts w:cs="Arial"/>
          <w:b/>
          <w:szCs w:val="20"/>
        </w:rPr>
        <w:t>DIVERSOS</w:t>
      </w:r>
    </w:p>
    <w:p w14:paraId="0E84118D" w14:textId="77777777" w:rsidR="00221773" w:rsidRPr="00221773" w:rsidRDefault="00BC4333" w:rsidP="00A50BF7">
      <w:pPr>
        <w:pStyle w:val="PargrafodaLista"/>
        <w:numPr>
          <w:ilvl w:val="1"/>
          <w:numId w:val="34"/>
        </w:numPr>
        <w:ind w:left="0" w:firstLine="0"/>
        <w:jc w:val="both"/>
        <w:rPr>
          <w:rFonts w:cs="Arial"/>
          <w:szCs w:val="20"/>
        </w:rPr>
      </w:pPr>
      <w:r w:rsidRPr="00623008">
        <w:rPr>
          <w:rFonts w:cs="Arial"/>
          <w:szCs w:val="20"/>
        </w:rPr>
        <w:t>Ar-condicionado original de f</w:t>
      </w:r>
      <w:r w:rsidR="00221773">
        <w:rPr>
          <w:rFonts w:cs="Arial"/>
          <w:szCs w:val="20"/>
        </w:rPr>
        <w:t xml:space="preserve">ábrica </w:t>
      </w:r>
      <w:r w:rsidR="00221773" w:rsidRPr="00221773">
        <w:rPr>
          <w:rFonts w:cs="Arial"/>
          <w:szCs w:val="20"/>
        </w:rPr>
        <w:t>ou instalado por empresa homologada pelo fabricante,</w:t>
      </w:r>
      <w:r w:rsidR="00221773">
        <w:rPr>
          <w:rFonts w:cs="Arial"/>
          <w:szCs w:val="20"/>
        </w:rPr>
        <w:t xml:space="preserve"> </w:t>
      </w:r>
      <w:r w:rsidR="00221773" w:rsidRPr="00221773">
        <w:rPr>
          <w:rFonts w:cs="Arial"/>
          <w:szCs w:val="20"/>
        </w:rPr>
        <w:t>mantendo-se as condições de garantias do fabricante</w:t>
      </w:r>
      <w:r w:rsidR="00221773">
        <w:rPr>
          <w:rFonts w:cs="Arial"/>
          <w:szCs w:val="20"/>
        </w:rPr>
        <w:t>;</w:t>
      </w:r>
    </w:p>
    <w:p w14:paraId="5E23C50F" w14:textId="77777777" w:rsidR="00A13F98" w:rsidRDefault="00BC4333" w:rsidP="00A13F98">
      <w:pPr>
        <w:pStyle w:val="PargrafodaLista"/>
        <w:numPr>
          <w:ilvl w:val="1"/>
          <w:numId w:val="34"/>
        </w:numPr>
        <w:ind w:left="0" w:firstLine="0"/>
        <w:jc w:val="both"/>
        <w:rPr>
          <w:rFonts w:cs="Arial"/>
          <w:szCs w:val="20"/>
        </w:rPr>
      </w:pPr>
      <w:r w:rsidRPr="00623008">
        <w:rPr>
          <w:rFonts w:cs="Arial"/>
          <w:szCs w:val="20"/>
        </w:rPr>
        <w:t>Retrovisores externos elétricos</w:t>
      </w:r>
      <w:r w:rsidR="00430F4E">
        <w:rPr>
          <w:rFonts w:cs="Arial"/>
          <w:szCs w:val="20"/>
        </w:rPr>
        <w:t xml:space="preserve"> ou instalado por empresa homologada pelo fabricante, mantendo-se as condições de garantias do fabricante</w:t>
      </w:r>
      <w:r w:rsidRPr="00623008">
        <w:rPr>
          <w:rFonts w:cs="Arial"/>
          <w:szCs w:val="20"/>
        </w:rPr>
        <w:t>;</w:t>
      </w:r>
    </w:p>
    <w:p w14:paraId="761A9141" w14:textId="77777777" w:rsidR="00A13F98" w:rsidRDefault="00A13F98" w:rsidP="00A13F98">
      <w:pPr>
        <w:pStyle w:val="PargrafodaLista"/>
        <w:numPr>
          <w:ilvl w:val="1"/>
          <w:numId w:val="34"/>
        </w:numPr>
        <w:ind w:left="0" w:firstLine="0"/>
        <w:jc w:val="both"/>
        <w:rPr>
          <w:rFonts w:cs="Arial"/>
          <w:szCs w:val="20"/>
        </w:rPr>
      </w:pPr>
      <w:r w:rsidRPr="00A13F98">
        <w:rPr>
          <w:rFonts w:cs="Arial"/>
          <w:szCs w:val="20"/>
        </w:rPr>
        <w:t>Vidro elétrico nas portas de fábrica, podendo ser instalado por empresa homologada pelo fabricante, mantendo-se as condições de garantias do fabricante;</w:t>
      </w:r>
    </w:p>
    <w:p w14:paraId="0A428C53" w14:textId="3B8B9D33" w:rsidR="00A13F98" w:rsidRPr="00A13F98" w:rsidRDefault="00A13F98" w:rsidP="00A13F98">
      <w:pPr>
        <w:pStyle w:val="PargrafodaLista"/>
        <w:numPr>
          <w:ilvl w:val="1"/>
          <w:numId w:val="34"/>
        </w:numPr>
        <w:ind w:left="0" w:firstLine="0"/>
        <w:jc w:val="both"/>
        <w:rPr>
          <w:rFonts w:cs="Arial"/>
          <w:szCs w:val="20"/>
        </w:rPr>
      </w:pPr>
      <w:r w:rsidRPr="00A13F98">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010909C7"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52C8CBF7"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Som/multimídia integrada ao veículo, somente o disponibilizado de fábrica;</w:t>
      </w:r>
    </w:p>
    <w:p w14:paraId="7C45B72B"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Protetor de cárter;</w:t>
      </w:r>
    </w:p>
    <w:p w14:paraId="1990DC44"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Jogo de tapete de borracha; e</w:t>
      </w:r>
    </w:p>
    <w:p w14:paraId="655EE90E"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lastRenderedPageBreak/>
        <w:t>Deverá acompanhar o veículo todo ferramental básico distribuído pelo fornecedor (chave de roda, macaco hidráulico e triângulo).</w:t>
      </w:r>
    </w:p>
    <w:p w14:paraId="051F9B73" w14:textId="77777777" w:rsidR="00BC4333" w:rsidRPr="00623008" w:rsidRDefault="00BC4333" w:rsidP="00A50BF7">
      <w:pPr>
        <w:pStyle w:val="PargrafodaLista"/>
        <w:numPr>
          <w:ilvl w:val="0"/>
          <w:numId w:val="34"/>
        </w:numPr>
        <w:spacing w:before="240" w:after="240"/>
        <w:ind w:left="0" w:firstLine="0"/>
        <w:contextualSpacing w:val="0"/>
        <w:jc w:val="both"/>
        <w:rPr>
          <w:rFonts w:cs="Arial"/>
          <w:b/>
          <w:szCs w:val="20"/>
        </w:rPr>
      </w:pPr>
      <w:r w:rsidRPr="00623008">
        <w:rPr>
          <w:rFonts w:cs="Arial"/>
          <w:b/>
          <w:szCs w:val="20"/>
        </w:rPr>
        <w:t>CARACTERIZAÇÃO DA CARROCERIA DE MADEIRA</w:t>
      </w:r>
    </w:p>
    <w:p w14:paraId="289B4AB1"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Carroceria nova, aberta e de primeiro uso. Fabricada com madeira de lei apropriada para carroceria, podendo ser qualquer uma das seguintes essências: Angelim Vermelho, Roxinho, Tatajuba, Maracatiaria, Angico, Pau D´arco, Ipê Roxo, Cumaru ou similares;</w:t>
      </w:r>
    </w:p>
    <w:p w14:paraId="688D3FD1"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Dimensões adequadas ao comprimento do chassi: 5,20m de comprimento, 2,20m de largura e 0,45m de altura. A aproximação deverá ser condicionada as orientações do manual do implementador de cada fabricante do chassi do veículo;</w:t>
      </w:r>
    </w:p>
    <w:p w14:paraId="0DD614C3"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As grades laterais ser do tipo removíveis e com trancas de mola de pressão e pegador ergonômico;</w:t>
      </w:r>
    </w:p>
    <w:p w14:paraId="68E73C87"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Assoalho com encaixe tipo macho e fêmea;</w:t>
      </w:r>
    </w:p>
    <w:p w14:paraId="0A09F005"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Malhal reforçado com mão francesa de 5/8 polegadas com quatro colunas e sarrafos nas transversais;</w:t>
      </w:r>
    </w:p>
    <w:p w14:paraId="3A49B5A6" w14:textId="77777777" w:rsidR="00BC4333" w:rsidRPr="00623008" w:rsidRDefault="00BC4333" w:rsidP="00A50BF7">
      <w:pPr>
        <w:pStyle w:val="PargrafodaLista"/>
        <w:numPr>
          <w:ilvl w:val="1"/>
          <w:numId w:val="34"/>
        </w:numPr>
        <w:ind w:left="0" w:firstLine="0"/>
        <w:jc w:val="both"/>
        <w:rPr>
          <w:rFonts w:cs="Arial"/>
          <w:szCs w:val="20"/>
        </w:rPr>
      </w:pPr>
      <w:r w:rsidRPr="00623008">
        <w:rPr>
          <w:rFonts w:cs="Arial"/>
          <w:szCs w:val="20"/>
        </w:rPr>
        <w:t>Travessas reforçadas com chapa inox nas extremidades;</w:t>
      </w:r>
    </w:p>
    <w:p w14:paraId="38CA863C" w14:textId="77777777" w:rsidR="00BC4333" w:rsidRPr="00623008" w:rsidRDefault="00BC4333" w:rsidP="00A50BF7">
      <w:pPr>
        <w:pStyle w:val="PargrafodaLista"/>
        <w:numPr>
          <w:ilvl w:val="1"/>
          <w:numId w:val="34"/>
        </w:numPr>
        <w:ind w:left="0" w:firstLine="0"/>
        <w:jc w:val="both"/>
        <w:rPr>
          <w:rFonts w:cs="Arial"/>
          <w:szCs w:val="20"/>
        </w:rPr>
      </w:pPr>
      <w:r w:rsidRPr="00623008">
        <w:rPr>
          <w:szCs w:val="20"/>
        </w:rPr>
        <w:t>Todos os parafusos, arruelas e ganchos deverão ser zincados para não sofrer corrosão;</w:t>
      </w:r>
    </w:p>
    <w:p w14:paraId="4C8C78F9" w14:textId="77777777" w:rsidR="00BC4333" w:rsidRPr="00623008" w:rsidRDefault="00BC4333" w:rsidP="00A50BF7">
      <w:pPr>
        <w:pStyle w:val="PargrafodaLista"/>
        <w:numPr>
          <w:ilvl w:val="1"/>
          <w:numId w:val="34"/>
        </w:numPr>
        <w:ind w:left="0" w:firstLine="0"/>
        <w:jc w:val="both"/>
        <w:rPr>
          <w:rFonts w:cs="Arial"/>
          <w:szCs w:val="20"/>
        </w:rPr>
      </w:pPr>
      <w:r w:rsidRPr="00623008">
        <w:rPr>
          <w:szCs w:val="20"/>
        </w:rPr>
        <w:t>A carroceria deverá possuir caixa de ferramentas com tranca, para barros dianteiros e traseiros com bo</w:t>
      </w:r>
      <w:r>
        <w:rPr>
          <w:szCs w:val="20"/>
        </w:rPr>
        <w:t>rrachas e mini saias laterais;</w:t>
      </w:r>
    </w:p>
    <w:p w14:paraId="4409C5BE" w14:textId="77777777" w:rsidR="00BC4333" w:rsidRDefault="00BC4333" w:rsidP="00A50BF7">
      <w:pPr>
        <w:pStyle w:val="PargrafodaLista"/>
        <w:numPr>
          <w:ilvl w:val="1"/>
          <w:numId w:val="34"/>
        </w:numPr>
        <w:ind w:left="0" w:firstLine="0"/>
        <w:jc w:val="both"/>
        <w:rPr>
          <w:rFonts w:cs="Arial"/>
          <w:szCs w:val="20"/>
        </w:rPr>
      </w:pPr>
      <w:r w:rsidRPr="00623008">
        <w:rPr>
          <w:rFonts w:cs="Arial"/>
          <w:szCs w:val="20"/>
        </w:rPr>
        <w:t>Equipada com ganchos para</w:t>
      </w:r>
      <w:r>
        <w:rPr>
          <w:rFonts w:cs="Arial"/>
          <w:szCs w:val="20"/>
        </w:rPr>
        <w:t xml:space="preserve"> amarração e ancoragem da carga; e</w:t>
      </w:r>
    </w:p>
    <w:p w14:paraId="45F3E955" w14:textId="77777777" w:rsidR="00BC4333" w:rsidRPr="00623008" w:rsidRDefault="008E241E" w:rsidP="00A50BF7">
      <w:pPr>
        <w:pStyle w:val="PargrafodaLista"/>
        <w:numPr>
          <w:ilvl w:val="1"/>
          <w:numId w:val="34"/>
        </w:numPr>
        <w:ind w:left="0" w:firstLine="0"/>
        <w:jc w:val="both"/>
        <w:rPr>
          <w:rFonts w:cs="Arial"/>
          <w:szCs w:val="20"/>
        </w:rPr>
      </w:pPr>
      <w:r>
        <w:rPr>
          <w:rFonts w:cs="Arial"/>
          <w:szCs w:val="20"/>
        </w:rPr>
        <w:t>Produto</w:t>
      </w:r>
      <w:r w:rsidR="006C60FA" w:rsidRPr="006C60FA">
        <w:rPr>
          <w:rFonts w:cs="Arial"/>
          <w:szCs w:val="20"/>
        </w:rPr>
        <w:t xml:space="preserve"> similar ao Hyundai HD 80, equipado com carroceria de madeira similar a Buoro</w:t>
      </w:r>
      <w:r w:rsidR="00BC4333">
        <w:rPr>
          <w:rFonts w:cs="Arial"/>
          <w:szCs w:val="20"/>
        </w:rPr>
        <w:t>.</w:t>
      </w:r>
    </w:p>
    <w:p w14:paraId="394B3D84" w14:textId="77777777" w:rsidR="00BC4333" w:rsidRDefault="00BC4333" w:rsidP="007652F2">
      <w:pPr>
        <w:jc w:val="both"/>
        <w:rPr>
          <w:rFonts w:cs="Arial"/>
          <w:szCs w:val="20"/>
        </w:rPr>
      </w:pPr>
    </w:p>
    <w:p w14:paraId="1683D06A" w14:textId="77777777" w:rsidR="00A2772D" w:rsidRPr="00623008" w:rsidRDefault="00A2772D" w:rsidP="00964757">
      <w:pPr>
        <w:jc w:val="center"/>
        <w:rPr>
          <w:rFonts w:cs="Arial"/>
          <w:b/>
          <w:szCs w:val="20"/>
          <w:u w:val="single"/>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1"/>
      </w:tblGrid>
      <w:tr w:rsidR="007E2328" w:rsidRPr="00623008" w14:paraId="5DDB48C5" w14:textId="77777777" w:rsidTr="001903F1">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9DF35B8" w14:textId="77777777" w:rsidR="007E2328" w:rsidRPr="00623008" w:rsidRDefault="00D21655" w:rsidP="008B0E2E">
            <w:pPr>
              <w:widowControl w:val="0"/>
              <w:suppressAutoHyphens/>
              <w:jc w:val="center"/>
              <w:rPr>
                <w:rFonts w:cs="Arial"/>
                <w:b/>
                <w:color w:val="000000"/>
                <w:szCs w:val="20"/>
              </w:rPr>
            </w:pPr>
            <w:r w:rsidRPr="00623008">
              <w:rPr>
                <w:szCs w:val="20"/>
              </w:rPr>
              <w:br w:type="page"/>
            </w:r>
            <w:r w:rsidR="001903F1">
              <w:rPr>
                <w:rFonts w:cs="Arial"/>
                <w:b/>
                <w:color w:val="000000"/>
                <w:szCs w:val="20"/>
              </w:rPr>
              <w:t>ITENS</w:t>
            </w:r>
          </w:p>
        </w:tc>
        <w:tc>
          <w:tcPr>
            <w:tcW w:w="8221" w:type="dxa"/>
            <w:tcBorders>
              <w:top w:val="single" w:sz="4" w:space="0" w:color="000000"/>
              <w:left w:val="single" w:sz="4" w:space="0" w:color="000000"/>
              <w:bottom w:val="single" w:sz="4" w:space="0" w:color="000000"/>
              <w:right w:val="single" w:sz="4" w:space="0" w:color="000000"/>
            </w:tcBorders>
            <w:shd w:val="clear" w:color="auto" w:fill="FFFF00"/>
          </w:tcPr>
          <w:p w14:paraId="631CAB0F" w14:textId="77777777" w:rsidR="007E2328" w:rsidRPr="00623008" w:rsidRDefault="007E2328" w:rsidP="008B0E2E">
            <w:pPr>
              <w:widowControl w:val="0"/>
              <w:suppressAutoHyphens/>
              <w:jc w:val="center"/>
              <w:rPr>
                <w:rFonts w:cs="Times New Roman"/>
                <w:b/>
                <w:bCs/>
                <w:szCs w:val="20"/>
              </w:rPr>
            </w:pPr>
            <w:r w:rsidRPr="00623008">
              <w:rPr>
                <w:rFonts w:cs="Times New Roman"/>
                <w:b/>
                <w:bCs/>
                <w:szCs w:val="20"/>
              </w:rPr>
              <w:t>DESCRIÇÃO/ESPECIFICAÇÃO</w:t>
            </w:r>
          </w:p>
        </w:tc>
      </w:tr>
      <w:tr w:rsidR="007E2328" w:rsidRPr="00623008" w14:paraId="220211A8" w14:textId="77777777" w:rsidTr="001903F1">
        <w:trPr>
          <w:jc w:val="center"/>
        </w:trPr>
        <w:tc>
          <w:tcPr>
            <w:tcW w:w="988" w:type="dxa"/>
            <w:vAlign w:val="center"/>
          </w:tcPr>
          <w:p w14:paraId="4083A41A" w14:textId="2315FCA1" w:rsidR="007E2328" w:rsidRPr="00623008" w:rsidRDefault="00043980" w:rsidP="003A589C">
            <w:pPr>
              <w:widowControl w:val="0"/>
              <w:suppressAutoHyphens/>
              <w:jc w:val="center"/>
              <w:rPr>
                <w:rFonts w:cs="Arial"/>
                <w:b/>
                <w:color w:val="000000"/>
                <w:szCs w:val="20"/>
              </w:rPr>
            </w:pPr>
            <w:r>
              <w:rPr>
                <w:rFonts w:cs="Arial"/>
                <w:b/>
                <w:color w:val="000000"/>
                <w:szCs w:val="20"/>
              </w:rPr>
              <w:t>32</w:t>
            </w:r>
            <w:r w:rsidR="00A83E1B">
              <w:rPr>
                <w:rFonts w:cs="Arial"/>
                <w:b/>
                <w:color w:val="000000"/>
                <w:szCs w:val="20"/>
              </w:rPr>
              <w:t xml:space="preserve"> e 33</w:t>
            </w:r>
          </w:p>
        </w:tc>
        <w:tc>
          <w:tcPr>
            <w:tcW w:w="8221" w:type="dxa"/>
          </w:tcPr>
          <w:p w14:paraId="153B60ED" w14:textId="77777777" w:rsidR="007E2328" w:rsidRPr="00623008" w:rsidRDefault="007E2328" w:rsidP="007E2328">
            <w:pPr>
              <w:widowControl w:val="0"/>
              <w:suppressAutoHyphens/>
              <w:rPr>
                <w:rFonts w:cs="Arial"/>
                <w:color w:val="000000"/>
                <w:szCs w:val="20"/>
              </w:rPr>
            </w:pPr>
            <w:r w:rsidRPr="00623008">
              <w:rPr>
                <w:rFonts w:cs="Times New Roman"/>
                <w:bCs/>
                <w:szCs w:val="20"/>
              </w:rPr>
              <w:t>Caminhão a diesel com carroceria basculante de 6m³, tração 4x2</w:t>
            </w:r>
          </w:p>
        </w:tc>
      </w:tr>
    </w:tbl>
    <w:p w14:paraId="446C1E4A" w14:textId="77777777" w:rsidR="007E2328" w:rsidRPr="00623008" w:rsidRDefault="007E2328" w:rsidP="00A50BF7">
      <w:pPr>
        <w:pStyle w:val="PargrafodaLista"/>
        <w:numPr>
          <w:ilvl w:val="0"/>
          <w:numId w:val="25"/>
        </w:numPr>
        <w:spacing w:before="240" w:after="240"/>
        <w:ind w:left="0" w:firstLine="0"/>
        <w:contextualSpacing w:val="0"/>
        <w:jc w:val="both"/>
        <w:rPr>
          <w:rFonts w:cs="Arial"/>
          <w:b/>
          <w:szCs w:val="20"/>
        </w:rPr>
      </w:pPr>
      <w:r w:rsidRPr="00623008">
        <w:rPr>
          <w:rFonts w:cs="Arial"/>
          <w:b/>
          <w:szCs w:val="20"/>
        </w:rPr>
        <w:t>CARACTERÍSTICAS TÉCNICAS</w:t>
      </w:r>
    </w:p>
    <w:p w14:paraId="02D2E8EF" w14:textId="77777777"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 xml:space="preserve">Classificação: Veículo novo, tração 4x2, zero quilômetro, </w:t>
      </w:r>
      <w:r w:rsidR="00013460" w:rsidRPr="00623008">
        <w:rPr>
          <w:rFonts w:cs="Arial"/>
          <w:szCs w:val="20"/>
        </w:rPr>
        <w:t xml:space="preserve">equipado com </w:t>
      </w:r>
      <w:r w:rsidRPr="00623008">
        <w:rPr>
          <w:rFonts w:cs="Arial"/>
          <w:szCs w:val="20"/>
        </w:rPr>
        <w:t>carroceria basculante;</w:t>
      </w:r>
    </w:p>
    <w:p w14:paraId="703EC973" w14:textId="77777777"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Ano de fabricação do chassi: do ano em curso ou posterior;</w:t>
      </w:r>
    </w:p>
    <w:p w14:paraId="33C33C90" w14:textId="77777777"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 xml:space="preserve">PBT igual ou superior a </w:t>
      </w:r>
      <w:r w:rsidR="00A20896" w:rsidRPr="00623008">
        <w:rPr>
          <w:rFonts w:cs="Arial"/>
          <w:szCs w:val="20"/>
        </w:rPr>
        <w:t>16</w:t>
      </w:r>
      <w:r w:rsidRPr="00623008">
        <w:rPr>
          <w:rFonts w:cs="Arial"/>
          <w:szCs w:val="20"/>
        </w:rPr>
        <w:t>.0000 Kg;</w:t>
      </w:r>
    </w:p>
    <w:p w14:paraId="63F72D90" w14:textId="77777777"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Motor do veículo: Óleo diesel, com potência igual ou superior a 185CV;</w:t>
      </w:r>
    </w:p>
    <w:p w14:paraId="1C9BD192" w14:textId="77777777"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Distância entre eixos</w:t>
      </w:r>
      <w:r w:rsidR="002C6EC7">
        <w:rPr>
          <w:rFonts w:cs="Arial"/>
          <w:szCs w:val="20"/>
        </w:rPr>
        <w:t xml:space="preserve"> de aproximadamente 3.600mm</w:t>
      </w:r>
      <w:r w:rsidRPr="00623008">
        <w:rPr>
          <w:rFonts w:cs="Arial"/>
          <w:szCs w:val="20"/>
        </w:rPr>
        <w:t xml:space="preserve">, compatível para implemento de carroceria </w:t>
      </w:r>
      <w:r w:rsidR="00A20896" w:rsidRPr="00623008">
        <w:rPr>
          <w:rFonts w:cs="Arial"/>
          <w:szCs w:val="20"/>
        </w:rPr>
        <w:t>basculante de 6m³</w:t>
      </w:r>
      <w:r w:rsidRPr="00623008">
        <w:rPr>
          <w:rFonts w:cs="Arial"/>
          <w:szCs w:val="20"/>
        </w:rPr>
        <w:t>.</w:t>
      </w:r>
    </w:p>
    <w:p w14:paraId="20C382DE" w14:textId="305E14D3" w:rsidR="007E2328" w:rsidRPr="00623008" w:rsidRDefault="007E2328" w:rsidP="00A50BF7">
      <w:pPr>
        <w:pStyle w:val="PargrafodaLista"/>
        <w:numPr>
          <w:ilvl w:val="0"/>
          <w:numId w:val="26"/>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w:t>
      </w:r>
      <w:r w:rsidR="00FD45CA">
        <w:rPr>
          <w:rFonts w:cs="Arial"/>
          <w:szCs w:val="20"/>
        </w:rPr>
        <w:t xml:space="preserve"> e</w:t>
      </w:r>
    </w:p>
    <w:p w14:paraId="0780344D" w14:textId="7393AA37" w:rsidR="007E2328" w:rsidRPr="00623008" w:rsidRDefault="00FD45CA" w:rsidP="00A50BF7">
      <w:pPr>
        <w:pStyle w:val="PargrafodaLista"/>
        <w:numPr>
          <w:ilvl w:val="0"/>
          <w:numId w:val="26"/>
        </w:numPr>
        <w:ind w:left="0" w:firstLine="0"/>
        <w:jc w:val="both"/>
        <w:rPr>
          <w:rFonts w:cs="Arial"/>
          <w:szCs w:val="20"/>
        </w:rPr>
      </w:pPr>
      <w:r>
        <w:rPr>
          <w:rFonts w:cs="Arial"/>
          <w:szCs w:val="20"/>
        </w:rPr>
        <w:t xml:space="preserve">Pintura na cor BRANCA; </w:t>
      </w:r>
    </w:p>
    <w:p w14:paraId="5C63238C" w14:textId="77777777" w:rsidR="007E2328" w:rsidRPr="00623008" w:rsidRDefault="007E2328" w:rsidP="00A50BF7">
      <w:pPr>
        <w:pStyle w:val="PargrafodaLista"/>
        <w:numPr>
          <w:ilvl w:val="0"/>
          <w:numId w:val="25"/>
        </w:numPr>
        <w:spacing w:before="240" w:after="240"/>
        <w:ind w:left="0" w:firstLine="0"/>
        <w:contextualSpacing w:val="0"/>
        <w:jc w:val="both"/>
        <w:rPr>
          <w:rFonts w:cs="Arial"/>
          <w:szCs w:val="20"/>
        </w:rPr>
      </w:pPr>
      <w:r w:rsidRPr="00623008">
        <w:rPr>
          <w:rFonts w:cs="Arial"/>
          <w:b/>
          <w:szCs w:val="20"/>
        </w:rPr>
        <w:t>DIVERSOS</w:t>
      </w:r>
    </w:p>
    <w:p w14:paraId="625786D4"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t>Ar-condicionado original de fábrica;</w:t>
      </w:r>
    </w:p>
    <w:p w14:paraId="16AF92F2" w14:textId="77777777" w:rsidR="00A13F98" w:rsidRDefault="007E2328" w:rsidP="00A13F98">
      <w:pPr>
        <w:pStyle w:val="PargrafodaLista"/>
        <w:numPr>
          <w:ilvl w:val="1"/>
          <w:numId w:val="25"/>
        </w:numPr>
        <w:ind w:left="0" w:firstLine="0"/>
        <w:jc w:val="both"/>
        <w:rPr>
          <w:rFonts w:cs="Arial"/>
          <w:szCs w:val="20"/>
        </w:rPr>
      </w:pPr>
      <w:r w:rsidRPr="00623008">
        <w:rPr>
          <w:rFonts w:cs="Arial"/>
          <w:szCs w:val="20"/>
        </w:rPr>
        <w:t>Retrovisores externos elétricos;</w:t>
      </w:r>
    </w:p>
    <w:p w14:paraId="7C4F9A5C" w14:textId="77777777" w:rsidR="00A13F98" w:rsidRDefault="00A13F98" w:rsidP="00A13F98">
      <w:pPr>
        <w:pStyle w:val="PargrafodaLista"/>
        <w:numPr>
          <w:ilvl w:val="1"/>
          <w:numId w:val="25"/>
        </w:numPr>
        <w:ind w:left="0" w:firstLine="0"/>
        <w:jc w:val="both"/>
        <w:rPr>
          <w:rFonts w:cs="Arial"/>
          <w:szCs w:val="20"/>
        </w:rPr>
      </w:pPr>
      <w:r w:rsidRPr="00A13F98">
        <w:rPr>
          <w:rFonts w:cs="Arial"/>
          <w:szCs w:val="20"/>
        </w:rPr>
        <w:t>Vidro elétrico nas portas de fábrica, podendo ser instalado por empresa homologada pelo fabricante, mantendo-se as condições de garantias do fabricante;</w:t>
      </w:r>
    </w:p>
    <w:p w14:paraId="1AC80AA4" w14:textId="0416DE02" w:rsidR="00A13F98" w:rsidRPr="00A13F98" w:rsidRDefault="00A13F98" w:rsidP="00A13F98">
      <w:pPr>
        <w:pStyle w:val="PargrafodaLista"/>
        <w:numPr>
          <w:ilvl w:val="1"/>
          <w:numId w:val="25"/>
        </w:numPr>
        <w:ind w:left="0" w:firstLine="0"/>
        <w:jc w:val="both"/>
        <w:rPr>
          <w:rFonts w:cs="Arial"/>
          <w:szCs w:val="20"/>
        </w:rPr>
      </w:pPr>
      <w:r w:rsidRPr="00A13F98">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0C0BB1DA"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37B2C0CD"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t>Som/multimídia integrada ao veículo, somente o disponibilizado de fábrica;</w:t>
      </w:r>
    </w:p>
    <w:p w14:paraId="5F9B52AF"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t>Protetor de cárter;</w:t>
      </w:r>
    </w:p>
    <w:p w14:paraId="64BFF816"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t>Jogo de tapete de borracha; e</w:t>
      </w:r>
    </w:p>
    <w:p w14:paraId="339D4F24" w14:textId="77777777" w:rsidR="007E2328" w:rsidRPr="00623008" w:rsidRDefault="007E2328" w:rsidP="00A50BF7">
      <w:pPr>
        <w:pStyle w:val="PargrafodaLista"/>
        <w:numPr>
          <w:ilvl w:val="1"/>
          <w:numId w:val="25"/>
        </w:numPr>
        <w:ind w:left="0" w:firstLine="0"/>
        <w:jc w:val="both"/>
        <w:rPr>
          <w:rFonts w:cs="Arial"/>
          <w:szCs w:val="20"/>
        </w:rPr>
      </w:pPr>
      <w:r w:rsidRPr="00623008">
        <w:rPr>
          <w:rFonts w:cs="Arial"/>
          <w:szCs w:val="20"/>
        </w:rPr>
        <w:lastRenderedPageBreak/>
        <w:t>Deverá acompanhar o veículo todo ferramental básico distribuído pelo fornecedor (chave de roda, macaco hidráulico e triângulo).</w:t>
      </w:r>
    </w:p>
    <w:p w14:paraId="34F1E82D" w14:textId="77777777" w:rsidR="007E2328" w:rsidRPr="00623008" w:rsidRDefault="007E2328" w:rsidP="00A50BF7">
      <w:pPr>
        <w:pStyle w:val="PargrafodaLista"/>
        <w:numPr>
          <w:ilvl w:val="0"/>
          <w:numId w:val="25"/>
        </w:numPr>
        <w:spacing w:before="240" w:after="240"/>
        <w:ind w:left="0" w:firstLine="0"/>
        <w:contextualSpacing w:val="0"/>
        <w:jc w:val="both"/>
        <w:rPr>
          <w:rFonts w:cs="Arial"/>
          <w:b/>
          <w:szCs w:val="20"/>
        </w:rPr>
      </w:pPr>
      <w:r w:rsidRPr="00623008">
        <w:rPr>
          <w:rFonts w:cs="Arial"/>
          <w:b/>
          <w:szCs w:val="20"/>
        </w:rPr>
        <w:t xml:space="preserve">CARACTERIZAÇÃO DA CARROCERIA </w:t>
      </w:r>
      <w:r w:rsidR="00A20896" w:rsidRPr="00623008">
        <w:rPr>
          <w:rFonts w:cs="Arial"/>
          <w:b/>
          <w:szCs w:val="20"/>
        </w:rPr>
        <w:t>BASCULANTE</w:t>
      </w:r>
    </w:p>
    <w:p w14:paraId="3F64E6DB" w14:textId="77777777" w:rsidR="00CB0DFF" w:rsidRPr="00623008" w:rsidRDefault="00CB0DFF" w:rsidP="00A50BF7">
      <w:pPr>
        <w:pStyle w:val="PargrafodaLista"/>
        <w:numPr>
          <w:ilvl w:val="0"/>
          <w:numId w:val="27"/>
        </w:numPr>
        <w:ind w:left="0" w:firstLine="0"/>
        <w:jc w:val="both"/>
        <w:rPr>
          <w:rFonts w:cs="Arial"/>
          <w:szCs w:val="20"/>
        </w:rPr>
      </w:pPr>
      <w:r w:rsidRPr="00623008">
        <w:rPr>
          <w:rFonts w:cs="Arial"/>
          <w:szCs w:val="20"/>
        </w:rPr>
        <w:t xml:space="preserve">Implemento novo e de primeiro uso com caixa de carga </w:t>
      </w:r>
      <w:r w:rsidR="001266C3" w:rsidRPr="00623008">
        <w:rPr>
          <w:rFonts w:cs="Arial"/>
          <w:szCs w:val="20"/>
        </w:rPr>
        <w:t xml:space="preserve">retangular com cantos poligonais em chapa vincada, </w:t>
      </w:r>
      <w:r w:rsidRPr="00623008">
        <w:rPr>
          <w:rFonts w:cs="Arial"/>
          <w:szCs w:val="20"/>
        </w:rPr>
        <w:t xml:space="preserve">feita </w:t>
      </w:r>
      <w:r w:rsidR="001266C3" w:rsidRPr="00623008">
        <w:rPr>
          <w:rFonts w:cs="Arial"/>
          <w:szCs w:val="20"/>
        </w:rPr>
        <w:t xml:space="preserve">em </w:t>
      </w:r>
      <w:r w:rsidR="001266C3"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14:paraId="1CF9379A" w14:textId="77777777" w:rsidR="00A70C8A" w:rsidRPr="00623008" w:rsidRDefault="00A70C8A" w:rsidP="00A50BF7">
      <w:pPr>
        <w:pStyle w:val="PargrafodaLista"/>
        <w:numPr>
          <w:ilvl w:val="0"/>
          <w:numId w:val="27"/>
        </w:numPr>
        <w:ind w:left="0" w:firstLine="0"/>
        <w:jc w:val="both"/>
        <w:rPr>
          <w:rFonts w:cs="Arial"/>
          <w:szCs w:val="20"/>
        </w:rPr>
      </w:pPr>
      <w:r w:rsidRPr="00623008">
        <w:rPr>
          <w:rFonts w:cs="Arial"/>
          <w:szCs w:val="20"/>
        </w:rPr>
        <w:t>Capacidade da caçamba de 6m³;</w:t>
      </w:r>
    </w:p>
    <w:p w14:paraId="1FD6D2D5" w14:textId="77777777" w:rsidR="00A70C8A" w:rsidRPr="00623008" w:rsidRDefault="00A70C8A" w:rsidP="00A50BF7">
      <w:pPr>
        <w:pStyle w:val="PargrafodaLista"/>
        <w:numPr>
          <w:ilvl w:val="0"/>
          <w:numId w:val="27"/>
        </w:numPr>
        <w:ind w:left="0" w:firstLine="0"/>
        <w:jc w:val="both"/>
        <w:rPr>
          <w:rFonts w:cs="Arial"/>
          <w:szCs w:val="20"/>
        </w:rPr>
      </w:pPr>
      <w:r w:rsidRPr="00623008">
        <w:rPr>
          <w:szCs w:val="20"/>
        </w:rPr>
        <w:t>Sistema hidráulico com 1 (um) cilindro hidráulico de 7 polegadas com ação direta, bomba hidráulica, tomada de força acoplada, reservatório de óleo com filtro e visor de nível, mangueiras hidráulicas, acionamento pneumático na cabine do veículo, pressão de trabalho mínima de 140 bar;</w:t>
      </w:r>
    </w:p>
    <w:p w14:paraId="0F62FE96" w14:textId="77777777" w:rsidR="00CB0DFF" w:rsidRPr="00623008" w:rsidRDefault="00A70C8A" w:rsidP="00A50BF7">
      <w:pPr>
        <w:pStyle w:val="PargrafodaLista"/>
        <w:numPr>
          <w:ilvl w:val="0"/>
          <w:numId w:val="27"/>
        </w:numPr>
        <w:ind w:left="0" w:firstLine="0"/>
        <w:jc w:val="both"/>
        <w:rPr>
          <w:rFonts w:cs="Arial"/>
          <w:szCs w:val="20"/>
        </w:rPr>
      </w:pPr>
      <w:r w:rsidRPr="00623008">
        <w:rPr>
          <w:rFonts w:cs="Arial"/>
          <w:szCs w:val="20"/>
        </w:rPr>
        <w:t>Tampa traseira tipo porteira</w:t>
      </w:r>
      <w:r w:rsidR="00CB0DFF" w:rsidRPr="00623008">
        <w:rPr>
          <w:rFonts w:cs="Arial"/>
          <w:szCs w:val="20"/>
        </w:rPr>
        <w:t>;</w:t>
      </w:r>
    </w:p>
    <w:p w14:paraId="63CD85B9" w14:textId="77777777" w:rsidR="00CB0DFF" w:rsidRPr="00623008" w:rsidRDefault="00CB0DFF" w:rsidP="00A50BF7">
      <w:pPr>
        <w:pStyle w:val="PargrafodaLista"/>
        <w:numPr>
          <w:ilvl w:val="0"/>
          <w:numId w:val="27"/>
        </w:numPr>
        <w:ind w:left="0" w:firstLine="0"/>
        <w:jc w:val="both"/>
        <w:rPr>
          <w:rFonts w:cs="Arial"/>
          <w:szCs w:val="20"/>
        </w:rPr>
      </w:pPr>
      <w:r w:rsidRPr="00623008">
        <w:rPr>
          <w:rFonts w:cs="Arial"/>
          <w:szCs w:val="20"/>
        </w:rPr>
        <w:t xml:space="preserve">Protetor de cabine com viga de reforço e bordas elevadas; </w:t>
      </w:r>
    </w:p>
    <w:p w14:paraId="5E90041D" w14:textId="77777777" w:rsidR="00CB0DFF" w:rsidRPr="00623008" w:rsidRDefault="00CB0DFF" w:rsidP="00A50BF7">
      <w:pPr>
        <w:pStyle w:val="PargrafodaLista"/>
        <w:numPr>
          <w:ilvl w:val="0"/>
          <w:numId w:val="27"/>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14:paraId="55FABAAE" w14:textId="77777777" w:rsidR="00742F5B" w:rsidRPr="00623008" w:rsidRDefault="00742F5B" w:rsidP="00A50BF7">
      <w:pPr>
        <w:pStyle w:val="PargrafodaLista"/>
        <w:numPr>
          <w:ilvl w:val="0"/>
          <w:numId w:val="27"/>
        </w:numPr>
        <w:ind w:left="0" w:firstLine="0"/>
        <w:jc w:val="both"/>
        <w:rPr>
          <w:rFonts w:cs="Arial"/>
          <w:color w:val="FF0000"/>
          <w:szCs w:val="20"/>
        </w:rPr>
      </w:pPr>
      <w:r w:rsidRPr="00623008">
        <w:rPr>
          <w:szCs w:val="20"/>
        </w:rPr>
        <w:t>Possuir para-lamas plásticos fixados no chassi com para barro de borracha;</w:t>
      </w:r>
    </w:p>
    <w:p w14:paraId="0ED87F81" w14:textId="77777777" w:rsidR="00742F5B" w:rsidRPr="00623008" w:rsidRDefault="00742F5B" w:rsidP="00A50BF7">
      <w:pPr>
        <w:pStyle w:val="PargrafodaLista"/>
        <w:numPr>
          <w:ilvl w:val="0"/>
          <w:numId w:val="27"/>
        </w:numPr>
        <w:ind w:left="0" w:firstLine="0"/>
        <w:jc w:val="both"/>
        <w:rPr>
          <w:rFonts w:cs="Arial"/>
          <w:color w:val="FF0000"/>
          <w:szCs w:val="20"/>
        </w:rPr>
      </w:pPr>
      <w:r w:rsidRPr="00623008">
        <w:rPr>
          <w:szCs w:val="20"/>
        </w:rPr>
        <w:t>Possuir suporte de estepe no frontal da caixa de carga;</w:t>
      </w:r>
    </w:p>
    <w:p w14:paraId="22A0269F" w14:textId="77777777" w:rsidR="00742F5B" w:rsidRPr="00623008" w:rsidRDefault="00742F5B" w:rsidP="00A50BF7">
      <w:pPr>
        <w:pStyle w:val="PargrafodaLista"/>
        <w:numPr>
          <w:ilvl w:val="0"/>
          <w:numId w:val="27"/>
        </w:numPr>
        <w:ind w:left="0" w:firstLine="0"/>
        <w:jc w:val="both"/>
        <w:rPr>
          <w:rFonts w:cs="Arial"/>
          <w:color w:val="FF0000"/>
          <w:szCs w:val="20"/>
        </w:rPr>
      </w:pPr>
      <w:r w:rsidRPr="00623008">
        <w:rPr>
          <w:szCs w:val="20"/>
        </w:rPr>
        <w:t>Possuir caixa plástica de ferramentas com chave;</w:t>
      </w:r>
    </w:p>
    <w:p w14:paraId="74F6626C" w14:textId="77777777" w:rsidR="00CB0DFF" w:rsidRPr="00623008" w:rsidRDefault="00742F5B" w:rsidP="00A50BF7">
      <w:pPr>
        <w:pStyle w:val="PargrafodaLista"/>
        <w:numPr>
          <w:ilvl w:val="0"/>
          <w:numId w:val="27"/>
        </w:numPr>
        <w:ind w:left="0" w:firstLine="0"/>
        <w:jc w:val="both"/>
        <w:rPr>
          <w:rFonts w:cs="Arial"/>
          <w:szCs w:val="20"/>
        </w:rPr>
      </w:pPr>
      <w:r w:rsidRPr="00623008">
        <w:rPr>
          <w:rFonts w:cs="Arial"/>
          <w:szCs w:val="20"/>
        </w:rPr>
        <w:t xml:space="preserve">Possuir </w:t>
      </w:r>
      <w:r w:rsidR="00CB0DFF" w:rsidRPr="00623008">
        <w:rPr>
          <w:rFonts w:cs="Arial"/>
          <w:szCs w:val="20"/>
        </w:rPr>
        <w:t>ganchos para a</w:t>
      </w:r>
      <w:r w:rsidRPr="00623008">
        <w:rPr>
          <w:rFonts w:cs="Arial"/>
          <w:szCs w:val="20"/>
        </w:rPr>
        <w:t>marração e ancoragem da carga;</w:t>
      </w:r>
    </w:p>
    <w:p w14:paraId="2B2AC012" w14:textId="169C04AB" w:rsidR="00742F5B" w:rsidRPr="00623008" w:rsidRDefault="00742F5B" w:rsidP="00A50BF7">
      <w:pPr>
        <w:pStyle w:val="PargrafodaLista"/>
        <w:numPr>
          <w:ilvl w:val="0"/>
          <w:numId w:val="27"/>
        </w:numPr>
        <w:ind w:left="0" w:firstLine="0"/>
        <w:jc w:val="both"/>
        <w:rPr>
          <w:rFonts w:cs="Arial"/>
          <w:szCs w:val="20"/>
        </w:rPr>
      </w:pPr>
      <w:r w:rsidRPr="00623008">
        <w:rPr>
          <w:szCs w:val="20"/>
        </w:rPr>
        <w:t>A pintura deverá ser precedida de uma limpeza com desengraxante químico e fosfatização, base com aplicação de fundo anticorrosivo e acabamento com</w:t>
      </w:r>
      <w:r w:rsidR="006F31DB">
        <w:rPr>
          <w:szCs w:val="20"/>
        </w:rPr>
        <w:t xml:space="preserve"> pintura na cor branca em P.U; e</w:t>
      </w:r>
    </w:p>
    <w:p w14:paraId="22174FAD" w14:textId="77777777" w:rsidR="001266C3" w:rsidRPr="00623008" w:rsidRDefault="001266C3" w:rsidP="00A50BF7">
      <w:pPr>
        <w:pStyle w:val="PargrafodaLista"/>
        <w:numPr>
          <w:ilvl w:val="0"/>
          <w:numId w:val="27"/>
        </w:numPr>
        <w:ind w:left="0" w:firstLine="0"/>
        <w:jc w:val="both"/>
        <w:rPr>
          <w:rFonts w:cs="Arial"/>
          <w:szCs w:val="20"/>
        </w:rPr>
      </w:pPr>
      <w:r w:rsidRPr="00623008">
        <w:rPr>
          <w:rFonts w:cs="Arial"/>
          <w:szCs w:val="20"/>
        </w:rPr>
        <w:t xml:space="preserve">Produto </w:t>
      </w:r>
      <w:r w:rsidR="008E241E" w:rsidRPr="008E241E">
        <w:rPr>
          <w:rFonts w:cs="Arial"/>
          <w:szCs w:val="20"/>
        </w:rPr>
        <w:t>similar ao Volkswagen Constellation 17.190, equipada com implemento similar ao Basculante modelo América de 6m³ da Facchini</w:t>
      </w:r>
      <w:r w:rsidRPr="00623008">
        <w:rPr>
          <w:rFonts w:cs="Arial"/>
          <w:szCs w:val="20"/>
        </w:rPr>
        <w:t>.</w:t>
      </w:r>
    </w:p>
    <w:p w14:paraId="73587138" w14:textId="77777777" w:rsidR="007E2328" w:rsidRDefault="007E2328">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14:paraId="4D5C94FF" w14:textId="77777777"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2FC553A" w14:textId="77777777" w:rsidR="00BC4333" w:rsidRPr="00623008" w:rsidRDefault="001903F1" w:rsidP="00A8162F">
            <w:pPr>
              <w:widowControl w:val="0"/>
              <w:suppressAutoHyphens/>
              <w:jc w:val="center"/>
              <w:rPr>
                <w:rFonts w:cs="Arial"/>
                <w:b/>
                <w:szCs w:val="20"/>
              </w:rPr>
            </w:pPr>
            <w:r>
              <w:rPr>
                <w:rFonts w:cs="Arial"/>
                <w:b/>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14:paraId="455E4A7E" w14:textId="77777777"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14:paraId="7D3DF07F" w14:textId="77777777" w:rsidTr="001903F1">
        <w:trPr>
          <w:jc w:val="center"/>
        </w:trPr>
        <w:tc>
          <w:tcPr>
            <w:tcW w:w="1129" w:type="dxa"/>
            <w:vAlign w:val="center"/>
          </w:tcPr>
          <w:p w14:paraId="73CCD094" w14:textId="21CCB403" w:rsidR="00BC4333" w:rsidRPr="00623008" w:rsidRDefault="00043980" w:rsidP="00A8162F">
            <w:pPr>
              <w:widowControl w:val="0"/>
              <w:suppressAutoHyphens/>
              <w:jc w:val="center"/>
              <w:rPr>
                <w:rFonts w:cs="Arial"/>
                <w:b/>
                <w:szCs w:val="20"/>
              </w:rPr>
            </w:pPr>
            <w:r>
              <w:rPr>
                <w:rFonts w:cs="Arial"/>
                <w:b/>
                <w:szCs w:val="20"/>
              </w:rPr>
              <w:t>3</w:t>
            </w:r>
            <w:r w:rsidR="00A83E1B">
              <w:rPr>
                <w:rFonts w:cs="Arial"/>
                <w:b/>
                <w:szCs w:val="20"/>
              </w:rPr>
              <w:t>4</w:t>
            </w:r>
          </w:p>
        </w:tc>
        <w:tc>
          <w:tcPr>
            <w:tcW w:w="7797" w:type="dxa"/>
          </w:tcPr>
          <w:p w14:paraId="136AA4B8" w14:textId="77777777" w:rsidR="00BC4333" w:rsidRPr="00623008" w:rsidRDefault="00BC4333" w:rsidP="00A8162F">
            <w:pPr>
              <w:widowControl w:val="0"/>
              <w:suppressAutoHyphens/>
              <w:rPr>
                <w:rFonts w:cs="Arial"/>
                <w:szCs w:val="20"/>
              </w:rPr>
            </w:pPr>
            <w:r w:rsidRPr="00623008">
              <w:rPr>
                <w:rFonts w:cs="Times New Roman"/>
                <w:bCs/>
                <w:szCs w:val="20"/>
              </w:rPr>
              <w:t xml:space="preserve">Caminhão a diesel com carroceria basculante de 10m³, tração 6x2 </w:t>
            </w:r>
          </w:p>
        </w:tc>
      </w:tr>
    </w:tbl>
    <w:p w14:paraId="4C40272E" w14:textId="77777777" w:rsidR="00BC4333" w:rsidRPr="00623008" w:rsidRDefault="00BC4333" w:rsidP="00A50BF7">
      <w:pPr>
        <w:pStyle w:val="PargrafodaLista"/>
        <w:numPr>
          <w:ilvl w:val="0"/>
          <w:numId w:val="40"/>
        </w:numPr>
        <w:spacing w:before="240" w:after="120"/>
        <w:ind w:left="0" w:firstLine="0"/>
        <w:contextualSpacing w:val="0"/>
        <w:jc w:val="both"/>
        <w:rPr>
          <w:rFonts w:cs="Arial"/>
          <w:b/>
          <w:szCs w:val="20"/>
        </w:rPr>
      </w:pPr>
      <w:r w:rsidRPr="00623008">
        <w:rPr>
          <w:rFonts w:cs="Arial"/>
          <w:b/>
          <w:szCs w:val="20"/>
        </w:rPr>
        <w:t>CARACTERÍSTICAS TÉCNICAS</w:t>
      </w:r>
    </w:p>
    <w:p w14:paraId="542BF10B"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Classificação: Veículo novo tração 6x2, zero quilômetro, equipado com basculante para transporte de materiais escavados e agregados de construção;</w:t>
      </w:r>
    </w:p>
    <w:p w14:paraId="34CB0AF7"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Ano de fabricação do chassi: do ano em curso ou posterior;</w:t>
      </w:r>
    </w:p>
    <w:p w14:paraId="6C7062A5"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PBT legal igual ou superior a 23.000 Kg;</w:t>
      </w:r>
    </w:p>
    <w:p w14:paraId="2E8547A2"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Motor do veículo: Óleo diesel, com potência igual ou superior a 230CV, tração 6x</w:t>
      </w:r>
      <w:r>
        <w:rPr>
          <w:rFonts w:cs="Arial"/>
          <w:szCs w:val="20"/>
        </w:rPr>
        <w:t>2</w:t>
      </w:r>
      <w:r w:rsidRPr="00623008">
        <w:rPr>
          <w:rFonts w:cs="Arial"/>
          <w:szCs w:val="20"/>
        </w:rPr>
        <w:t xml:space="preserve"> original de fábrica;</w:t>
      </w:r>
    </w:p>
    <w:p w14:paraId="4A19D6B6" w14:textId="77777777" w:rsidR="00BC4333" w:rsidRPr="00623008" w:rsidRDefault="002C6EC7" w:rsidP="00A50BF7">
      <w:pPr>
        <w:pStyle w:val="PargrafodaLista"/>
        <w:numPr>
          <w:ilvl w:val="0"/>
          <w:numId w:val="41"/>
        </w:numPr>
        <w:ind w:left="0" w:firstLine="0"/>
        <w:jc w:val="both"/>
        <w:rPr>
          <w:rFonts w:cs="Arial"/>
          <w:szCs w:val="20"/>
        </w:rPr>
      </w:pPr>
      <w:r>
        <w:rPr>
          <w:rFonts w:cs="Arial"/>
          <w:szCs w:val="20"/>
        </w:rPr>
        <w:t>Distância e</w:t>
      </w:r>
      <w:r w:rsidR="00BC4333" w:rsidRPr="00623008">
        <w:rPr>
          <w:rFonts w:cs="Arial"/>
          <w:szCs w:val="20"/>
        </w:rPr>
        <w:t xml:space="preserve">ntre eixos </w:t>
      </w:r>
      <w:r>
        <w:rPr>
          <w:rFonts w:cs="Arial"/>
          <w:szCs w:val="20"/>
        </w:rPr>
        <w:t>de aproximadamente 3.600mm</w:t>
      </w:r>
      <w:r w:rsidR="00BC4333" w:rsidRPr="00623008">
        <w:rPr>
          <w:rFonts w:cs="Arial"/>
          <w:szCs w:val="20"/>
        </w:rPr>
        <w:t>, compatível para implemento de basculante de 10m³;</w:t>
      </w:r>
    </w:p>
    <w:p w14:paraId="5C4EDB2F"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14:paraId="583B7676"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 e</w:t>
      </w:r>
    </w:p>
    <w:p w14:paraId="7C3C6547" w14:textId="77777777" w:rsidR="00BC4333" w:rsidRPr="00623008" w:rsidRDefault="00BC4333" w:rsidP="00A50BF7">
      <w:pPr>
        <w:pStyle w:val="PargrafodaLista"/>
        <w:numPr>
          <w:ilvl w:val="0"/>
          <w:numId w:val="41"/>
        </w:numPr>
        <w:ind w:left="0" w:firstLine="0"/>
        <w:jc w:val="both"/>
        <w:rPr>
          <w:rFonts w:cs="Arial"/>
          <w:szCs w:val="20"/>
        </w:rPr>
      </w:pPr>
      <w:r w:rsidRPr="00623008">
        <w:rPr>
          <w:rFonts w:cs="Arial"/>
          <w:szCs w:val="20"/>
        </w:rPr>
        <w:t>Pintura na cor BRANCA.</w:t>
      </w:r>
    </w:p>
    <w:p w14:paraId="340661E2" w14:textId="77777777" w:rsidR="00BC4333" w:rsidRPr="00623008" w:rsidRDefault="00BC4333" w:rsidP="00A50BF7">
      <w:pPr>
        <w:pStyle w:val="PargrafodaLista"/>
        <w:numPr>
          <w:ilvl w:val="0"/>
          <w:numId w:val="40"/>
        </w:numPr>
        <w:spacing w:before="240" w:after="240"/>
        <w:ind w:left="0" w:firstLine="0"/>
        <w:contextualSpacing w:val="0"/>
        <w:jc w:val="both"/>
        <w:rPr>
          <w:rFonts w:cs="Arial"/>
          <w:szCs w:val="20"/>
        </w:rPr>
      </w:pPr>
      <w:r w:rsidRPr="00623008">
        <w:rPr>
          <w:rFonts w:cs="Arial"/>
          <w:b/>
          <w:szCs w:val="20"/>
        </w:rPr>
        <w:t>DIVERSOS</w:t>
      </w:r>
    </w:p>
    <w:p w14:paraId="73E5F623"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t>Ar-condicionado original de fábrica;</w:t>
      </w:r>
    </w:p>
    <w:p w14:paraId="77320C63" w14:textId="77777777" w:rsidR="00A13F98" w:rsidRDefault="00BC4333" w:rsidP="00A13F98">
      <w:pPr>
        <w:pStyle w:val="PargrafodaLista"/>
        <w:numPr>
          <w:ilvl w:val="1"/>
          <w:numId w:val="40"/>
        </w:numPr>
        <w:ind w:left="0" w:firstLine="0"/>
        <w:jc w:val="both"/>
        <w:rPr>
          <w:rFonts w:cs="Arial"/>
          <w:szCs w:val="20"/>
        </w:rPr>
      </w:pPr>
      <w:r w:rsidRPr="00623008">
        <w:rPr>
          <w:rFonts w:cs="Arial"/>
          <w:szCs w:val="20"/>
        </w:rPr>
        <w:t>Retrovisores externos elétricos;</w:t>
      </w:r>
    </w:p>
    <w:p w14:paraId="5D1A2BDD" w14:textId="77777777" w:rsidR="00A13F98" w:rsidRDefault="00A13F98" w:rsidP="00A13F98">
      <w:pPr>
        <w:pStyle w:val="PargrafodaLista"/>
        <w:numPr>
          <w:ilvl w:val="1"/>
          <w:numId w:val="40"/>
        </w:numPr>
        <w:ind w:left="0" w:firstLine="0"/>
        <w:jc w:val="both"/>
        <w:rPr>
          <w:rFonts w:cs="Arial"/>
          <w:szCs w:val="20"/>
        </w:rPr>
      </w:pPr>
      <w:r w:rsidRPr="00A13F98">
        <w:rPr>
          <w:rFonts w:cs="Arial"/>
          <w:szCs w:val="20"/>
        </w:rPr>
        <w:t>Vidro elétrico nas portas de fábrica, podendo ser instalado por empresa homologada pelo fabricante, mantendo-se as condições de garantias do fabricante;</w:t>
      </w:r>
    </w:p>
    <w:p w14:paraId="09CF130E" w14:textId="08C733C8" w:rsidR="00A13F98" w:rsidRPr="00A13F98" w:rsidRDefault="00A13F98" w:rsidP="00A13F98">
      <w:pPr>
        <w:pStyle w:val="PargrafodaLista"/>
        <w:numPr>
          <w:ilvl w:val="1"/>
          <w:numId w:val="40"/>
        </w:numPr>
        <w:ind w:left="0" w:firstLine="0"/>
        <w:jc w:val="both"/>
        <w:rPr>
          <w:rFonts w:cs="Arial"/>
          <w:szCs w:val="20"/>
        </w:rPr>
      </w:pPr>
      <w:r w:rsidRPr="00A13F98">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39D8884A"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lastRenderedPageBreak/>
        <w:t>Computador de bordo contendo no mínimo as seguintes funções: diagnósticos de falhas, horas de viagem, autonomia do combustível e média geral do consumo, entre outros;</w:t>
      </w:r>
    </w:p>
    <w:p w14:paraId="42F142C5"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t>Som/multimídia integrada ao veículo, somente o disponibilizado de fábrica;</w:t>
      </w:r>
    </w:p>
    <w:p w14:paraId="3C9B48C6"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t>Protetor de cárter;</w:t>
      </w:r>
    </w:p>
    <w:p w14:paraId="2C43992A"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t>Jogo de tapete de borracha; e</w:t>
      </w:r>
    </w:p>
    <w:p w14:paraId="3857B3CE" w14:textId="77777777" w:rsidR="00BC4333" w:rsidRPr="00623008" w:rsidRDefault="00BC4333" w:rsidP="00A50BF7">
      <w:pPr>
        <w:pStyle w:val="PargrafodaLista"/>
        <w:numPr>
          <w:ilvl w:val="1"/>
          <w:numId w:val="40"/>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14:paraId="1799AD9F" w14:textId="77777777" w:rsidR="00BC4333" w:rsidRPr="00623008" w:rsidRDefault="00BC4333" w:rsidP="00A50BF7">
      <w:pPr>
        <w:pStyle w:val="PargrafodaLista"/>
        <w:numPr>
          <w:ilvl w:val="0"/>
          <w:numId w:val="40"/>
        </w:numPr>
        <w:spacing w:before="240" w:after="240"/>
        <w:ind w:left="0" w:firstLine="0"/>
        <w:contextualSpacing w:val="0"/>
        <w:jc w:val="both"/>
        <w:rPr>
          <w:rFonts w:cs="Arial"/>
          <w:b/>
          <w:szCs w:val="20"/>
        </w:rPr>
      </w:pPr>
      <w:r w:rsidRPr="00623008">
        <w:rPr>
          <w:rFonts w:cs="Arial"/>
          <w:b/>
          <w:szCs w:val="20"/>
        </w:rPr>
        <w:t>CARACTERIZAÇÃO DA CARROCERIA BASCULANTE</w:t>
      </w:r>
    </w:p>
    <w:p w14:paraId="7DA660AF"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 xml:space="preserve">Implemento novo e de primeiro uso com caixa de carga retangular com cantos poligonais em chapa vincada, feita em </w:t>
      </w:r>
      <w:r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14:paraId="72D8150E"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Capacidade da caçamba de 10m³;</w:t>
      </w:r>
    </w:p>
    <w:p w14:paraId="66ACA11C" w14:textId="77777777" w:rsidR="00BC4333" w:rsidRPr="00623008" w:rsidRDefault="00BC4333" w:rsidP="00A50BF7">
      <w:pPr>
        <w:pStyle w:val="PargrafodaLista"/>
        <w:numPr>
          <w:ilvl w:val="0"/>
          <w:numId w:val="42"/>
        </w:numPr>
        <w:ind w:left="0" w:firstLine="0"/>
        <w:jc w:val="both"/>
        <w:rPr>
          <w:rFonts w:cs="Arial"/>
          <w:szCs w:val="20"/>
        </w:rPr>
      </w:pPr>
      <w:r w:rsidRPr="00623008">
        <w:rPr>
          <w:szCs w:val="20"/>
        </w:rPr>
        <w:t>Sistema hidráulico com 2 (dois) cilindros hidráulicos de 7 polegadas com ação direta, bomba hidráulica, tomada de força acoplada, reservatório de óleo com filtro e visor de nível, mangueiras hidráulicas, acionamento pneumático na cabine do veículo, pressão de trabalho mínima de 140 bar;</w:t>
      </w:r>
    </w:p>
    <w:p w14:paraId="07ADA616"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Tampa traseira tipo porteira;</w:t>
      </w:r>
    </w:p>
    <w:p w14:paraId="2BC95796"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 xml:space="preserve">Protetor de cabine com viga de reforço e bordas elevadas; </w:t>
      </w:r>
    </w:p>
    <w:p w14:paraId="6631D4CE"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14:paraId="20BDCF56" w14:textId="77777777" w:rsidR="00BC4333" w:rsidRPr="00623008" w:rsidRDefault="00BC4333" w:rsidP="00A50BF7">
      <w:pPr>
        <w:pStyle w:val="PargrafodaLista"/>
        <w:numPr>
          <w:ilvl w:val="0"/>
          <w:numId w:val="42"/>
        </w:numPr>
        <w:ind w:left="0" w:firstLine="0"/>
        <w:jc w:val="both"/>
        <w:rPr>
          <w:rFonts w:cs="Arial"/>
          <w:szCs w:val="20"/>
        </w:rPr>
      </w:pPr>
      <w:r w:rsidRPr="00623008">
        <w:rPr>
          <w:szCs w:val="20"/>
        </w:rPr>
        <w:t>Possuir para-lamas plásticos fixados no chassi com para barro de borracha;</w:t>
      </w:r>
    </w:p>
    <w:p w14:paraId="2CC7CA52" w14:textId="77777777" w:rsidR="00BC4333" w:rsidRPr="00623008" w:rsidRDefault="00BC4333" w:rsidP="00A50BF7">
      <w:pPr>
        <w:pStyle w:val="PargrafodaLista"/>
        <w:numPr>
          <w:ilvl w:val="0"/>
          <w:numId w:val="42"/>
        </w:numPr>
        <w:ind w:left="0" w:firstLine="0"/>
        <w:jc w:val="both"/>
        <w:rPr>
          <w:rFonts w:cs="Arial"/>
          <w:szCs w:val="20"/>
        </w:rPr>
      </w:pPr>
      <w:r w:rsidRPr="00623008">
        <w:rPr>
          <w:szCs w:val="20"/>
        </w:rPr>
        <w:t>Possuir suporte de estepe no frontal da caixa de carga;</w:t>
      </w:r>
    </w:p>
    <w:p w14:paraId="07A9687C" w14:textId="77777777" w:rsidR="00BC4333" w:rsidRPr="00623008" w:rsidRDefault="00BC4333" w:rsidP="00A50BF7">
      <w:pPr>
        <w:pStyle w:val="PargrafodaLista"/>
        <w:numPr>
          <w:ilvl w:val="0"/>
          <w:numId w:val="42"/>
        </w:numPr>
        <w:ind w:left="0" w:firstLine="0"/>
        <w:jc w:val="both"/>
        <w:rPr>
          <w:rFonts w:cs="Arial"/>
          <w:szCs w:val="20"/>
        </w:rPr>
      </w:pPr>
      <w:r w:rsidRPr="00623008">
        <w:rPr>
          <w:szCs w:val="20"/>
        </w:rPr>
        <w:t>Possuir caixa plástica de ferramentas com chave;</w:t>
      </w:r>
    </w:p>
    <w:p w14:paraId="091A1579"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Possuir ganchos para amarração e ancoragem da carga;</w:t>
      </w:r>
    </w:p>
    <w:p w14:paraId="48B66DD1" w14:textId="565A1EA2" w:rsidR="00BC4333" w:rsidRPr="00623008" w:rsidRDefault="00BC4333" w:rsidP="00A50BF7">
      <w:pPr>
        <w:pStyle w:val="PargrafodaLista"/>
        <w:numPr>
          <w:ilvl w:val="0"/>
          <w:numId w:val="42"/>
        </w:numPr>
        <w:ind w:left="0" w:firstLine="0"/>
        <w:jc w:val="both"/>
        <w:rPr>
          <w:rFonts w:cs="Arial"/>
          <w:szCs w:val="20"/>
        </w:rPr>
      </w:pPr>
      <w:r w:rsidRPr="00623008">
        <w:rPr>
          <w:szCs w:val="20"/>
        </w:rPr>
        <w:t xml:space="preserve">A pintura deverá ser precedida de uma limpeza com </w:t>
      </w:r>
      <w:proofErr w:type="spellStart"/>
      <w:r w:rsidRPr="00623008">
        <w:rPr>
          <w:szCs w:val="20"/>
        </w:rPr>
        <w:t>desengraxante</w:t>
      </w:r>
      <w:proofErr w:type="spellEnd"/>
      <w:r w:rsidRPr="00623008">
        <w:rPr>
          <w:szCs w:val="20"/>
        </w:rPr>
        <w:t xml:space="preserve"> químico e </w:t>
      </w:r>
      <w:proofErr w:type="spellStart"/>
      <w:r w:rsidRPr="00623008">
        <w:rPr>
          <w:szCs w:val="20"/>
        </w:rPr>
        <w:t>fosfatização</w:t>
      </w:r>
      <w:proofErr w:type="spellEnd"/>
      <w:r w:rsidRPr="00623008">
        <w:rPr>
          <w:szCs w:val="20"/>
        </w:rPr>
        <w:t>, base com aplicação de fundo anticorrosivo e acabamento c</w:t>
      </w:r>
      <w:r w:rsidR="006F31DB">
        <w:rPr>
          <w:szCs w:val="20"/>
        </w:rPr>
        <w:t>om pintura na cor branca em P.U; e</w:t>
      </w:r>
    </w:p>
    <w:p w14:paraId="199FC0DF" w14:textId="77777777" w:rsidR="00BC4333" w:rsidRPr="00623008" w:rsidRDefault="00BC4333" w:rsidP="00A50BF7">
      <w:pPr>
        <w:pStyle w:val="PargrafodaLista"/>
        <w:numPr>
          <w:ilvl w:val="0"/>
          <w:numId w:val="42"/>
        </w:numPr>
        <w:ind w:left="0" w:firstLine="0"/>
        <w:jc w:val="both"/>
        <w:rPr>
          <w:rFonts w:cs="Arial"/>
          <w:szCs w:val="20"/>
        </w:rPr>
      </w:pPr>
      <w:r w:rsidRPr="00623008">
        <w:rPr>
          <w:rFonts w:cs="Arial"/>
          <w:szCs w:val="20"/>
        </w:rPr>
        <w:t xml:space="preserve">Produto </w:t>
      </w:r>
      <w:r w:rsidR="00793F26" w:rsidRPr="00793F26">
        <w:rPr>
          <w:rFonts w:cs="Arial"/>
          <w:szCs w:val="20"/>
        </w:rPr>
        <w:t>similar ao Mercedes-Benz Atego 2426, com implemento similar ao Basculante Facchini</w:t>
      </w:r>
      <w:r w:rsidRPr="00623008">
        <w:rPr>
          <w:rFonts w:cs="Arial"/>
          <w:szCs w:val="20"/>
        </w:rPr>
        <w:t>.</w:t>
      </w:r>
    </w:p>
    <w:p w14:paraId="20B6EB9A" w14:textId="77777777" w:rsidR="00BC4333" w:rsidRDefault="00BC4333">
      <w:pPr>
        <w:rPr>
          <w:szCs w:val="20"/>
        </w:rPr>
      </w:pPr>
    </w:p>
    <w:p w14:paraId="24793C74" w14:textId="77777777" w:rsidR="00704D59" w:rsidRDefault="00704D59">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079"/>
      </w:tblGrid>
      <w:tr w:rsidR="002B2CD8" w:rsidRPr="00623008" w14:paraId="37377753" w14:textId="77777777" w:rsidTr="00BF6A1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A10E8E2" w14:textId="77777777" w:rsidR="002B2CD8" w:rsidRPr="00623008" w:rsidRDefault="002B2CD8" w:rsidP="00A8162F">
            <w:pPr>
              <w:widowControl w:val="0"/>
              <w:suppressAutoHyphens/>
              <w:jc w:val="center"/>
              <w:rPr>
                <w:rFonts w:cs="Arial"/>
                <w:b/>
                <w:color w:val="000000"/>
                <w:szCs w:val="20"/>
              </w:rPr>
            </w:pPr>
            <w:r w:rsidRPr="00623008">
              <w:rPr>
                <w:rFonts w:cs="Arial"/>
                <w:b/>
                <w:color w:val="000000"/>
                <w:szCs w:val="20"/>
              </w:rPr>
              <w:t>ITE</w:t>
            </w:r>
            <w:r w:rsidR="00BF6A1D">
              <w:rPr>
                <w:rFonts w:cs="Arial"/>
                <w:b/>
                <w:color w:val="000000"/>
                <w:szCs w:val="20"/>
              </w:rPr>
              <w:t>NS</w:t>
            </w:r>
          </w:p>
        </w:tc>
        <w:tc>
          <w:tcPr>
            <w:tcW w:w="8079" w:type="dxa"/>
            <w:tcBorders>
              <w:top w:val="single" w:sz="4" w:space="0" w:color="000000"/>
              <w:left w:val="single" w:sz="4" w:space="0" w:color="000000"/>
              <w:bottom w:val="single" w:sz="4" w:space="0" w:color="000000"/>
              <w:right w:val="single" w:sz="4" w:space="0" w:color="000000"/>
            </w:tcBorders>
            <w:shd w:val="clear" w:color="auto" w:fill="FFFF00"/>
          </w:tcPr>
          <w:p w14:paraId="55C30F86" w14:textId="77777777" w:rsidR="002B2CD8" w:rsidRPr="00623008" w:rsidRDefault="002B2CD8" w:rsidP="00A8162F">
            <w:pPr>
              <w:widowControl w:val="0"/>
              <w:suppressAutoHyphens/>
              <w:jc w:val="center"/>
              <w:rPr>
                <w:rFonts w:cs="Times New Roman"/>
                <w:b/>
                <w:bCs/>
                <w:szCs w:val="20"/>
              </w:rPr>
            </w:pPr>
            <w:r w:rsidRPr="00623008">
              <w:rPr>
                <w:rFonts w:cs="Times New Roman"/>
                <w:b/>
                <w:bCs/>
                <w:szCs w:val="20"/>
              </w:rPr>
              <w:t>DESCRIÇÃO/ESPECIFICAÇÃO</w:t>
            </w:r>
          </w:p>
        </w:tc>
      </w:tr>
      <w:tr w:rsidR="002B2CD8" w:rsidRPr="00C41A08" w14:paraId="0AD03635" w14:textId="77777777" w:rsidTr="00BF6A1D">
        <w:trPr>
          <w:jc w:val="center"/>
        </w:trPr>
        <w:tc>
          <w:tcPr>
            <w:tcW w:w="988" w:type="dxa"/>
            <w:vAlign w:val="center"/>
          </w:tcPr>
          <w:p w14:paraId="65E9775A" w14:textId="244F66BB" w:rsidR="002B2CD8" w:rsidRPr="00C41A08" w:rsidRDefault="00A83E1B" w:rsidP="00A8162F">
            <w:pPr>
              <w:widowControl w:val="0"/>
              <w:suppressAutoHyphens/>
              <w:jc w:val="center"/>
              <w:rPr>
                <w:rFonts w:cs="Arial"/>
                <w:b/>
                <w:szCs w:val="20"/>
              </w:rPr>
            </w:pPr>
            <w:r>
              <w:rPr>
                <w:rFonts w:cs="Arial"/>
                <w:b/>
                <w:szCs w:val="20"/>
              </w:rPr>
              <w:t>35</w:t>
            </w:r>
            <w:r w:rsidR="00043980">
              <w:rPr>
                <w:rFonts w:cs="Arial"/>
                <w:b/>
                <w:szCs w:val="20"/>
              </w:rPr>
              <w:t xml:space="preserve"> a 3</w:t>
            </w:r>
            <w:r>
              <w:rPr>
                <w:rFonts w:cs="Arial"/>
                <w:b/>
                <w:szCs w:val="20"/>
              </w:rPr>
              <w:t>7</w:t>
            </w:r>
          </w:p>
        </w:tc>
        <w:tc>
          <w:tcPr>
            <w:tcW w:w="8079" w:type="dxa"/>
          </w:tcPr>
          <w:p w14:paraId="4894AD7B" w14:textId="77777777" w:rsidR="002B2CD8" w:rsidRPr="00C41A08" w:rsidRDefault="002B2CD8" w:rsidP="00A8162F">
            <w:pPr>
              <w:widowControl w:val="0"/>
              <w:suppressAutoHyphens/>
              <w:rPr>
                <w:rFonts w:cs="Arial"/>
                <w:szCs w:val="20"/>
              </w:rPr>
            </w:pPr>
            <w:r w:rsidRPr="00C41A08">
              <w:rPr>
                <w:rFonts w:cs="Times New Roman"/>
                <w:bCs/>
                <w:szCs w:val="20"/>
              </w:rPr>
              <w:t>Caminhão a diesel com coletor compactador de lixo de 6m³, tração 4x2</w:t>
            </w:r>
          </w:p>
        </w:tc>
      </w:tr>
    </w:tbl>
    <w:p w14:paraId="70BC3FA8" w14:textId="77777777" w:rsidR="002B2CD8" w:rsidRPr="00C41A08" w:rsidRDefault="002B2CD8" w:rsidP="00A50BF7">
      <w:pPr>
        <w:pStyle w:val="PargrafodaLista"/>
        <w:numPr>
          <w:ilvl w:val="0"/>
          <w:numId w:val="31"/>
        </w:numPr>
        <w:spacing w:before="240" w:after="240"/>
        <w:ind w:left="0" w:firstLine="0"/>
        <w:contextualSpacing w:val="0"/>
        <w:jc w:val="both"/>
        <w:rPr>
          <w:rFonts w:cs="Arial"/>
          <w:b/>
          <w:szCs w:val="20"/>
        </w:rPr>
      </w:pPr>
      <w:r w:rsidRPr="00C41A08">
        <w:rPr>
          <w:rFonts w:cs="Arial"/>
          <w:b/>
          <w:szCs w:val="20"/>
        </w:rPr>
        <w:t>CARACTERÍSTICAS TÉCNICAS</w:t>
      </w:r>
    </w:p>
    <w:p w14:paraId="00E2F6E9"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Classificação: Veículo novo, tração 4x2, zero quilômetro, equipamento com carroceria coletora compactadora de lixo;</w:t>
      </w:r>
    </w:p>
    <w:p w14:paraId="1E270B42"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Ano de fabricação do chassi: do ano em curso ou posterior;</w:t>
      </w:r>
    </w:p>
    <w:p w14:paraId="5AE7A8CF" w14:textId="77777777" w:rsidR="002B2CD8" w:rsidRPr="00C41A08" w:rsidRDefault="00C41A08" w:rsidP="00A50BF7">
      <w:pPr>
        <w:pStyle w:val="PargrafodaLista"/>
        <w:numPr>
          <w:ilvl w:val="0"/>
          <w:numId w:val="32"/>
        </w:numPr>
        <w:ind w:left="0" w:firstLine="0"/>
        <w:jc w:val="both"/>
        <w:rPr>
          <w:rFonts w:cs="Arial"/>
          <w:szCs w:val="20"/>
        </w:rPr>
      </w:pPr>
      <w:r w:rsidRPr="00C41A08">
        <w:rPr>
          <w:rFonts w:cs="Arial"/>
          <w:szCs w:val="20"/>
        </w:rPr>
        <w:t>PBT igual ou superior a 90</w:t>
      </w:r>
      <w:r w:rsidR="002B2CD8" w:rsidRPr="00C41A08">
        <w:rPr>
          <w:rFonts w:cs="Arial"/>
          <w:szCs w:val="20"/>
        </w:rPr>
        <w:t>00 Kg;</w:t>
      </w:r>
    </w:p>
    <w:p w14:paraId="0443FDA2"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Motor do veículo: Óleo diesel, com</w:t>
      </w:r>
      <w:r w:rsidR="00EE31EF" w:rsidRPr="00C41A08">
        <w:rPr>
          <w:rFonts w:cs="Arial"/>
          <w:szCs w:val="20"/>
        </w:rPr>
        <w:t xml:space="preserve"> potência igual ou superior a 16</w:t>
      </w:r>
      <w:r w:rsidRPr="00C41A08">
        <w:rPr>
          <w:rFonts w:cs="Arial"/>
          <w:szCs w:val="20"/>
        </w:rPr>
        <w:t>0CV;</w:t>
      </w:r>
    </w:p>
    <w:p w14:paraId="3F65E55A"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Distância entre eixos, compatível para implemento de carroceria coletora compactadora de lixo de 6m³;</w:t>
      </w:r>
    </w:p>
    <w:p w14:paraId="431C7BB2"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Pneus e rodas originais de fábrica, com a fabricação do ano corrente ou, no máximo, no prazo de 12 (doze) meses contados da data de entrega do veículo;</w:t>
      </w:r>
    </w:p>
    <w:p w14:paraId="36C238E0" w14:textId="77777777" w:rsidR="002B2CD8" w:rsidRPr="00C41A08" w:rsidRDefault="002B2CD8" w:rsidP="00A50BF7">
      <w:pPr>
        <w:pStyle w:val="PargrafodaLista"/>
        <w:numPr>
          <w:ilvl w:val="0"/>
          <w:numId w:val="32"/>
        </w:numPr>
        <w:ind w:left="0" w:firstLine="0"/>
        <w:jc w:val="both"/>
        <w:rPr>
          <w:rFonts w:cs="Arial"/>
          <w:szCs w:val="20"/>
        </w:rPr>
      </w:pPr>
      <w:r w:rsidRPr="00C41A08">
        <w:rPr>
          <w:rFonts w:cs="Arial"/>
          <w:szCs w:val="20"/>
        </w:rPr>
        <w:t>Pintura na cor BRANCA; e</w:t>
      </w:r>
    </w:p>
    <w:p w14:paraId="540CC1B7" w14:textId="77777777" w:rsidR="002B2CD8" w:rsidRPr="00C41A08" w:rsidRDefault="002B2CD8" w:rsidP="00A50BF7">
      <w:pPr>
        <w:pStyle w:val="PargrafodaLista"/>
        <w:numPr>
          <w:ilvl w:val="0"/>
          <w:numId w:val="31"/>
        </w:numPr>
        <w:spacing w:before="240" w:after="240"/>
        <w:ind w:left="0" w:firstLine="0"/>
        <w:contextualSpacing w:val="0"/>
        <w:jc w:val="both"/>
        <w:rPr>
          <w:rFonts w:cs="Arial"/>
          <w:szCs w:val="20"/>
        </w:rPr>
      </w:pPr>
      <w:r w:rsidRPr="00C41A08">
        <w:rPr>
          <w:rFonts w:cs="Arial"/>
          <w:b/>
          <w:szCs w:val="20"/>
        </w:rPr>
        <w:t>DIVERSOS</w:t>
      </w:r>
    </w:p>
    <w:p w14:paraId="0870693E"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Ar-condicionado original de fábrica;</w:t>
      </w:r>
    </w:p>
    <w:p w14:paraId="0EE5CAD4" w14:textId="77777777" w:rsidR="00EB6A2E" w:rsidRDefault="002B2CD8" w:rsidP="00EB6A2E">
      <w:pPr>
        <w:pStyle w:val="PargrafodaLista"/>
        <w:numPr>
          <w:ilvl w:val="1"/>
          <w:numId w:val="31"/>
        </w:numPr>
        <w:ind w:left="0" w:firstLine="0"/>
        <w:jc w:val="both"/>
        <w:rPr>
          <w:rFonts w:cs="Arial"/>
          <w:szCs w:val="20"/>
        </w:rPr>
      </w:pPr>
      <w:r w:rsidRPr="00C41A08">
        <w:rPr>
          <w:rFonts w:cs="Arial"/>
          <w:szCs w:val="20"/>
        </w:rPr>
        <w:t>Retrovisores externos elétricos;</w:t>
      </w:r>
    </w:p>
    <w:p w14:paraId="6E63B89A" w14:textId="77777777" w:rsidR="00EB6A2E" w:rsidRDefault="00EB6A2E" w:rsidP="00EB6A2E">
      <w:pPr>
        <w:pStyle w:val="PargrafodaLista"/>
        <w:numPr>
          <w:ilvl w:val="1"/>
          <w:numId w:val="31"/>
        </w:numPr>
        <w:ind w:left="0" w:firstLine="0"/>
        <w:jc w:val="both"/>
        <w:rPr>
          <w:rFonts w:cs="Arial"/>
          <w:szCs w:val="20"/>
        </w:rPr>
      </w:pPr>
      <w:r w:rsidRPr="00EB6A2E">
        <w:rPr>
          <w:rFonts w:cs="Arial"/>
          <w:szCs w:val="20"/>
        </w:rPr>
        <w:lastRenderedPageBreak/>
        <w:t>Vidro elétrico nas portas de fábrica, podendo ser instalado por empresa homologada pelo fabricante, mantendo-se as condições de garantias do fabricante;</w:t>
      </w:r>
    </w:p>
    <w:p w14:paraId="55D1C6BD" w14:textId="7A6ACDBD" w:rsidR="00EB6A2E" w:rsidRPr="00EB6A2E" w:rsidRDefault="00EB6A2E" w:rsidP="00EB6A2E">
      <w:pPr>
        <w:pStyle w:val="PargrafodaLista"/>
        <w:numPr>
          <w:ilvl w:val="1"/>
          <w:numId w:val="31"/>
        </w:numPr>
        <w:ind w:left="0" w:firstLine="0"/>
        <w:jc w:val="both"/>
        <w:rPr>
          <w:rFonts w:cs="Arial"/>
          <w:szCs w:val="20"/>
        </w:rPr>
      </w:pPr>
      <w:r w:rsidRPr="00EB6A2E">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0AEDD8CC"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Computador de bordo contendo no mínimo as seguintes funções: diagnósticos de falhas, horas de viagem, autonomia do combustível e média geral do consumo, entre outros;</w:t>
      </w:r>
    </w:p>
    <w:p w14:paraId="61A2C587"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Som/multimídia integrada ao veículo, somente o disponibilizado de fábrica;</w:t>
      </w:r>
    </w:p>
    <w:p w14:paraId="3C80A775"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Protetor de cárter;</w:t>
      </w:r>
    </w:p>
    <w:p w14:paraId="2EA4FE0F"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Jogo de tapete de borracha; e</w:t>
      </w:r>
    </w:p>
    <w:p w14:paraId="0AB35507" w14:textId="77777777" w:rsidR="002B2CD8" w:rsidRPr="00C41A08" w:rsidRDefault="002B2CD8" w:rsidP="00A50BF7">
      <w:pPr>
        <w:pStyle w:val="PargrafodaLista"/>
        <w:numPr>
          <w:ilvl w:val="1"/>
          <w:numId w:val="31"/>
        </w:numPr>
        <w:ind w:left="0" w:firstLine="0"/>
        <w:jc w:val="both"/>
        <w:rPr>
          <w:rFonts w:cs="Arial"/>
          <w:szCs w:val="20"/>
        </w:rPr>
      </w:pPr>
      <w:r w:rsidRPr="00C41A08">
        <w:rPr>
          <w:rFonts w:cs="Arial"/>
          <w:szCs w:val="20"/>
        </w:rPr>
        <w:t>Deverá acompanhar o veículo todo ferramental básico distribuído pelo fornecedor (chave de roda, macaco hidráulico e triângulo).</w:t>
      </w:r>
    </w:p>
    <w:p w14:paraId="1CD19D46" w14:textId="77777777" w:rsidR="002B2CD8" w:rsidRPr="00C41A08" w:rsidRDefault="002B2CD8" w:rsidP="00A50BF7">
      <w:pPr>
        <w:pStyle w:val="PargrafodaLista"/>
        <w:numPr>
          <w:ilvl w:val="0"/>
          <w:numId w:val="31"/>
        </w:numPr>
        <w:spacing w:before="240" w:after="240"/>
        <w:ind w:left="0" w:firstLine="0"/>
        <w:contextualSpacing w:val="0"/>
        <w:jc w:val="both"/>
        <w:rPr>
          <w:rFonts w:cs="Arial"/>
          <w:b/>
          <w:szCs w:val="20"/>
        </w:rPr>
      </w:pPr>
      <w:r w:rsidRPr="00C41A08">
        <w:rPr>
          <w:rFonts w:cs="Arial"/>
          <w:b/>
          <w:szCs w:val="20"/>
        </w:rPr>
        <w:t>CARACTERIZAÇÃO DO COLETOR COMPACTADOR DE LIXO</w:t>
      </w:r>
    </w:p>
    <w:p w14:paraId="308B54F5"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Coletor traseiro compactador de lixo novo</w:t>
      </w:r>
      <w:r w:rsidRPr="00C41A08">
        <w:rPr>
          <w:rFonts w:cs="Arial"/>
          <w:szCs w:val="20"/>
        </w:rPr>
        <w:t xml:space="preserve">, de primeiro uso, </w:t>
      </w:r>
      <w:r w:rsidRPr="00C41A08">
        <w:rPr>
          <w:szCs w:val="20"/>
        </w:rPr>
        <w:t xml:space="preserve">com capacidade para 6 m³ compactado no interior da caixa e adicional boca de carga de 1,20m³, teto em chapa lisa, laterais em chapa única calandrada, descarga por painel ejetor, com cilindro de dupla ação e sistema de carregamento traseiro, com compactação por sistema pendular, acionado por cilindro de compactação com diâmetro de 4 ½ (quatro e meia) polegadas, e placa de transferência comandada também por dois cilindros com diâmetro de 3 ½ (três e meia) polegadas, com comando semiautomático; Todos os pontos de movimentação com bronzinas lubrificadas por meio de graxeiras, sistemas de abertura da tampa traseira por dois cilindros sendo um em cada lateral, com sistema de travamento manual, possui também caixa coletora de chorume com capacidade de 90 litros e com capacidade de praça de carga (boca de carga) de 1,2 m³. Sinalização de acordo com as normas de trânsito, inclusive com sinalizador visual traseiro em LED (com proteção metálica) e alerta sonoro entre a traseira do equipamento e a cabine do motorista. Plataforma traseira para 04 (quatro) pessoas, com corrimão superior e lateral. Taxa de Compactação: 3:1 </w:t>
      </w:r>
    </w:p>
    <w:p w14:paraId="6C46FC44"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Ciclo de funcionamento</w:t>
      </w:r>
      <w:r w:rsidRPr="00C41A08">
        <w:rPr>
          <w:rFonts w:cs="Arial"/>
          <w:szCs w:val="20"/>
        </w:rPr>
        <w:t>:</w:t>
      </w:r>
    </w:p>
    <w:p w14:paraId="7A489E8E" w14:textId="77777777" w:rsidR="002B2CD8" w:rsidRPr="00C41A08" w:rsidRDefault="002B2CD8" w:rsidP="00A50BF7">
      <w:pPr>
        <w:pStyle w:val="PargrafodaLista"/>
        <w:numPr>
          <w:ilvl w:val="1"/>
          <w:numId w:val="33"/>
        </w:numPr>
        <w:ind w:left="0" w:firstLine="0"/>
        <w:jc w:val="both"/>
        <w:rPr>
          <w:rFonts w:cs="Arial"/>
          <w:szCs w:val="20"/>
        </w:rPr>
      </w:pPr>
      <w:r w:rsidRPr="00C41A08">
        <w:rPr>
          <w:rFonts w:cs="Arial"/>
          <w:szCs w:val="20"/>
        </w:rPr>
        <w:t>Para coleta – Todo o lixo depositado no interior da praça de carga, na traseira do veículo, é transportado para o interior da caixa de armazenagem por intermédio de movimentos sincronizados das PLACAS COMPACTADORAS, passo a passo, por meio de alavancas, o que permite parar ou reverter o ciclo de compactação quando necessário; e</w:t>
      </w:r>
    </w:p>
    <w:p w14:paraId="4EF7B67B" w14:textId="77777777" w:rsidR="002B2CD8" w:rsidRPr="00C41A08" w:rsidRDefault="002B2CD8" w:rsidP="00A50BF7">
      <w:pPr>
        <w:pStyle w:val="PargrafodaLista"/>
        <w:numPr>
          <w:ilvl w:val="1"/>
          <w:numId w:val="33"/>
        </w:numPr>
        <w:ind w:left="0" w:firstLine="0"/>
        <w:jc w:val="both"/>
        <w:rPr>
          <w:rFonts w:cs="Arial"/>
          <w:szCs w:val="20"/>
        </w:rPr>
      </w:pPr>
      <w:r w:rsidRPr="00C41A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14:paraId="10206122"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 xml:space="preserve">A </w:t>
      </w:r>
      <w:r w:rsidRPr="00C41A08">
        <w:rPr>
          <w:rFonts w:cs="Arial"/>
          <w:b/>
          <w:szCs w:val="20"/>
        </w:rPr>
        <w:t>fixação do implemento no chassi</w:t>
      </w:r>
      <w:r w:rsidRPr="00C41A08">
        <w:rPr>
          <w:rFonts w:cs="Arial"/>
          <w:szCs w:val="20"/>
        </w:rPr>
        <w:t xml:space="preserve"> será feita por intermédio de grampos e placas parafusadas, previamente posicionadas, a fim de não alterar as características originais do chassi. Todo conjunto chamado de "CHASSI DA CAIXA DE ARMAZENAGEM"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14:paraId="453AFDAA"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Toda a Caixa de Armazenagem deverá ser confeccionada em chapas de aço com qualidade mínima SAE ASTM A36 espessura de 3,75mm para laterais e fundo e espessura de 1/8 polegadas para teto, com cantos arredondados, soldados eletricamente pelo processo MIG, com cordão contínuo, estruturadas por perfis dobrados com espessura 1/4", o que garante geometria, estabilidade e robustez ao conjunto. Em seu interior encontram-se os trilhos de guia para o escudo ejetor, soldados por todo o comprimento.</w:t>
      </w:r>
    </w:p>
    <w:p w14:paraId="032231F6"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Escudo ejetor</w:t>
      </w:r>
      <w:r w:rsidRPr="00C41A08">
        <w:rPr>
          <w:rFonts w:cs="Arial"/>
          <w:szCs w:val="20"/>
        </w:rPr>
        <w:t xml:space="preserve"> com movimento proporcionado por um cilindro hidráulico, dupla ação de estágios, com o diâmetro maior de cinco polegadas (100mm), conferindo ao Escudo Ejetor força de descarga mínima de 17.000 kgf no arranque. Durante os movimentos no interior da Caixa de Armazenagem, o Escudo Ejetor deverá ser guiado por trilhos, descrevendo um curso total de aproximadamente 2.400 mm. A estrutura deverá ser construída em perfil de aço com qualidade mínima SAE 1010/1020 (dobrado com espessura 1/4") e revestida com chapa de aço com qualidade mínima SAE ASTM A36 (dobrado </w:t>
      </w:r>
      <w:r w:rsidRPr="00C41A08">
        <w:rPr>
          <w:rFonts w:cs="Arial"/>
          <w:szCs w:val="20"/>
        </w:rPr>
        <w:lastRenderedPageBreak/>
        <w:t>com espessura 1/4") e revestida com chapa de aço com qualidade mínima SAE 1010/1020 espessura de 1/8", soldados eletricamente pelo processo MIG, com cordão contínuo, dotado de "olhais" para ancoragem do cilindro de acionamento;</w:t>
      </w:r>
    </w:p>
    <w:p w14:paraId="51E35D9E"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Porta traseira</w:t>
      </w:r>
      <w:r w:rsidRPr="00C41A08">
        <w:rPr>
          <w:rFonts w:cs="Arial"/>
          <w:szCs w:val="20"/>
        </w:rPr>
        <w:t xml:space="preserve"> com acoplamento à CAIXA DE ARMAZENAGEM feita por intermédio de "dobradiças" e por eixos em aço com qualidade mínima 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 no mínimo 5.000 kgf cada, comandados por alavancas. O travamento deverá ser feito manualmente. A estrutura deverá ser construída em chapas de aço com qualidade mínima SAE ASTM A36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 possibilitando a futura instalação de dispositivo para basculamento de containers;</w:t>
      </w:r>
    </w:p>
    <w:p w14:paraId="1A8B5989"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Estribo</w:t>
      </w:r>
      <w:r w:rsidRPr="00C41A08">
        <w:rPr>
          <w:rFonts w:cs="Arial"/>
          <w:szCs w:val="20"/>
        </w:rPr>
        <w:t xml:space="preserve"> na parte traseira revestido com chapa xadrez antiderrapante, com capacidade para 04 operadores, localizada a aproximadamente 500mm do solo, tendo 350 mm de profundidade por toda a largura do veículo. Na porta traseira deverá conter garras de sustentação suficientes para apoio dos operadores;</w:t>
      </w:r>
    </w:p>
    <w:p w14:paraId="6EF68CCC"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 xml:space="preserve">Reservatório de chorume </w:t>
      </w:r>
      <w:r w:rsidRPr="00C41A08">
        <w:rPr>
          <w:rFonts w:cs="Arial"/>
          <w:szCs w:val="20"/>
        </w:rPr>
        <w:t>instalado sob a Praça de Carga (na Porta Traseira) para coletar os líquidos exsudados do lixo, equipado com calha entre a boca de descarga da Caixa de Armazenagem e a Porta Traseira, com capacidade mínima de 90 litros, com válvula de escoamento;</w:t>
      </w:r>
    </w:p>
    <w:p w14:paraId="03845883"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Sistema de vedação entre a Caixa de Armazenagem e a Porta Traseira por meio de perfis de borracha da linha automotiva, garantindo a estanqueidade total durante todas as etapas de coleta e compactação do lixo;</w:t>
      </w:r>
    </w:p>
    <w:p w14:paraId="07444A5F"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14:paraId="61E5DB80"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Placas compactadoras formada por duas placas, uma transportadora e uma compactadora, com movimento angular acionado por quatro cilindros hidráulicos (dois em cada placa). Fixação por intermédio de dobradiças e pinos em aço com qualidade mínima SAE 1045, devidamente lubrificados por graxeiras de fácil acesso. Acionamento por meio de dois cilindros hidráulicos de dupla ação em cada placa, localizados no interior da porta traseira, com capacidade de produzir no mínimo 10.000 kgf na Placa Transportadora e 10.000 kgf na Placa Compactadora, acionados por comandos localizados na lateral da estrutura. Estrutura feita em chapas de aço com qualidade mínima SAE ASTM A36, espessura 5/16”, estruturada por perfis de aço com qualidade mínima SAE ASTM A36 dobrados com espessura 1/4” (6,35mm).</w:t>
      </w:r>
    </w:p>
    <w:p w14:paraId="4A22B828"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Depósito de carga traseiro</w:t>
      </w:r>
      <w:r w:rsidRPr="00C41A08">
        <w:rPr>
          <w:rFonts w:cs="Arial"/>
          <w:szCs w:val="20"/>
        </w:rPr>
        <w:t xml:space="preserve"> com capacidade mínima de 1,80 m³ de lixo solto. Construído em chapas de aço com qualidade mínima SAE SAC 50, espessura aproximada de 6,35mm, reforçados por perfis “U”, dobrados com espessura de 6,35mm, soldados eletricamente pelo processo MIG, com cordão contínuo.</w:t>
      </w:r>
    </w:p>
    <w:p w14:paraId="30FFBDA2"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 xml:space="preserve">Todos os itens descritos deverão ser jateados e/ou decapados por substâncias químicas, ficando as superfícies metálicas isentas de partículas responsáveis por focos de oxidação, ferrugem e corrosão. Recebendo posteriormente demãos de </w:t>
      </w:r>
      <w:proofErr w:type="spellStart"/>
      <w:r w:rsidRPr="00C41A08">
        <w:rPr>
          <w:rFonts w:cs="Arial"/>
          <w:i/>
          <w:szCs w:val="20"/>
        </w:rPr>
        <w:t>oxiprimer</w:t>
      </w:r>
      <w:proofErr w:type="spellEnd"/>
      <w:r w:rsidRPr="00C41A08">
        <w:rPr>
          <w:rFonts w:cs="Arial"/>
          <w:szCs w:val="20"/>
        </w:rPr>
        <w:t xml:space="preserve"> (fundo) e tinta automotiva na cor branca. </w:t>
      </w:r>
    </w:p>
    <w:p w14:paraId="5E1AC74B"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O implemento deverá ser pintado em cor predominantemente branca.</w:t>
      </w:r>
    </w:p>
    <w:p w14:paraId="445C611C"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b/>
          <w:szCs w:val="20"/>
        </w:rPr>
        <w:t>Sistema hidráulico</w:t>
      </w:r>
      <w:r w:rsidRPr="00C41A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 com capacidade mínima de 80 litros. Cilindros com hastes cromadas e guarnições especiais para uso externo. As hastes deverão ser cromadas e com guarnições especiais para uso externo. Comandos hidráulico traseiro com destravamento automático, com o fim de curso dos cilindros compactadores. Tomada de força deverá ser “acoplada” compatível para montagem do coletor de lixo. O comando hidráulico deverá estar posicionado no centro da parte traseira, evitando danos por galhos de árvores. </w:t>
      </w:r>
    </w:p>
    <w:p w14:paraId="27065959" w14:textId="77777777" w:rsidR="002B2CD8" w:rsidRPr="00C41A08" w:rsidRDefault="002B2CD8" w:rsidP="00A50BF7">
      <w:pPr>
        <w:pStyle w:val="PargrafodaLista"/>
        <w:numPr>
          <w:ilvl w:val="0"/>
          <w:numId w:val="33"/>
        </w:numPr>
        <w:ind w:left="0" w:firstLine="0"/>
        <w:jc w:val="both"/>
        <w:rPr>
          <w:rFonts w:cs="Arial"/>
          <w:szCs w:val="20"/>
        </w:rPr>
      </w:pPr>
      <w:r w:rsidRPr="00C41A08">
        <w:rPr>
          <w:rFonts w:cs="Arial"/>
          <w:szCs w:val="20"/>
        </w:rPr>
        <w:t>Atentar para que a localização do centro de gravidade do conjunto, atenda aos requisitos definidos pelas normas dos fabricantes para uso fora de estrada;</w:t>
      </w:r>
    </w:p>
    <w:p w14:paraId="399E6D92" w14:textId="77777777" w:rsidR="002B2CD8" w:rsidRPr="00C41A08" w:rsidRDefault="002B2CD8" w:rsidP="00A50BF7">
      <w:pPr>
        <w:pStyle w:val="PargrafodaLista"/>
        <w:numPr>
          <w:ilvl w:val="0"/>
          <w:numId w:val="33"/>
        </w:numPr>
        <w:ind w:left="0" w:firstLine="0"/>
        <w:jc w:val="both"/>
        <w:rPr>
          <w:rFonts w:cs="Arial"/>
          <w:szCs w:val="20"/>
        </w:rPr>
      </w:pPr>
      <w:r w:rsidRPr="00C41A08">
        <w:rPr>
          <w:szCs w:val="20"/>
        </w:rPr>
        <w:lastRenderedPageBreak/>
        <w:t xml:space="preserve">Comunicação sonora entre motorista e operadores, para facilitar a produtividade e evitar acidentes; </w:t>
      </w:r>
    </w:p>
    <w:p w14:paraId="0DDE4366" w14:textId="77777777" w:rsidR="002B2CD8" w:rsidRPr="00C41A08" w:rsidRDefault="002B2CD8" w:rsidP="00A50BF7">
      <w:pPr>
        <w:pStyle w:val="PargrafodaLista"/>
        <w:numPr>
          <w:ilvl w:val="0"/>
          <w:numId w:val="33"/>
        </w:numPr>
        <w:ind w:left="0" w:firstLine="0"/>
        <w:jc w:val="both"/>
        <w:rPr>
          <w:rFonts w:cs="Arial"/>
          <w:szCs w:val="20"/>
        </w:rPr>
      </w:pPr>
      <w:r w:rsidRPr="00C41A08">
        <w:rPr>
          <w:szCs w:val="20"/>
        </w:rPr>
        <w:t xml:space="preserve">Iluminação da praça de carga, permitindo a operação em baixa luminosidade ou coleta noturna; </w:t>
      </w:r>
    </w:p>
    <w:p w14:paraId="22CC4CDD" w14:textId="77777777" w:rsidR="002B2CD8" w:rsidRPr="00C41A08" w:rsidRDefault="002B2CD8" w:rsidP="00A50BF7">
      <w:pPr>
        <w:pStyle w:val="PargrafodaLista"/>
        <w:numPr>
          <w:ilvl w:val="0"/>
          <w:numId w:val="33"/>
        </w:numPr>
        <w:ind w:left="0" w:firstLine="0"/>
        <w:jc w:val="both"/>
        <w:rPr>
          <w:rFonts w:cs="Arial"/>
          <w:szCs w:val="20"/>
        </w:rPr>
      </w:pPr>
      <w:r w:rsidRPr="00C41A08">
        <w:rPr>
          <w:szCs w:val="20"/>
        </w:rPr>
        <w:t xml:space="preserve">Suporte para pás e vassouras; </w:t>
      </w:r>
    </w:p>
    <w:p w14:paraId="12AD8597" w14:textId="5A5613F4" w:rsidR="002B2CD8" w:rsidRPr="00C41A08" w:rsidRDefault="002B2CD8" w:rsidP="00A50BF7">
      <w:pPr>
        <w:pStyle w:val="PargrafodaLista"/>
        <w:numPr>
          <w:ilvl w:val="0"/>
          <w:numId w:val="33"/>
        </w:numPr>
        <w:ind w:left="0" w:firstLine="0"/>
        <w:jc w:val="both"/>
        <w:rPr>
          <w:rFonts w:cs="Arial"/>
          <w:szCs w:val="20"/>
        </w:rPr>
      </w:pPr>
      <w:r w:rsidRPr="00C41A08">
        <w:rPr>
          <w:szCs w:val="20"/>
        </w:rPr>
        <w:t xml:space="preserve">Para-Barros de borracha e para-Lamas em plástico; </w:t>
      </w:r>
      <w:r w:rsidR="006F31DB">
        <w:rPr>
          <w:szCs w:val="20"/>
        </w:rPr>
        <w:t>e</w:t>
      </w:r>
    </w:p>
    <w:p w14:paraId="25EABA63" w14:textId="77777777" w:rsidR="00003C96" w:rsidRPr="00C41A08" w:rsidRDefault="00770210" w:rsidP="00A50BF7">
      <w:pPr>
        <w:pStyle w:val="PargrafodaLista"/>
        <w:numPr>
          <w:ilvl w:val="0"/>
          <w:numId w:val="33"/>
        </w:numPr>
        <w:ind w:left="0" w:firstLine="0"/>
        <w:jc w:val="both"/>
        <w:rPr>
          <w:rFonts w:cs="Arial"/>
          <w:szCs w:val="20"/>
        </w:rPr>
      </w:pPr>
      <w:r w:rsidRPr="00C41A08">
        <w:rPr>
          <w:rFonts w:cs="Arial"/>
          <w:szCs w:val="20"/>
        </w:rPr>
        <w:t>Produto s</w:t>
      </w:r>
      <w:r w:rsidR="00C41A08">
        <w:rPr>
          <w:rFonts w:cs="Arial"/>
          <w:szCs w:val="20"/>
        </w:rPr>
        <w:t>imilar ao Volkswagen Delivery 9</w:t>
      </w:r>
      <w:r w:rsidR="00043980">
        <w:rPr>
          <w:rFonts w:cs="Arial"/>
          <w:szCs w:val="20"/>
        </w:rPr>
        <w:t>.170</w:t>
      </w:r>
      <w:r w:rsidRPr="00C41A08">
        <w:rPr>
          <w:rFonts w:cs="Arial"/>
          <w:szCs w:val="20"/>
        </w:rPr>
        <w:t xml:space="preserve">, equipado com Coletor similar ao </w:t>
      </w:r>
      <w:proofErr w:type="spellStart"/>
      <w:r w:rsidRPr="00C41A08">
        <w:rPr>
          <w:rFonts w:cs="Arial"/>
          <w:szCs w:val="20"/>
        </w:rPr>
        <w:t>Compact</w:t>
      </w:r>
      <w:proofErr w:type="spellEnd"/>
      <w:r w:rsidRPr="00C41A08">
        <w:rPr>
          <w:rFonts w:cs="Arial"/>
          <w:szCs w:val="20"/>
        </w:rPr>
        <w:t xml:space="preserve"> 6 da DAMAEQ</w:t>
      </w:r>
      <w:r w:rsidR="002B2CD8" w:rsidRPr="00C41A08">
        <w:rPr>
          <w:rFonts w:cs="Arial"/>
          <w:szCs w:val="20"/>
        </w:rPr>
        <w:t>.</w:t>
      </w:r>
    </w:p>
    <w:p w14:paraId="38FD3B36" w14:textId="4ABDE161" w:rsidR="00ED6321" w:rsidRDefault="00ED6321" w:rsidP="00ED6321">
      <w:pPr>
        <w:jc w:val="both"/>
        <w:rPr>
          <w:rFonts w:cs="Arial"/>
          <w:color w:val="FF0000"/>
          <w:szCs w:val="20"/>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6"/>
      </w:tblGrid>
      <w:tr w:rsidR="00164B43" w:rsidRPr="00623008" w14:paraId="75972C9D" w14:textId="77777777" w:rsidTr="00857B3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2D32655" w14:textId="77777777" w:rsidR="00164B43" w:rsidRPr="00623008" w:rsidRDefault="00164B43" w:rsidP="00857B3F">
            <w:pPr>
              <w:widowControl w:val="0"/>
              <w:suppressAutoHyphens/>
              <w:jc w:val="center"/>
              <w:rPr>
                <w:rFonts w:cs="Arial"/>
                <w:b/>
                <w:szCs w:val="20"/>
              </w:rPr>
            </w:pPr>
            <w:r w:rsidRPr="00623008">
              <w:rPr>
                <w:rFonts w:cs="Arial"/>
                <w:b/>
                <w:szCs w:val="20"/>
              </w:rPr>
              <w:t>ITE</w:t>
            </w:r>
            <w:r>
              <w:rPr>
                <w:rFonts w:cs="Arial"/>
                <w:b/>
                <w:szCs w:val="20"/>
              </w:rPr>
              <w:t>NS</w:t>
            </w:r>
          </w:p>
        </w:tc>
        <w:tc>
          <w:tcPr>
            <w:tcW w:w="8226" w:type="dxa"/>
            <w:tcBorders>
              <w:top w:val="single" w:sz="4" w:space="0" w:color="000000"/>
              <w:left w:val="single" w:sz="4" w:space="0" w:color="000000"/>
              <w:bottom w:val="single" w:sz="4" w:space="0" w:color="000000"/>
              <w:right w:val="single" w:sz="4" w:space="0" w:color="000000"/>
            </w:tcBorders>
            <w:shd w:val="clear" w:color="auto" w:fill="FFFF00"/>
          </w:tcPr>
          <w:p w14:paraId="39726B9D" w14:textId="77777777" w:rsidR="00164B43" w:rsidRPr="00623008" w:rsidRDefault="00164B43" w:rsidP="00857B3F">
            <w:pPr>
              <w:widowControl w:val="0"/>
              <w:suppressAutoHyphens/>
              <w:jc w:val="center"/>
              <w:rPr>
                <w:rFonts w:cs="Times New Roman"/>
                <w:b/>
                <w:bCs/>
                <w:szCs w:val="20"/>
              </w:rPr>
            </w:pPr>
            <w:r w:rsidRPr="00623008">
              <w:rPr>
                <w:rFonts w:cs="Times New Roman"/>
                <w:b/>
                <w:bCs/>
                <w:szCs w:val="20"/>
              </w:rPr>
              <w:t>DESCRIÇÃO/ESPECIFICAÇÃO</w:t>
            </w:r>
          </w:p>
        </w:tc>
      </w:tr>
      <w:tr w:rsidR="00164B43" w:rsidRPr="00623008" w14:paraId="220ED6BD" w14:textId="77777777" w:rsidTr="00857B3F">
        <w:trPr>
          <w:jc w:val="center"/>
        </w:trPr>
        <w:tc>
          <w:tcPr>
            <w:tcW w:w="988" w:type="dxa"/>
            <w:vAlign w:val="center"/>
          </w:tcPr>
          <w:p w14:paraId="43978749" w14:textId="77777777" w:rsidR="00164B43" w:rsidRPr="00623008" w:rsidRDefault="00164B43" w:rsidP="00857B3F">
            <w:pPr>
              <w:widowControl w:val="0"/>
              <w:suppressAutoHyphens/>
              <w:jc w:val="center"/>
              <w:rPr>
                <w:rFonts w:cs="Arial"/>
                <w:b/>
                <w:szCs w:val="20"/>
              </w:rPr>
            </w:pPr>
            <w:r>
              <w:rPr>
                <w:rFonts w:cs="Arial"/>
                <w:b/>
                <w:szCs w:val="20"/>
              </w:rPr>
              <w:t>38</w:t>
            </w:r>
          </w:p>
        </w:tc>
        <w:tc>
          <w:tcPr>
            <w:tcW w:w="8226" w:type="dxa"/>
          </w:tcPr>
          <w:p w14:paraId="272DC5ED" w14:textId="77777777" w:rsidR="00164B43" w:rsidRPr="00623008" w:rsidRDefault="00164B43" w:rsidP="00857B3F">
            <w:pPr>
              <w:widowControl w:val="0"/>
              <w:suppressAutoHyphens/>
              <w:rPr>
                <w:rFonts w:cs="Arial"/>
                <w:szCs w:val="20"/>
              </w:rPr>
            </w:pPr>
            <w:r w:rsidRPr="00623008">
              <w:rPr>
                <w:rFonts w:cs="Times New Roman"/>
                <w:bCs/>
                <w:szCs w:val="20"/>
              </w:rPr>
              <w:t>Caminhão a diesel com carroceria plataforma fixa</w:t>
            </w:r>
            <w:r>
              <w:rPr>
                <w:rFonts w:cs="Times New Roman"/>
                <w:bCs/>
                <w:szCs w:val="20"/>
              </w:rPr>
              <w:t xml:space="preserve"> de 20ton</w:t>
            </w:r>
            <w:r w:rsidRPr="00623008">
              <w:rPr>
                <w:rFonts w:cs="Times New Roman"/>
                <w:bCs/>
                <w:szCs w:val="20"/>
              </w:rPr>
              <w:t xml:space="preserve">, tração 8x4 </w:t>
            </w:r>
          </w:p>
        </w:tc>
      </w:tr>
    </w:tbl>
    <w:p w14:paraId="2E50C8A2" w14:textId="77777777" w:rsidR="00164B43" w:rsidRPr="00623008" w:rsidRDefault="00164B43" w:rsidP="00A50BF7">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CARACTERÍSTICAS TÉCNICAS</w:t>
      </w:r>
    </w:p>
    <w:p w14:paraId="6C2DBCA0"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 xml:space="preserve">Classificação: Veículo novo tração 8x4 para </w:t>
      </w:r>
      <w:r w:rsidRPr="00623008">
        <w:rPr>
          <w:rFonts w:cs="Arial"/>
          <w:b/>
          <w:szCs w:val="20"/>
        </w:rPr>
        <w:t>uso em estrada não pavimentada ou acidentada</w:t>
      </w:r>
      <w:r w:rsidRPr="00623008">
        <w:rPr>
          <w:rFonts w:cs="Arial"/>
          <w:szCs w:val="20"/>
        </w:rPr>
        <w:t>, zero quilômetro, equipado com plataforma fixa para transporte de cargas, especialmente equipamentos de construção e agrícolas;</w:t>
      </w:r>
    </w:p>
    <w:p w14:paraId="31AA34CC"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Ano de fabricação do chassi: do ano em curso ou posterior;</w:t>
      </w:r>
    </w:p>
    <w:p w14:paraId="69B83486"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PBT legal igual ou superior a 29.000 Kg e PBT técnico igual ou superior a 33.000 Kg;</w:t>
      </w:r>
    </w:p>
    <w:p w14:paraId="5AC3DE48"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Motor do veículo: Óleo diesel, com potência igual ou superior a 270CV, tração 8x4 original de fábrica;</w:t>
      </w:r>
    </w:p>
    <w:p w14:paraId="273355B0"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Distância entre eixos, compatível para implemento de plataforma fixa de 10,50 metros;</w:t>
      </w:r>
    </w:p>
    <w:p w14:paraId="776AF921"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14:paraId="5DE47008"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14:paraId="1FAAC54A" w14:textId="77777777" w:rsidR="00164B43" w:rsidRPr="00623008" w:rsidRDefault="00164B43" w:rsidP="00A50BF7">
      <w:pPr>
        <w:pStyle w:val="PargrafodaLista"/>
        <w:numPr>
          <w:ilvl w:val="0"/>
          <w:numId w:val="29"/>
        </w:numPr>
        <w:ind w:left="0" w:firstLine="0"/>
        <w:jc w:val="both"/>
        <w:rPr>
          <w:rFonts w:cs="Arial"/>
          <w:szCs w:val="20"/>
        </w:rPr>
      </w:pPr>
      <w:r w:rsidRPr="00623008">
        <w:rPr>
          <w:rFonts w:cs="Arial"/>
          <w:szCs w:val="20"/>
        </w:rPr>
        <w:t>Pintura na cor BRANCA.</w:t>
      </w:r>
    </w:p>
    <w:p w14:paraId="755F6E50" w14:textId="77777777" w:rsidR="00164B43" w:rsidRPr="00623008" w:rsidRDefault="00164B43" w:rsidP="00A50BF7">
      <w:pPr>
        <w:pStyle w:val="PargrafodaLista"/>
        <w:numPr>
          <w:ilvl w:val="0"/>
          <w:numId w:val="28"/>
        </w:numPr>
        <w:spacing w:before="240" w:after="240"/>
        <w:ind w:left="0" w:firstLine="0"/>
        <w:contextualSpacing w:val="0"/>
        <w:jc w:val="both"/>
        <w:rPr>
          <w:rFonts w:cs="Arial"/>
          <w:szCs w:val="20"/>
        </w:rPr>
      </w:pPr>
      <w:r w:rsidRPr="00623008">
        <w:rPr>
          <w:rFonts w:cs="Arial"/>
          <w:b/>
          <w:szCs w:val="20"/>
        </w:rPr>
        <w:t>DIVERSOS</w:t>
      </w:r>
    </w:p>
    <w:p w14:paraId="6917E95F"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Ar-condicionado original de fábrica;</w:t>
      </w:r>
    </w:p>
    <w:p w14:paraId="0199CAB2" w14:textId="77777777" w:rsidR="00EB6A2E" w:rsidRDefault="00164B43" w:rsidP="00EB6A2E">
      <w:pPr>
        <w:pStyle w:val="PargrafodaLista"/>
        <w:numPr>
          <w:ilvl w:val="1"/>
          <w:numId w:val="28"/>
        </w:numPr>
        <w:ind w:left="0" w:firstLine="0"/>
        <w:jc w:val="both"/>
        <w:rPr>
          <w:rFonts w:cs="Arial"/>
          <w:szCs w:val="20"/>
        </w:rPr>
      </w:pPr>
      <w:r w:rsidRPr="00623008">
        <w:rPr>
          <w:rFonts w:cs="Arial"/>
          <w:szCs w:val="20"/>
        </w:rPr>
        <w:t>Retrovisores externos elétricos;</w:t>
      </w:r>
    </w:p>
    <w:p w14:paraId="60548E4B" w14:textId="77777777" w:rsidR="00EB6A2E" w:rsidRDefault="00EB6A2E" w:rsidP="00EB6A2E">
      <w:pPr>
        <w:pStyle w:val="PargrafodaLista"/>
        <w:numPr>
          <w:ilvl w:val="1"/>
          <w:numId w:val="28"/>
        </w:numPr>
        <w:ind w:left="0" w:firstLine="0"/>
        <w:jc w:val="both"/>
        <w:rPr>
          <w:rFonts w:cs="Arial"/>
          <w:szCs w:val="20"/>
        </w:rPr>
      </w:pPr>
      <w:r w:rsidRPr="00EB6A2E">
        <w:rPr>
          <w:rFonts w:cs="Arial"/>
          <w:szCs w:val="20"/>
        </w:rPr>
        <w:t>Vidro elétrico nas portas de fábrica, podendo ser instalado por empresa homologada pelo fabricante, mantendo-se as condições de garantias do fabricante;</w:t>
      </w:r>
    </w:p>
    <w:p w14:paraId="0A4FE37B" w14:textId="2D9C4D77" w:rsidR="00EB6A2E" w:rsidRPr="00EB6A2E" w:rsidRDefault="00EB6A2E" w:rsidP="00EB6A2E">
      <w:pPr>
        <w:pStyle w:val="PargrafodaLista"/>
        <w:numPr>
          <w:ilvl w:val="1"/>
          <w:numId w:val="28"/>
        </w:numPr>
        <w:ind w:left="0" w:firstLine="0"/>
        <w:jc w:val="both"/>
        <w:rPr>
          <w:rFonts w:cs="Arial"/>
          <w:szCs w:val="20"/>
        </w:rPr>
      </w:pPr>
      <w:r w:rsidRPr="00EB6A2E">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129F88C9"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0D4F528D"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Som/multimídia integrada ao veículo, somente o disponibilizado de fábrica;</w:t>
      </w:r>
    </w:p>
    <w:p w14:paraId="371EA24C"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Protetor de cárter;</w:t>
      </w:r>
    </w:p>
    <w:p w14:paraId="2D45047E"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Jogo de tapete de borracha; e</w:t>
      </w:r>
    </w:p>
    <w:p w14:paraId="4BCA292B" w14:textId="77777777" w:rsidR="00164B43" w:rsidRPr="00623008" w:rsidRDefault="00164B43" w:rsidP="00A50BF7">
      <w:pPr>
        <w:pStyle w:val="PargrafodaLista"/>
        <w:numPr>
          <w:ilvl w:val="1"/>
          <w:numId w:val="28"/>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14:paraId="259A36D5" w14:textId="77777777" w:rsidR="00164B43" w:rsidRPr="00623008" w:rsidRDefault="00164B43" w:rsidP="00A50BF7">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CARACTERIZAÇÃO DA CARROCERIA PLATAFORMA FIXA</w:t>
      </w:r>
    </w:p>
    <w:p w14:paraId="2836458C" w14:textId="77777777" w:rsidR="00164B43" w:rsidRPr="00623008" w:rsidRDefault="00164B43" w:rsidP="00A50BF7">
      <w:pPr>
        <w:pStyle w:val="PargrafodaLista"/>
        <w:numPr>
          <w:ilvl w:val="0"/>
          <w:numId w:val="30"/>
        </w:numPr>
        <w:ind w:left="0" w:firstLine="0"/>
        <w:jc w:val="both"/>
        <w:rPr>
          <w:rFonts w:cs="Arial"/>
          <w:szCs w:val="20"/>
        </w:rPr>
      </w:pPr>
      <w:r w:rsidRPr="00623008">
        <w:rPr>
          <w:rFonts w:cs="Arial"/>
          <w:szCs w:val="20"/>
        </w:rPr>
        <w:t>Implemento novo, de primeiro uso, medindo 10,50 metros de comprimento, largura da mesa de 2,80 metros e capacidade de carga de 20.000 Kg;</w:t>
      </w:r>
    </w:p>
    <w:p w14:paraId="4516E03B" w14:textId="77777777" w:rsidR="00164B43" w:rsidRPr="00623008" w:rsidRDefault="00164B43" w:rsidP="00A50BF7">
      <w:pPr>
        <w:pStyle w:val="PargrafodaLista"/>
        <w:numPr>
          <w:ilvl w:val="0"/>
          <w:numId w:val="30"/>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 xml:space="preserve">Guincho redutor hidráulico instalado no centro da plataforma, próximo ao </w:t>
      </w:r>
      <w:proofErr w:type="spellStart"/>
      <w:r w:rsidRPr="00623008">
        <w:rPr>
          <w:rStyle w:val="fontstyle01"/>
          <w:rFonts w:ascii="Arial" w:hAnsi="Arial" w:cs="Arial"/>
          <w:sz w:val="20"/>
          <w:szCs w:val="20"/>
        </w:rPr>
        <w:t>malhal</w:t>
      </w:r>
      <w:proofErr w:type="spellEnd"/>
      <w:r w:rsidRPr="00623008">
        <w:rPr>
          <w:rStyle w:val="fontstyle01"/>
          <w:rFonts w:ascii="Arial" w:hAnsi="Arial" w:cs="Arial"/>
          <w:sz w:val="20"/>
          <w:szCs w:val="20"/>
        </w:rPr>
        <w:t xml:space="preserve"> protetor de cabine, com capacidade mínima de 20 toneladas, cabo de aço de 20 metros com gancho e controle remoto à cabo para acionamento do guincho. Deverá ser instalado uma roldana no início da rampa para guiar o cabo de aço em operações de embarques;</w:t>
      </w:r>
    </w:p>
    <w:p w14:paraId="19A4FF25" w14:textId="77777777" w:rsidR="00164B43" w:rsidRPr="00623008" w:rsidRDefault="00164B43" w:rsidP="00A50BF7">
      <w:pPr>
        <w:pStyle w:val="PargrafodaLista"/>
        <w:numPr>
          <w:ilvl w:val="0"/>
          <w:numId w:val="30"/>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Implemento dotado de tomada de força com sistema eletropneumático, controle no painel do veículo e alarme sonoro quando estiver lidada;</w:t>
      </w:r>
    </w:p>
    <w:p w14:paraId="69DCDB65" w14:textId="77777777" w:rsidR="00164B43" w:rsidRPr="00623008" w:rsidRDefault="00164B43" w:rsidP="00A50BF7">
      <w:pPr>
        <w:pStyle w:val="PargrafodaLista"/>
        <w:numPr>
          <w:ilvl w:val="0"/>
          <w:numId w:val="30"/>
        </w:numPr>
        <w:ind w:left="0" w:firstLine="0"/>
        <w:jc w:val="both"/>
        <w:rPr>
          <w:rFonts w:cs="Arial"/>
          <w:color w:val="FF0000"/>
          <w:szCs w:val="20"/>
        </w:rPr>
      </w:pPr>
      <w:r w:rsidRPr="00623008">
        <w:rPr>
          <w:rFonts w:cs="Arial"/>
          <w:color w:val="111111"/>
          <w:szCs w:val="20"/>
        </w:rPr>
        <w:lastRenderedPageBreak/>
        <w:t xml:space="preserve">Rampas traseiras raiadas com largura mínima de 1,00 metro, com acionamento </w:t>
      </w:r>
      <w:r>
        <w:rPr>
          <w:rFonts w:cs="Arial"/>
          <w:color w:val="111111"/>
          <w:szCs w:val="20"/>
        </w:rPr>
        <w:t xml:space="preserve">eletro </w:t>
      </w:r>
      <w:r w:rsidRPr="00623008">
        <w:rPr>
          <w:rFonts w:cs="Arial"/>
          <w:color w:val="111111"/>
          <w:szCs w:val="20"/>
        </w:rPr>
        <w:t>hidráulico e cantoneiras de aço para embarque dos equipamentos. As rampas deverão ser dotadas de válvula de segurança de contrabalanço;</w:t>
      </w:r>
    </w:p>
    <w:p w14:paraId="58D9B14B" w14:textId="77777777" w:rsidR="00164B43" w:rsidRPr="00623008" w:rsidRDefault="00164B43" w:rsidP="00A50BF7">
      <w:pPr>
        <w:pStyle w:val="PargrafodaLista"/>
        <w:numPr>
          <w:ilvl w:val="0"/>
          <w:numId w:val="30"/>
        </w:numPr>
        <w:ind w:left="0" w:firstLine="0"/>
        <w:jc w:val="both"/>
        <w:rPr>
          <w:rFonts w:cs="Arial"/>
          <w:color w:val="FF0000"/>
          <w:szCs w:val="20"/>
        </w:rPr>
      </w:pPr>
      <w:r w:rsidRPr="00623008">
        <w:rPr>
          <w:rFonts w:cs="Arial"/>
          <w:color w:val="111111"/>
          <w:szCs w:val="20"/>
        </w:rPr>
        <w:t>2 (duas) sapatas hidráulicas estabilizadoras, instaladas na traseira do implemento e acionamento independente;</w:t>
      </w:r>
    </w:p>
    <w:p w14:paraId="327370E6" w14:textId="77777777" w:rsidR="00164B43" w:rsidRPr="00623008" w:rsidRDefault="00164B43" w:rsidP="00A50BF7">
      <w:pPr>
        <w:pStyle w:val="PargrafodaLista"/>
        <w:numPr>
          <w:ilvl w:val="0"/>
          <w:numId w:val="30"/>
        </w:numPr>
        <w:ind w:left="0" w:firstLine="0"/>
        <w:jc w:val="both"/>
        <w:rPr>
          <w:rFonts w:cs="Arial"/>
          <w:szCs w:val="20"/>
        </w:rPr>
      </w:pPr>
      <w:r w:rsidRPr="00623008">
        <w:rPr>
          <w:rFonts w:cs="Arial"/>
          <w:color w:val="111111"/>
          <w:szCs w:val="20"/>
        </w:rPr>
        <w:t xml:space="preserve">Piso de madeira de lei com pranchas de 40mm de espessura, </w:t>
      </w:r>
      <w:r w:rsidRPr="00623008">
        <w:rPr>
          <w:rStyle w:val="fontstyle01"/>
          <w:rFonts w:ascii="Arial" w:hAnsi="Arial" w:cs="Arial"/>
          <w:sz w:val="20"/>
          <w:szCs w:val="20"/>
        </w:rPr>
        <w:t xml:space="preserve">adequada ao transporte de máquinas </w:t>
      </w:r>
      <w:r w:rsidRPr="00623008">
        <w:rPr>
          <w:rStyle w:val="fontstyle01"/>
          <w:rFonts w:ascii="Arial" w:hAnsi="Arial" w:cs="Arial"/>
          <w:color w:val="auto"/>
          <w:sz w:val="20"/>
          <w:szCs w:val="20"/>
        </w:rPr>
        <w:t>em toda extensão da plataforma</w:t>
      </w:r>
      <w:r w:rsidRPr="00623008">
        <w:rPr>
          <w:rFonts w:cs="Arial"/>
          <w:szCs w:val="20"/>
        </w:rPr>
        <w:t>;</w:t>
      </w:r>
    </w:p>
    <w:p w14:paraId="11BEFB8D" w14:textId="77777777" w:rsidR="00164B43" w:rsidRPr="00623008" w:rsidRDefault="00164B43" w:rsidP="00A50BF7">
      <w:pPr>
        <w:pStyle w:val="PargrafodaLista"/>
        <w:numPr>
          <w:ilvl w:val="0"/>
          <w:numId w:val="30"/>
        </w:numPr>
        <w:ind w:left="0" w:firstLine="0"/>
        <w:jc w:val="both"/>
        <w:rPr>
          <w:rFonts w:cs="Arial"/>
          <w:szCs w:val="20"/>
        </w:rPr>
      </w:pPr>
      <w:r w:rsidRPr="00623008">
        <w:rPr>
          <w:rFonts w:cs="Arial"/>
          <w:szCs w:val="20"/>
        </w:rPr>
        <w:t>Acabamento com fundo anticorrosivo epóxi e pintura em poliuretano (PU) na cor branca;</w:t>
      </w:r>
    </w:p>
    <w:p w14:paraId="66C51B73" w14:textId="77777777" w:rsidR="00164B43" w:rsidRPr="00623008" w:rsidRDefault="00164B43" w:rsidP="00A50BF7">
      <w:pPr>
        <w:pStyle w:val="PargrafodaLista"/>
        <w:numPr>
          <w:ilvl w:val="0"/>
          <w:numId w:val="30"/>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14:paraId="32BAF2B4" w14:textId="77777777" w:rsidR="00164B43" w:rsidRPr="00623008" w:rsidRDefault="00164B43" w:rsidP="00A50BF7">
      <w:pPr>
        <w:pStyle w:val="PargrafodaLista"/>
        <w:numPr>
          <w:ilvl w:val="0"/>
          <w:numId w:val="30"/>
        </w:numPr>
        <w:ind w:left="0" w:firstLine="0"/>
        <w:jc w:val="both"/>
        <w:rPr>
          <w:rFonts w:cs="Arial"/>
          <w:szCs w:val="20"/>
        </w:rPr>
      </w:pPr>
      <w:r w:rsidRPr="00623008">
        <w:rPr>
          <w:rFonts w:cs="Arial"/>
          <w:szCs w:val="20"/>
        </w:rPr>
        <w:t>Implemento com argolas de fixação nas laterais da plataforma para ancoragem de</w:t>
      </w:r>
      <w:r w:rsidRPr="00623008">
        <w:rPr>
          <w:rFonts w:cs="Arial"/>
          <w:szCs w:val="20"/>
        </w:rPr>
        <w:br/>
        <w:t>equipamentos para amarração e ancoragem da carga;</w:t>
      </w:r>
    </w:p>
    <w:p w14:paraId="48FDBAC2" w14:textId="77777777" w:rsidR="00164B43" w:rsidRPr="00623008" w:rsidRDefault="00164B43" w:rsidP="00A50BF7">
      <w:pPr>
        <w:pStyle w:val="PargrafodaLista"/>
        <w:numPr>
          <w:ilvl w:val="0"/>
          <w:numId w:val="30"/>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Placa traseira de sinalização de veículo longo, fixa e</w:t>
      </w:r>
      <w:r w:rsidRPr="00623008">
        <w:rPr>
          <w:rFonts w:cs="Arial"/>
          <w:szCs w:val="20"/>
        </w:rPr>
        <w:br/>
      </w:r>
      <w:r w:rsidRPr="00623008">
        <w:rPr>
          <w:rStyle w:val="fontstyle01"/>
          <w:rFonts w:ascii="Arial" w:hAnsi="Arial" w:cs="Arial"/>
          <w:color w:val="auto"/>
          <w:sz w:val="20"/>
          <w:szCs w:val="20"/>
        </w:rPr>
        <w:t>bipartida, contendo lanternas traseiras conforme legislação vigente;</w:t>
      </w:r>
    </w:p>
    <w:p w14:paraId="48F2765F" w14:textId="77777777" w:rsidR="00164B43" w:rsidRPr="00623008" w:rsidRDefault="00164B43" w:rsidP="00A50BF7">
      <w:pPr>
        <w:pStyle w:val="PargrafodaLista"/>
        <w:numPr>
          <w:ilvl w:val="0"/>
          <w:numId w:val="30"/>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 xml:space="preserve">Sistema de iluminação com 2 (duas) lanternas de LED nas laterais da plataforma e 2 (dois) refletores de LED para trabalhos noturno, instalados no </w:t>
      </w:r>
      <w:proofErr w:type="spellStart"/>
      <w:r w:rsidRPr="00623008">
        <w:rPr>
          <w:rStyle w:val="fontstyle01"/>
          <w:rFonts w:ascii="Arial" w:hAnsi="Arial" w:cs="Arial"/>
          <w:color w:val="auto"/>
          <w:sz w:val="20"/>
          <w:szCs w:val="20"/>
        </w:rPr>
        <w:t>malhal</w:t>
      </w:r>
      <w:proofErr w:type="spellEnd"/>
      <w:r w:rsidRPr="00623008">
        <w:rPr>
          <w:rStyle w:val="fontstyle01"/>
          <w:rFonts w:ascii="Arial" w:hAnsi="Arial" w:cs="Arial"/>
          <w:color w:val="auto"/>
          <w:sz w:val="20"/>
          <w:szCs w:val="20"/>
        </w:rPr>
        <w:t xml:space="preserve"> protetor de cabine;</w:t>
      </w:r>
    </w:p>
    <w:p w14:paraId="18B408CF" w14:textId="1BBC5D90" w:rsidR="00164B43" w:rsidRPr="00623008" w:rsidRDefault="00164B43" w:rsidP="00A50BF7">
      <w:pPr>
        <w:pStyle w:val="PargrafodaLista"/>
        <w:numPr>
          <w:ilvl w:val="0"/>
          <w:numId w:val="30"/>
        </w:numPr>
        <w:ind w:left="0" w:firstLine="0"/>
        <w:jc w:val="both"/>
        <w:rPr>
          <w:rFonts w:cs="Arial"/>
          <w:szCs w:val="20"/>
        </w:rPr>
      </w:pPr>
      <w:r w:rsidRPr="00623008">
        <w:rPr>
          <w:rStyle w:val="fontstyle01"/>
          <w:rFonts w:ascii="Arial" w:hAnsi="Arial" w:cs="Arial"/>
          <w:color w:val="auto"/>
          <w:sz w:val="20"/>
          <w:szCs w:val="20"/>
        </w:rPr>
        <w:t xml:space="preserve">Deverá ser fornecido 4 (quatro) cunhas de apoio para os pneus de equipamentos embarcados e 4 (quatro) cintas com catracas e gancho uma para fixação da carga. Cada cinta deverá medir 9 metros e possuir capacidade de amarração de 10 toneladas cada; </w:t>
      </w:r>
      <w:r w:rsidR="0037219F">
        <w:rPr>
          <w:rStyle w:val="fontstyle01"/>
          <w:rFonts w:ascii="Arial" w:hAnsi="Arial" w:cs="Arial"/>
          <w:color w:val="auto"/>
          <w:sz w:val="20"/>
          <w:szCs w:val="20"/>
        </w:rPr>
        <w:t>e</w:t>
      </w:r>
    </w:p>
    <w:p w14:paraId="65D558E3" w14:textId="7E6BA88B" w:rsidR="00ED6321" w:rsidRDefault="00164B43" w:rsidP="00A50BF7">
      <w:pPr>
        <w:pStyle w:val="PargrafodaLista"/>
        <w:numPr>
          <w:ilvl w:val="0"/>
          <w:numId w:val="30"/>
        </w:numPr>
        <w:ind w:left="0" w:firstLine="0"/>
        <w:jc w:val="both"/>
        <w:rPr>
          <w:rFonts w:cs="Arial"/>
          <w:szCs w:val="20"/>
        </w:rPr>
      </w:pPr>
      <w:r>
        <w:rPr>
          <w:rFonts w:cs="Arial"/>
          <w:szCs w:val="20"/>
        </w:rPr>
        <w:t>Produto similar ao Volvo VM 270 8x4R, equipado com i</w:t>
      </w:r>
      <w:r w:rsidRPr="00623008">
        <w:rPr>
          <w:rFonts w:cs="Arial"/>
          <w:szCs w:val="20"/>
        </w:rPr>
        <w:t xml:space="preserve">mplemento </w:t>
      </w:r>
      <w:r>
        <w:rPr>
          <w:rFonts w:cs="Arial"/>
          <w:szCs w:val="20"/>
        </w:rPr>
        <w:t>similar a</w:t>
      </w:r>
      <w:r w:rsidRPr="00623008">
        <w:rPr>
          <w:rFonts w:cs="Arial"/>
          <w:szCs w:val="20"/>
        </w:rPr>
        <w:t xml:space="preserve"> Plataforma Carrega Tudo Fixa 20t da Mirassol implementos.</w:t>
      </w:r>
    </w:p>
    <w:p w14:paraId="032DE578" w14:textId="409E0632" w:rsidR="00164B43" w:rsidRDefault="00164B43" w:rsidP="00164B43">
      <w:pPr>
        <w:jc w:val="both"/>
        <w:rPr>
          <w:rFonts w:cs="Arial"/>
          <w:szCs w:val="20"/>
        </w:rPr>
      </w:pPr>
    </w:p>
    <w:p w14:paraId="0960931F" w14:textId="77777777" w:rsidR="00164B43" w:rsidRPr="00164B43" w:rsidRDefault="00164B43" w:rsidP="00164B43">
      <w:pPr>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CB6B9F" w:rsidRPr="00623008" w14:paraId="3606E168" w14:textId="77777777" w:rsidTr="002757C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4BFE73D" w14:textId="77777777" w:rsidR="00CB6B9F" w:rsidRPr="00623008" w:rsidRDefault="002757CD" w:rsidP="008B0E2E">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14:paraId="1116E2C9" w14:textId="77777777" w:rsidR="00CB6B9F" w:rsidRPr="00623008" w:rsidRDefault="00CB6B9F" w:rsidP="008B0E2E">
            <w:pPr>
              <w:widowControl w:val="0"/>
              <w:suppressAutoHyphens/>
              <w:jc w:val="center"/>
              <w:rPr>
                <w:rFonts w:cs="Times New Roman"/>
                <w:b/>
                <w:bCs/>
                <w:szCs w:val="20"/>
              </w:rPr>
            </w:pPr>
            <w:r w:rsidRPr="00623008">
              <w:rPr>
                <w:rFonts w:cs="Times New Roman"/>
                <w:b/>
                <w:bCs/>
                <w:szCs w:val="20"/>
              </w:rPr>
              <w:t>DESCRIÇÃO/ESPECIFICAÇÃO</w:t>
            </w:r>
          </w:p>
        </w:tc>
      </w:tr>
      <w:tr w:rsidR="00CB6B9F" w:rsidRPr="00623008" w14:paraId="45A1B412" w14:textId="77777777" w:rsidTr="002757CD">
        <w:trPr>
          <w:jc w:val="center"/>
        </w:trPr>
        <w:tc>
          <w:tcPr>
            <w:tcW w:w="988" w:type="dxa"/>
            <w:vAlign w:val="center"/>
          </w:tcPr>
          <w:p w14:paraId="410228F3" w14:textId="3837DAC9" w:rsidR="00CB6B9F" w:rsidRPr="00623008" w:rsidRDefault="00043980" w:rsidP="00ED6321">
            <w:pPr>
              <w:widowControl w:val="0"/>
              <w:suppressAutoHyphens/>
              <w:jc w:val="center"/>
              <w:rPr>
                <w:rFonts w:cs="Arial"/>
                <w:b/>
                <w:color w:val="000000"/>
                <w:szCs w:val="20"/>
              </w:rPr>
            </w:pPr>
            <w:r>
              <w:rPr>
                <w:rFonts w:cs="Arial"/>
                <w:b/>
                <w:color w:val="000000"/>
                <w:szCs w:val="20"/>
              </w:rPr>
              <w:t>3</w:t>
            </w:r>
            <w:r w:rsidR="00A83E1B">
              <w:rPr>
                <w:rFonts w:cs="Arial"/>
                <w:b/>
                <w:color w:val="000000"/>
                <w:szCs w:val="20"/>
              </w:rPr>
              <w:t>9</w:t>
            </w:r>
          </w:p>
        </w:tc>
        <w:tc>
          <w:tcPr>
            <w:tcW w:w="7938" w:type="dxa"/>
          </w:tcPr>
          <w:p w14:paraId="0AE9C7C6" w14:textId="77777777" w:rsidR="00CB6B9F" w:rsidRPr="00623008" w:rsidRDefault="00CB6B9F" w:rsidP="008B0E2E">
            <w:pPr>
              <w:widowControl w:val="0"/>
              <w:suppressAutoHyphens/>
              <w:rPr>
                <w:rFonts w:cs="Arial"/>
                <w:color w:val="000000"/>
                <w:szCs w:val="20"/>
              </w:rPr>
            </w:pPr>
            <w:r w:rsidRPr="00623008">
              <w:rPr>
                <w:rFonts w:cs="Times New Roman"/>
                <w:bCs/>
                <w:szCs w:val="20"/>
              </w:rPr>
              <w:t>Caminhão a diesel com tanque para transporte de água</w:t>
            </w:r>
            <w:r w:rsidR="00591489" w:rsidRPr="00623008">
              <w:rPr>
                <w:rFonts w:cs="Times New Roman"/>
                <w:bCs/>
                <w:szCs w:val="20"/>
              </w:rPr>
              <w:t xml:space="preserve"> 10.000 litros</w:t>
            </w:r>
            <w:r w:rsidRPr="00623008">
              <w:rPr>
                <w:rFonts w:cs="Times New Roman"/>
                <w:bCs/>
                <w:szCs w:val="20"/>
              </w:rPr>
              <w:t>, tração 4x2</w:t>
            </w:r>
          </w:p>
        </w:tc>
      </w:tr>
    </w:tbl>
    <w:p w14:paraId="6785F8C5" w14:textId="77777777" w:rsidR="00CB6B9F" w:rsidRPr="00623008" w:rsidRDefault="00CB6B9F" w:rsidP="00A50BF7">
      <w:pPr>
        <w:pStyle w:val="PargrafodaLista"/>
        <w:numPr>
          <w:ilvl w:val="0"/>
          <w:numId w:val="20"/>
        </w:numPr>
        <w:spacing w:before="240" w:after="240"/>
        <w:ind w:left="0" w:firstLine="0"/>
        <w:contextualSpacing w:val="0"/>
        <w:jc w:val="both"/>
        <w:rPr>
          <w:rFonts w:cs="Arial"/>
          <w:b/>
          <w:szCs w:val="20"/>
        </w:rPr>
      </w:pPr>
      <w:r w:rsidRPr="00623008">
        <w:rPr>
          <w:rFonts w:cs="Arial"/>
          <w:b/>
          <w:szCs w:val="20"/>
        </w:rPr>
        <w:t>CARACTERÍSTICAS TÉCNICAS</w:t>
      </w:r>
    </w:p>
    <w:p w14:paraId="19A57C6E" w14:textId="77777777" w:rsidR="00964757" w:rsidRPr="00623008" w:rsidRDefault="00CB6B9F" w:rsidP="00A50BF7">
      <w:pPr>
        <w:pStyle w:val="PargrafodaLista"/>
        <w:numPr>
          <w:ilvl w:val="0"/>
          <w:numId w:val="21"/>
        </w:numPr>
        <w:spacing w:after="120"/>
        <w:ind w:left="0" w:firstLine="0"/>
        <w:jc w:val="both"/>
        <w:rPr>
          <w:rFonts w:cs="Arial"/>
          <w:szCs w:val="20"/>
        </w:rPr>
      </w:pPr>
      <w:r w:rsidRPr="00623008">
        <w:rPr>
          <w:rFonts w:cs="Arial"/>
          <w:szCs w:val="20"/>
        </w:rPr>
        <w:t xml:space="preserve">Classificação: Veículo novo, zero quilômetro, </w:t>
      </w:r>
      <w:r w:rsidR="00881EFA" w:rsidRPr="00623008">
        <w:rPr>
          <w:rFonts w:cs="Arial"/>
          <w:szCs w:val="20"/>
        </w:rPr>
        <w:t xml:space="preserve">equipado com </w:t>
      </w:r>
      <w:r w:rsidRPr="00623008">
        <w:rPr>
          <w:rFonts w:cs="Arial"/>
          <w:szCs w:val="20"/>
        </w:rPr>
        <w:t xml:space="preserve">cisterna </w:t>
      </w:r>
      <w:r w:rsidR="0093280F" w:rsidRPr="00623008">
        <w:rPr>
          <w:rFonts w:cs="Arial"/>
          <w:szCs w:val="20"/>
        </w:rPr>
        <w:t xml:space="preserve">para </w:t>
      </w:r>
      <w:r w:rsidRPr="00623008">
        <w:rPr>
          <w:rFonts w:cs="Arial"/>
          <w:szCs w:val="20"/>
        </w:rPr>
        <w:t>transporte de água potável e</w:t>
      </w:r>
      <w:r w:rsidR="00D21431" w:rsidRPr="00623008">
        <w:rPr>
          <w:rFonts w:cs="Arial"/>
          <w:szCs w:val="20"/>
        </w:rPr>
        <w:t>/ou</w:t>
      </w:r>
      <w:r w:rsidRPr="00623008">
        <w:rPr>
          <w:rFonts w:cs="Arial"/>
          <w:szCs w:val="20"/>
        </w:rPr>
        <w:t xml:space="preserve"> </w:t>
      </w:r>
      <w:r w:rsidR="0001729F" w:rsidRPr="00623008">
        <w:rPr>
          <w:rFonts w:cs="Arial"/>
          <w:szCs w:val="20"/>
        </w:rPr>
        <w:t>para trabalhos de terraplenagem</w:t>
      </w:r>
      <w:r w:rsidRPr="00623008">
        <w:rPr>
          <w:rFonts w:cs="Arial"/>
          <w:szCs w:val="20"/>
        </w:rPr>
        <w:t xml:space="preserve">, </w:t>
      </w:r>
      <w:r w:rsidR="00881EFA" w:rsidRPr="00623008">
        <w:rPr>
          <w:rFonts w:cs="Arial"/>
          <w:szCs w:val="20"/>
        </w:rPr>
        <w:t xml:space="preserve">dotado de </w:t>
      </w:r>
      <w:r w:rsidRPr="00623008">
        <w:rPr>
          <w:rFonts w:cs="Arial"/>
          <w:szCs w:val="20"/>
        </w:rPr>
        <w:t>sistema espargidor do tipo rabo de pavão e barra espargidora de água;</w:t>
      </w:r>
    </w:p>
    <w:p w14:paraId="7CA339C9" w14:textId="77777777" w:rsidR="00CB6B9F" w:rsidRPr="00623008" w:rsidRDefault="00CB6B9F" w:rsidP="00A50BF7">
      <w:pPr>
        <w:pStyle w:val="PargrafodaLista"/>
        <w:numPr>
          <w:ilvl w:val="0"/>
          <w:numId w:val="21"/>
        </w:numPr>
        <w:spacing w:after="120"/>
        <w:ind w:left="0" w:firstLine="0"/>
        <w:jc w:val="both"/>
        <w:rPr>
          <w:rFonts w:cs="Arial"/>
          <w:szCs w:val="20"/>
        </w:rPr>
      </w:pPr>
      <w:r w:rsidRPr="00623008">
        <w:rPr>
          <w:rFonts w:cs="Arial"/>
          <w:szCs w:val="20"/>
        </w:rPr>
        <w:t>Ano de fabricação do chassi: do ano em curso ou posterior;</w:t>
      </w:r>
    </w:p>
    <w:p w14:paraId="1CECCC35" w14:textId="77777777" w:rsidR="00CB6B9F" w:rsidRPr="00623008" w:rsidRDefault="00CB6B9F" w:rsidP="00A50BF7">
      <w:pPr>
        <w:pStyle w:val="PargrafodaLista"/>
        <w:numPr>
          <w:ilvl w:val="0"/>
          <w:numId w:val="21"/>
        </w:numPr>
        <w:ind w:left="0" w:firstLine="0"/>
        <w:jc w:val="both"/>
        <w:rPr>
          <w:rFonts w:cs="Arial"/>
          <w:szCs w:val="20"/>
        </w:rPr>
      </w:pPr>
      <w:r w:rsidRPr="00623008">
        <w:rPr>
          <w:rFonts w:cs="Arial"/>
          <w:szCs w:val="20"/>
        </w:rPr>
        <w:t>PBT igual ou superior a 16.000 Kg;</w:t>
      </w:r>
    </w:p>
    <w:p w14:paraId="4362CE38" w14:textId="77777777" w:rsidR="00CB6B9F" w:rsidRPr="00623008" w:rsidRDefault="00CB6B9F" w:rsidP="00A50BF7">
      <w:pPr>
        <w:pStyle w:val="PargrafodaLista"/>
        <w:numPr>
          <w:ilvl w:val="0"/>
          <w:numId w:val="21"/>
        </w:numPr>
        <w:ind w:left="0" w:firstLine="0"/>
        <w:jc w:val="both"/>
        <w:rPr>
          <w:rFonts w:cs="Arial"/>
          <w:szCs w:val="20"/>
        </w:rPr>
      </w:pPr>
      <w:r w:rsidRPr="00623008">
        <w:rPr>
          <w:rFonts w:cs="Arial"/>
          <w:szCs w:val="20"/>
        </w:rPr>
        <w:t>Motor do veículo: Óleo diesel, com potência igual ou superior a 185CV;</w:t>
      </w:r>
    </w:p>
    <w:p w14:paraId="408E0054" w14:textId="77777777" w:rsidR="00CB6B9F" w:rsidRPr="00623008" w:rsidRDefault="00655002" w:rsidP="00A50BF7">
      <w:pPr>
        <w:pStyle w:val="PargrafodaLista"/>
        <w:numPr>
          <w:ilvl w:val="0"/>
          <w:numId w:val="21"/>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4.800mm</w:t>
      </w:r>
      <w:r w:rsidR="00CB6B9F" w:rsidRPr="00623008">
        <w:rPr>
          <w:rFonts w:cs="Arial"/>
          <w:szCs w:val="20"/>
        </w:rPr>
        <w:t xml:space="preserve">, compatível para implemento de </w:t>
      </w:r>
      <w:r w:rsidR="00D21431" w:rsidRPr="00623008">
        <w:rPr>
          <w:rFonts w:cs="Arial"/>
          <w:szCs w:val="20"/>
        </w:rPr>
        <w:t>cisterna de água</w:t>
      </w:r>
      <w:r w:rsidR="0041529B" w:rsidRPr="00623008">
        <w:rPr>
          <w:rFonts w:cs="Arial"/>
          <w:szCs w:val="20"/>
        </w:rPr>
        <w:t xml:space="preserve"> de 10m³</w:t>
      </w:r>
      <w:r w:rsidR="00CB6B9F" w:rsidRPr="00623008">
        <w:rPr>
          <w:rFonts w:cs="Arial"/>
          <w:szCs w:val="20"/>
        </w:rPr>
        <w:t>;</w:t>
      </w:r>
    </w:p>
    <w:p w14:paraId="22AF6305" w14:textId="77777777" w:rsidR="00AC6722" w:rsidRPr="00623008" w:rsidRDefault="00CB6B9F" w:rsidP="00A50BF7">
      <w:pPr>
        <w:pStyle w:val="PargrafodaLista"/>
        <w:numPr>
          <w:ilvl w:val="0"/>
          <w:numId w:val="21"/>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w:t>
      </w:r>
      <w:r w:rsidR="00AC6722" w:rsidRPr="00623008">
        <w:rPr>
          <w:rFonts w:cs="Arial"/>
          <w:szCs w:val="20"/>
        </w:rPr>
        <w:t xml:space="preserve"> para trabalhos fora de estrada;</w:t>
      </w:r>
    </w:p>
    <w:p w14:paraId="3D767BC0" w14:textId="77777777" w:rsidR="00CB6B9F" w:rsidRPr="00623008" w:rsidRDefault="00CB6B9F" w:rsidP="00A50BF7">
      <w:pPr>
        <w:pStyle w:val="PargrafodaLista"/>
        <w:numPr>
          <w:ilvl w:val="0"/>
          <w:numId w:val="21"/>
        </w:numPr>
        <w:ind w:left="0" w:firstLine="0"/>
        <w:jc w:val="both"/>
        <w:rPr>
          <w:rFonts w:cs="Arial"/>
          <w:szCs w:val="20"/>
        </w:rPr>
      </w:pPr>
      <w:r w:rsidRPr="00623008">
        <w:rPr>
          <w:rFonts w:cs="Arial"/>
          <w:szCs w:val="20"/>
        </w:rPr>
        <w:t>Acesso rápido para engate em cambão.</w:t>
      </w:r>
    </w:p>
    <w:p w14:paraId="057652CA" w14:textId="77777777" w:rsidR="00CB6B9F" w:rsidRPr="00623008" w:rsidRDefault="00CB6B9F" w:rsidP="00A50BF7">
      <w:pPr>
        <w:pStyle w:val="PargrafodaLista"/>
        <w:numPr>
          <w:ilvl w:val="0"/>
          <w:numId w:val="21"/>
        </w:numPr>
        <w:ind w:left="0" w:firstLine="0"/>
        <w:jc w:val="both"/>
        <w:rPr>
          <w:rFonts w:cs="Arial"/>
          <w:szCs w:val="20"/>
        </w:rPr>
      </w:pPr>
      <w:r w:rsidRPr="00623008">
        <w:rPr>
          <w:rFonts w:cs="Arial"/>
          <w:szCs w:val="20"/>
        </w:rPr>
        <w:t>Pneus e rodas</w:t>
      </w:r>
      <w:r w:rsidR="0023687E">
        <w:rPr>
          <w:rFonts w:cs="Arial"/>
          <w:szCs w:val="20"/>
        </w:rPr>
        <w:t xml:space="preserve"> o</w:t>
      </w:r>
      <w:r w:rsidR="00AC6722" w:rsidRPr="00623008">
        <w:rPr>
          <w:rFonts w:cs="Arial"/>
          <w:szCs w:val="20"/>
        </w:rPr>
        <w:t>riginais de fábrica, com a fabricação do ano corrente ou, no máximo, no prazo de 12 (doze) meses contados da data de entrega do veículo</w:t>
      </w:r>
      <w:r w:rsidRPr="00623008">
        <w:rPr>
          <w:rFonts w:cs="Arial"/>
          <w:szCs w:val="20"/>
        </w:rPr>
        <w:t>; e</w:t>
      </w:r>
    </w:p>
    <w:p w14:paraId="2752C149" w14:textId="77777777" w:rsidR="00CB6B9F" w:rsidRPr="00623008" w:rsidRDefault="00CB6B9F" w:rsidP="00A50BF7">
      <w:pPr>
        <w:pStyle w:val="PargrafodaLista"/>
        <w:numPr>
          <w:ilvl w:val="0"/>
          <w:numId w:val="21"/>
        </w:numPr>
        <w:ind w:left="0" w:firstLine="0"/>
        <w:contextualSpacing w:val="0"/>
        <w:jc w:val="both"/>
        <w:rPr>
          <w:rFonts w:cs="Arial"/>
          <w:szCs w:val="20"/>
        </w:rPr>
      </w:pPr>
      <w:r w:rsidRPr="00623008">
        <w:rPr>
          <w:rFonts w:cs="Arial"/>
          <w:szCs w:val="20"/>
        </w:rPr>
        <w:t>Pintura na cor BRANCA.</w:t>
      </w:r>
    </w:p>
    <w:p w14:paraId="2CCDE650" w14:textId="77777777" w:rsidR="00CB6B9F" w:rsidRPr="00623008" w:rsidRDefault="00CB6B9F" w:rsidP="00A50BF7">
      <w:pPr>
        <w:pStyle w:val="PargrafodaLista"/>
        <w:numPr>
          <w:ilvl w:val="0"/>
          <w:numId w:val="20"/>
        </w:numPr>
        <w:spacing w:before="240" w:after="240"/>
        <w:ind w:left="0" w:firstLine="0"/>
        <w:contextualSpacing w:val="0"/>
        <w:jc w:val="both"/>
        <w:rPr>
          <w:rFonts w:cs="Arial"/>
          <w:szCs w:val="20"/>
        </w:rPr>
      </w:pPr>
      <w:r w:rsidRPr="00623008">
        <w:rPr>
          <w:rFonts w:cs="Arial"/>
          <w:b/>
          <w:szCs w:val="20"/>
        </w:rPr>
        <w:t>DIVERSOS</w:t>
      </w:r>
    </w:p>
    <w:p w14:paraId="720947E7" w14:textId="77777777" w:rsidR="00AC6722"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t>Ar-condicionado original de fábrica;</w:t>
      </w:r>
    </w:p>
    <w:p w14:paraId="589438B4" w14:textId="77777777" w:rsidR="00EB6A2E" w:rsidRDefault="00AC6722" w:rsidP="00EB6A2E">
      <w:pPr>
        <w:pStyle w:val="PargrafodaLista"/>
        <w:numPr>
          <w:ilvl w:val="1"/>
          <w:numId w:val="20"/>
        </w:numPr>
        <w:ind w:left="0" w:firstLine="0"/>
        <w:contextualSpacing w:val="0"/>
        <w:jc w:val="both"/>
        <w:rPr>
          <w:rFonts w:cs="Arial"/>
          <w:szCs w:val="20"/>
        </w:rPr>
      </w:pPr>
      <w:r w:rsidRPr="00623008">
        <w:rPr>
          <w:rFonts w:cs="Arial"/>
          <w:szCs w:val="20"/>
        </w:rPr>
        <w:t>Retrovisores externos elétricos;</w:t>
      </w:r>
    </w:p>
    <w:p w14:paraId="73B1EDC5" w14:textId="77777777" w:rsidR="00EB6A2E" w:rsidRDefault="00EB6A2E" w:rsidP="00EB6A2E">
      <w:pPr>
        <w:pStyle w:val="PargrafodaLista"/>
        <w:numPr>
          <w:ilvl w:val="1"/>
          <w:numId w:val="20"/>
        </w:numPr>
        <w:ind w:left="0" w:firstLine="0"/>
        <w:contextualSpacing w:val="0"/>
        <w:jc w:val="both"/>
        <w:rPr>
          <w:rFonts w:cs="Arial"/>
          <w:szCs w:val="20"/>
        </w:rPr>
      </w:pPr>
      <w:r w:rsidRPr="00EB6A2E">
        <w:rPr>
          <w:rFonts w:cs="Arial"/>
          <w:szCs w:val="20"/>
        </w:rPr>
        <w:t>Vidro elétrico nas portas de fábrica, podendo ser instalado por empresa homologada pelo fabricante, mantendo-se as condições de garantias do fabricante;</w:t>
      </w:r>
    </w:p>
    <w:p w14:paraId="369895FA" w14:textId="331CD206" w:rsidR="00EB6A2E" w:rsidRPr="00EB6A2E" w:rsidRDefault="00EB6A2E" w:rsidP="00EB6A2E">
      <w:pPr>
        <w:pStyle w:val="PargrafodaLista"/>
        <w:numPr>
          <w:ilvl w:val="1"/>
          <w:numId w:val="20"/>
        </w:numPr>
        <w:ind w:left="0" w:firstLine="0"/>
        <w:contextualSpacing w:val="0"/>
        <w:jc w:val="both"/>
        <w:rPr>
          <w:rFonts w:cs="Arial"/>
          <w:szCs w:val="20"/>
        </w:rPr>
      </w:pPr>
      <w:r w:rsidRPr="00EB6A2E">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23197661" w14:textId="77777777" w:rsidR="00AC6722"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22DF2E46" w14:textId="77777777" w:rsidR="00AC6722"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lastRenderedPageBreak/>
        <w:t>Som/multimídia integrada ao veículo, somente o disponibilizado de fábrica;</w:t>
      </w:r>
    </w:p>
    <w:p w14:paraId="66FEEE65" w14:textId="77777777" w:rsidR="00AC6722"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t>Protetor de cárter;</w:t>
      </w:r>
    </w:p>
    <w:p w14:paraId="5D0C9705" w14:textId="77777777" w:rsidR="00AC6722"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t>Jogo de tapete de borracha; e</w:t>
      </w:r>
    </w:p>
    <w:p w14:paraId="470A7E19" w14:textId="77777777" w:rsidR="00CB6B9F" w:rsidRPr="00623008" w:rsidRDefault="00AC6722" w:rsidP="00A50BF7">
      <w:pPr>
        <w:pStyle w:val="PargrafodaLista"/>
        <w:numPr>
          <w:ilvl w:val="1"/>
          <w:numId w:val="20"/>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14:paraId="78945268" w14:textId="77777777" w:rsidR="00CB6B9F" w:rsidRPr="00623008" w:rsidRDefault="00CB6B9F" w:rsidP="00A50BF7">
      <w:pPr>
        <w:pStyle w:val="PargrafodaLista"/>
        <w:numPr>
          <w:ilvl w:val="0"/>
          <w:numId w:val="20"/>
        </w:numPr>
        <w:spacing w:before="240" w:after="240"/>
        <w:ind w:left="0" w:firstLine="0"/>
        <w:contextualSpacing w:val="0"/>
        <w:jc w:val="both"/>
        <w:rPr>
          <w:rFonts w:cs="Arial"/>
          <w:b/>
          <w:szCs w:val="20"/>
        </w:rPr>
      </w:pPr>
      <w:r w:rsidRPr="00623008">
        <w:rPr>
          <w:rFonts w:cs="Arial"/>
          <w:b/>
          <w:szCs w:val="20"/>
        </w:rPr>
        <w:t>CARACTERIZAÇÃO DO TANQUE PARA TRANSPORTE DE ÁGUA</w:t>
      </w:r>
    </w:p>
    <w:p w14:paraId="6D2A4B00" w14:textId="77777777" w:rsidR="00CB6B9F" w:rsidRPr="00623008" w:rsidRDefault="00CB6B9F" w:rsidP="00A50BF7">
      <w:pPr>
        <w:pStyle w:val="PargrafodaLista"/>
        <w:numPr>
          <w:ilvl w:val="1"/>
          <w:numId w:val="20"/>
        </w:numPr>
        <w:ind w:left="0" w:firstLine="0"/>
        <w:jc w:val="both"/>
        <w:rPr>
          <w:rFonts w:cs="Arial"/>
          <w:szCs w:val="20"/>
        </w:rPr>
      </w:pPr>
      <w:r w:rsidRPr="00623008">
        <w:rPr>
          <w:rFonts w:cs="Arial"/>
          <w:szCs w:val="20"/>
        </w:rPr>
        <w:t xml:space="preserve">Tanque semielíptico para </w:t>
      </w:r>
      <w:r w:rsidR="007A54D9" w:rsidRPr="00623008">
        <w:rPr>
          <w:rFonts w:cs="Arial"/>
          <w:szCs w:val="20"/>
        </w:rPr>
        <w:t>10</w:t>
      </w:r>
      <w:r w:rsidRPr="00623008">
        <w:rPr>
          <w:rFonts w:cs="Arial"/>
          <w:szCs w:val="20"/>
        </w:rPr>
        <w:t>.000 litros de água, dotado de quebra-ondas;</w:t>
      </w:r>
    </w:p>
    <w:p w14:paraId="0A8C3C82" w14:textId="77777777" w:rsidR="003E7BBD" w:rsidRPr="00623008" w:rsidRDefault="00CB6B9F" w:rsidP="00A50BF7">
      <w:pPr>
        <w:pStyle w:val="PargrafodaLista"/>
        <w:numPr>
          <w:ilvl w:val="1"/>
          <w:numId w:val="20"/>
        </w:numPr>
        <w:ind w:left="0" w:firstLine="0"/>
        <w:jc w:val="both"/>
        <w:rPr>
          <w:rFonts w:cs="Arial"/>
          <w:szCs w:val="20"/>
        </w:rPr>
      </w:pPr>
      <w:r w:rsidRPr="00623008">
        <w:rPr>
          <w:rFonts w:cs="Arial"/>
          <w:szCs w:val="20"/>
        </w:rPr>
        <w:t xml:space="preserve">Secção transversal semielíptica </w:t>
      </w:r>
      <w:r w:rsidR="003E7BBD" w:rsidRPr="00623008">
        <w:rPr>
          <w:rFonts w:cs="Arial"/>
          <w:szCs w:val="20"/>
        </w:rPr>
        <w:t xml:space="preserve">construído totalmente </w:t>
      </w:r>
      <w:r w:rsidRPr="00623008">
        <w:rPr>
          <w:rFonts w:cs="Arial"/>
          <w:szCs w:val="20"/>
        </w:rPr>
        <w:t xml:space="preserve">em chapa de aço carbono </w:t>
      </w:r>
      <w:r w:rsidR="00D9424D" w:rsidRPr="00623008">
        <w:rPr>
          <w:rFonts w:cs="Arial"/>
          <w:szCs w:val="20"/>
        </w:rPr>
        <w:t xml:space="preserve">com qualidade mínima </w:t>
      </w:r>
      <w:r w:rsidR="003E7BBD" w:rsidRPr="00623008">
        <w:rPr>
          <w:rFonts w:cs="Arial"/>
          <w:szCs w:val="20"/>
        </w:rPr>
        <w:t>LN 28</w:t>
      </w:r>
      <w:r w:rsidRPr="00623008">
        <w:rPr>
          <w:rFonts w:cs="Arial"/>
          <w:szCs w:val="20"/>
        </w:rPr>
        <w:t>, de características mecânicas e químicas adequadas ao transporte de água, com espessura mínima de 3</w:t>
      </w:r>
      <w:r w:rsidR="003E7BBD" w:rsidRPr="00623008">
        <w:rPr>
          <w:rFonts w:cs="Arial"/>
          <w:szCs w:val="20"/>
        </w:rPr>
        <w:t>,75mm, unidos po</w:t>
      </w:r>
      <w:r w:rsidR="004874A5" w:rsidRPr="00623008">
        <w:rPr>
          <w:rFonts w:cs="Arial"/>
          <w:szCs w:val="20"/>
        </w:rPr>
        <w:t>r</w:t>
      </w:r>
      <w:r w:rsidR="003E7BBD" w:rsidRPr="00623008">
        <w:rPr>
          <w:rFonts w:cs="Arial"/>
          <w:szCs w:val="20"/>
        </w:rPr>
        <w:t xml:space="preserve"> solda </w:t>
      </w:r>
      <w:r w:rsidR="003E7BBD" w:rsidRPr="00623008">
        <w:rPr>
          <w:rFonts w:cs="Arial"/>
          <w:i/>
          <w:szCs w:val="20"/>
        </w:rPr>
        <w:t>Mig</w:t>
      </w:r>
      <w:r w:rsidR="003E7BBD" w:rsidRPr="00623008">
        <w:rPr>
          <w:rFonts w:cs="Arial"/>
          <w:szCs w:val="20"/>
        </w:rPr>
        <w:t>;</w:t>
      </w:r>
    </w:p>
    <w:p w14:paraId="40FA044B" w14:textId="77777777" w:rsidR="00CB6B9F" w:rsidRPr="00623008" w:rsidRDefault="00CB6B9F" w:rsidP="00A50BF7">
      <w:pPr>
        <w:pStyle w:val="PargrafodaLista"/>
        <w:numPr>
          <w:ilvl w:val="1"/>
          <w:numId w:val="20"/>
        </w:numPr>
        <w:ind w:left="0" w:firstLine="0"/>
        <w:jc w:val="both"/>
        <w:rPr>
          <w:rFonts w:cs="Arial"/>
          <w:szCs w:val="20"/>
        </w:rPr>
      </w:pPr>
      <w:r w:rsidRPr="00623008">
        <w:rPr>
          <w:rFonts w:cs="Arial"/>
          <w:szCs w:val="20"/>
        </w:rPr>
        <w:t xml:space="preserve"> </w:t>
      </w:r>
      <w:r w:rsidR="003E7BBD" w:rsidRPr="00623008">
        <w:rPr>
          <w:szCs w:val="20"/>
        </w:rPr>
        <w:t xml:space="preserve">Tampos e quebra ondas policêntricos em chapa de aço </w:t>
      </w:r>
      <w:r w:rsidR="003E7BBD" w:rsidRPr="00623008">
        <w:rPr>
          <w:rFonts w:cs="Arial"/>
          <w:szCs w:val="20"/>
        </w:rPr>
        <w:t>com qualidade mínima</w:t>
      </w:r>
      <w:r w:rsidR="003E7BBD"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14:paraId="52838C82" w14:textId="77777777" w:rsidR="003E7BBD" w:rsidRPr="00623008" w:rsidRDefault="003E7BBD" w:rsidP="00A50BF7">
      <w:pPr>
        <w:pStyle w:val="PargrafodaLista"/>
        <w:numPr>
          <w:ilvl w:val="1"/>
          <w:numId w:val="20"/>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14:paraId="1BB23A36" w14:textId="77777777" w:rsidR="003E7BBD" w:rsidRPr="00623008" w:rsidRDefault="003E7BBD" w:rsidP="00A50BF7">
      <w:pPr>
        <w:pStyle w:val="PargrafodaLista"/>
        <w:numPr>
          <w:ilvl w:val="1"/>
          <w:numId w:val="20"/>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14:paraId="1F6FDB12" w14:textId="77777777" w:rsidR="003E7BBD" w:rsidRPr="00623008" w:rsidRDefault="003E7BBD" w:rsidP="00A50BF7">
      <w:pPr>
        <w:pStyle w:val="PargrafodaLista"/>
        <w:numPr>
          <w:ilvl w:val="1"/>
          <w:numId w:val="20"/>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14:paraId="213416E2" w14:textId="77777777" w:rsidR="00635773" w:rsidRPr="00623008" w:rsidRDefault="00635773" w:rsidP="00A50BF7">
      <w:pPr>
        <w:pStyle w:val="PargrafodaLista"/>
        <w:numPr>
          <w:ilvl w:val="1"/>
          <w:numId w:val="20"/>
        </w:numPr>
        <w:ind w:left="0" w:firstLine="0"/>
        <w:jc w:val="both"/>
        <w:rPr>
          <w:rFonts w:cs="Arial"/>
          <w:szCs w:val="20"/>
        </w:rPr>
      </w:pPr>
      <w:r w:rsidRPr="00623008">
        <w:rPr>
          <w:szCs w:val="20"/>
        </w:rPr>
        <w:t>Longarinas formadas por conjunto de berço metálicos em perfil U, com espessura de 6,35mm;</w:t>
      </w:r>
    </w:p>
    <w:p w14:paraId="665EB1AB" w14:textId="77777777" w:rsidR="00635773" w:rsidRPr="00623008" w:rsidRDefault="00635773" w:rsidP="00A50BF7">
      <w:pPr>
        <w:pStyle w:val="PargrafodaLista"/>
        <w:numPr>
          <w:ilvl w:val="1"/>
          <w:numId w:val="20"/>
        </w:numPr>
        <w:ind w:left="0" w:firstLine="0"/>
        <w:jc w:val="both"/>
        <w:rPr>
          <w:rFonts w:cs="Arial"/>
          <w:szCs w:val="20"/>
        </w:rPr>
      </w:pPr>
      <w:r w:rsidRPr="00623008">
        <w:rPr>
          <w:szCs w:val="20"/>
        </w:rPr>
        <w:t xml:space="preserve">Paralamas </w:t>
      </w:r>
      <w:r w:rsidR="00CB5DFA" w:rsidRPr="00623008">
        <w:rPr>
          <w:szCs w:val="20"/>
        </w:rPr>
        <w:t xml:space="preserve">em </w:t>
      </w:r>
      <w:r w:rsidRPr="00623008">
        <w:rPr>
          <w:szCs w:val="20"/>
        </w:rPr>
        <w:t>plástico de polietileno PPT 40 ou metálico com borracha, fixados por tubos galvanizados à longarina do tanque, ou em chapa de aço com qualidade mínima SAE 1020;</w:t>
      </w:r>
    </w:p>
    <w:p w14:paraId="59D2D798" w14:textId="77777777" w:rsidR="00CB5DFA" w:rsidRPr="00623008" w:rsidRDefault="00CB5DFA" w:rsidP="00A50BF7">
      <w:pPr>
        <w:pStyle w:val="PargrafodaLista"/>
        <w:numPr>
          <w:ilvl w:val="1"/>
          <w:numId w:val="20"/>
        </w:numPr>
        <w:ind w:left="0" w:firstLine="0"/>
        <w:jc w:val="both"/>
        <w:rPr>
          <w:rFonts w:cs="Arial"/>
          <w:szCs w:val="20"/>
        </w:rPr>
      </w:pPr>
      <w:r w:rsidRPr="00623008">
        <w:rPr>
          <w:szCs w:val="20"/>
        </w:rPr>
        <w:t>Caixa porta ferramentas construída em polietileno, c</w:t>
      </w:r>
      <w:r w:rsidR="00AD7E1A" w:rsidRPr="00623008">
        <w:rPr>
          <w:szCs w:val="20"/>
        </w:rPr>
        <w:t xml:space="preserve">om </w:t>
      </w:r>
      <w:r w:rsidRPr="00623008">
        <w:rPr>
          <w:szCs w:val="20"/>
        </w:rPr>
        <w:t>tampa e tranca, fixada por suporte parafusado à longarina do tanque;</w:t>
      </w:r>
    </w:p>
    <w:p w14:paraId="08A5C055" w14:textId="77777777" w:rsidR="00CB5DFA" w:rsidRPr="00623008" w:rsidRDefault="00CB5DFA" w:rsidP="00A50BF7">
      <w:pPr>
        <w:pStyle w:val="PargrafodaLista"/>
        <w:numPr>
          <w:ilvl w:val="1"/>
          <w:numId w:val="20"/>
        </w:numPr>
        <w:ind w:left="0" w:firstLine="0"/>
        <w:jc w:val="both"/>
        <w:rPr>
          <w:rFonts w:cs="Arial"/>
          <w:szCs w:val="20"/>
        </w:rPr>
      </w:pPr>
      <w:r w:rsidRPr="00623008">
        <w:rPr>
          <w:szCs w:val="20"/>
        </w:rPr>
        <w:t xml:space="preserve">Equipado com </w:t>
      </w:r>
      <w:r w:rsidR="00E9735F" w:rsidRPr="00623008">
        <w:rPr>
          <w:szCs w:val="20"/>
        </w:rPr>
        <w:t>conjunto bomba</w:t>
      </w:r>
      <w:r w:rsidRPr="00623008">
        <w:rPr>
          <w:szCs w:val="20"/>
        </w:rPr>
        <w:t xml:space="preserve">, acionado por </w:t>
      </w:r>
      <w:r w:rsidR="00E9735F" w:rsidRPr="00623008">
        <w:rPr>
          <w:szCs w:val="20"/>
        </w:rPr>
        <w:t xml:space="preserve">tomada de força tipo </w:t>
      </w:r>
      <w:r w:rsidRPr="00623008">
        <w:rPr>
          <w:szCs w:val="20"/>
        </w:rPr>
        <w:t>PTO</w:t>
      </w:r>
      <w:r w:rsidR="00E9735F" w:rsidRPr="00623008">
        <w:rPr>
          <w:szCs w:val="20"/>
        </w:rPr>
        <w:t xml:space="preserve"> </w:t>
      </w:r>
      <w:r w:rsidRPr="00623008">
        <w:rPr>
          <w:szCs w:val="20"/>
        </w:rPr>
        <w:t>instalada na caixa de marcha do veículo</w:t>
      </w:r>
      <w:r w:rsidR="00E9735F" w:rsidRPr="00623008">
        <w:rPr>
          <w:szCs w:val="20"/>
        </w:rPr>
        <w:t>, com c</w:t>
      </w:r>
      <w:r w:rsidRPr="00623008">
        <w:rPr>
          <w:szCs w:val="20"/>
        </w:rPr>
        <w:t>apacidade</w:t>
      </w:r>
      <w:r w:rsidR="00E9735F" w:rsidRPr="00623008">
        <w:rPr>
          <w:szCs w:val="20"/>
        </w:rPr>
        <w:t xml:space="preserve"> de vazão de 75m</w:t>
      </w:r>
      <w:r w:rsidR="0023687E" w:rsidRPr="00623008">
        <w:rPr>
          <w:szCs w:val="20"/>
        </w:rPr>
        <w:t>³/h.. Contendo</w:t>
      </w:r>
      <w:r w:rsidR="000912DE" w:rsidRPr="00623008">
        <w:rPr>
          <w:szCs w:val="20"/>
        </w:rPr>
        <w:t xml:space="preserve"> caixa multiplicadora tipo TFC 2, bomba centrífuga de 1 estágio, cardan homo cinético automotivo com cruzeta para 50CV, tomada de força pneumática compatível com relação de transmissão e rotação do câmbio do veículo</w:t>
      </w:r>
      <w:r w:rsidR="00E9735F" w:rsidRPr="00623008">
        <w:rPr>
          <w:szCs w:val="20"/>
        </w:rPr>
        <w:t>;</w:t>
      </w:r>
    </w:p>
    <w:p w14:paraId="59D035C0" w14:textId="77777777" w:rsidR="00CB6B9F" w:rsidRPr="00623008" w:rsidRDefault="00C26C75" w:rsidP="00A50BF7">
      <w:pPr>
        <w:pStyle w:val="PargrafodaLista"/>
        <w:numPr>
          <w:ilvl w:val="1"/>
          <w:numId w:val="20"/>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w:t>
      </w:r>
      <w:r w:rsidR="00635773" w:rsidRPr="00623008">
        <w:rPr>
          <w:szCs w:val="20"/>
        </w:rPr>
        <w:t xml:space="preserve">, </w:t>
      </w:r>
      <w:r w:rsidRPr="00623008">
        <w:rPr>
          <w:szCs w:val="20"/>
        </w:rPr>
        <w:t>do tanque p</w:t>
      </w:r>
      <w:r w:rsidR="00635773" w:rsidRPr="00623008">
        <w:rPr>
          <w:szCs w:val="20"/>
        </w:rPr>
        <w:t xml:space="preserve">ara </w:t>
      </w:r>
      <w:r w:rsidRPr="00623008">
        <w:rPr>
          <w:szCs w:val="20"/>
        </w:rPr>
        <w:t xml:space="preserve">outro reservatório, composto por registro de esfera </w:t>
      </w:r>
      <w:r w:rsidR="00635773" w:rsidRPr="00623008">
        <w:rPr>
          <w:szCs w:val="20"/>
        </w:rPr>
        <w:t xml:space="preserve">de </w:t>
      </w:r>
      <w:r w:rsidRPr="00623008">
        <w:rPr>
          <w:szCs w:val="20"/>
        </w:rPr>
        <w:t>2</w:t>
      </w:r>
      <w:r w:rsidR="00635773" w:rsidRPr="00623008">
        <w:rPr>
          <w:szCs w:val="20"/>
        </w:rPr>
        <w:t xml:space="preserve"> polegadas </w:t>
      </w:r>
      <w:r w:rsidRPr="00623008">
        <w:rPr>
          <w:szCs w:val="20"/>
        </w:rPr>
        <w:t xml:space="preserve">e engate rápido tipo </w:t>
      </w:r>
      <w:r w:rsidRPr="00623008">
        <w:rPr>
          <w:i/>
          <w:szCs w:val="20"/>
        </w:rPr>
        <w:t>storz</w:t>
      </w:r>
      <w:r w:rsidRPr="00623008">
        <w:rPr>
          <w:szCs w:val="20"/>
        </w:rPr>
        <w:t xml:space="preserve"> lado direito e lado esquerdo para mangotes de 1</w:t>
      </w:r>
      <w:r w:rsidR="00635773" w:rsidRPr="00623008">
        <w:rPr>
          <w:szCs w:val="20"/>
        </w:rPr>
        <w:t xml:space="preserve"> ½ (uma e meia) polegadas</w:t>
      </w:r>
      <w:r w:rsidR="00CB6B9F" w:rsidRPr="00623008">
        <w:rPr>
          <w:rFonts w:cs="Arial"/>
          <w:szCs w:val="20"/>
        </w:rPr>
        <w:t xml:space="preserve">; </w:t>
      </w:r>
    </w:p>
    <w:p w14:paraId="23AADB6C" w14:textId="77777777" w:rsidR="00964757" w:rsidRPr="00623008" w:rsidRDefault="00D57154" w:rsidP="00A50BF7">
      <w:pPr>
        <w:pStyle w:val="PargrafodaLista"/>
        <w:numPr>
          <w:ilvl w:val="1"/>
          <w:numId w:val="20"/>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w:t>
      </w:r>
      <w:r w:rsidR="00C26C75" w:rsidRPr="00623008">
        <w:rPr>
          <w:szCs w:val="20"/>
        </w:rPr>
        <w:t>-</w:t>
      </w:r>
      <w:r w:rsidRPr="00623008">
        <w:rPr>
          <w:szCs w:val="20"/>
        </w:rPr>
        <w:t>rápido</w:t>
      </w:r>
      <w:r w:rsidR="00C26C75" w:rsidRPr="00623008">
        <w:rPr>
          <w:szCs w:val="20"/>
        </w:rPr>
        <w:t xml:space="preserve">, </w:t>
      </w:r>
      <w:r w:rsidRPr="00623008">
        <w:rPr>
          <w:szCs w:val="20"/>
        </w:rPr>
        <w:t xml:space="preserve">feito por meio de válvula pneumática com </w:t>
      </w:r>
      <w:r w:rsidR="00C26C75" w:rsidRPr="00623008">
        <w:rPr>
          <w:szCs w:val="20"/>
        </w:rPr>
        <w:t xml:space="preserve">acionamento </w:t>
      </w:r>
      <w:r w:rsidRPr="00623008">
        <w:rPr>
          <w:szCs w:val="20"/>
        </w:rPr>
        <w:t>no interior da cabine do motorista</w:t>
      </w:r>
      <w:r w:rsidR="00E3299F" w:rsidRPr="00623008">
        <w:rPr>
          <w:rFonts w:cs="Arial"/>
          <w:szCs w:val="20"/>
        </w:rPr>
        <w:t>;</w:t>
      </w:r>
    </w:p>
    <w:p w14:paraId="6CB07B73" w14:textId="77777777" w:rsidR="00D57154" w:rsidRPr="00623008" w:rsidRDefault="00D57154" w:rsidP="00A50BF7">
      <w:pPr>
        <w:pStyle w:val="PargrafodaLista"/>
        <w:numPr>
          <w:ilvl w:val="1"/>
          <w:numId w:val="20"/>
        </w:numPr>
        <w:ind w:left="0" w:firstLine="0"/>
        <w:jc w:val="both"/>
        <w:rPr>
          <w:rFonts w:cs="Arial"/>
          <w:szCs w:val="20"/>
        </w:rPr>
      </w:pPr>
      <w:r w:rsidRPr="00623008">
        <w:rPr>
          <w:szCs w:val="20"/>
        </w:rPr>
        <w:t xml:space="preserve">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w:t>
      </w:r>
      <w:r w:rsidR="00C26C75" w:rsidRPr="00623008">
        <w:rPr>
          <w:szCs w:val="20"/>
        </w:rPr>
        <w:t xml:space="preserve">acionamento pneumático </w:t>
      </w:r>
      <w:r w:rsidRPr="00623008">
        <w:rPr>
          <w:szCs w:val="20"/>
        </w:rPr>
        <w:t>no interior da cabine;</w:t>
      </w:r>
    </w:p>
    <w:p w14:paraId="497CD3FA" w14:textId="77777777" w:rsidR="00CB6B9F" w:rsidRPr="00623008" w:rsidRDefault="00D57154" w:rsidP="00A50BF7">
      <w:pPr>
        <w:pStyle w:val="PargrafodaLista"/>
        <w:numPr>
          <w:ilvl w:val="1"/>
          <w:numId w:val="20"/>
        </w:numPr>
        <w:ind w:left="0" w:firstLine="0"/>
        <w:jc w:val="both"/>
        <w:rPr>
          <w:rFonts w:cs="Arial"/>
          <w:szCs w:val="20"/>
        </w:rPr>
      </w:pPr>
      <w:r w:rsidRPr="00623008">
        <w:rPr>
          <w:szCs w:val="20"/>
        </w:rPr>
        <w:t>Conjunto de Carretel instalados na lateral do tanque, contendo uma mangueira de 1 polegada resistente a pressão de 300psi</w:t>
      </w:r>
      <w:r w:rsidR="00C26C75" w:rsidRPr="00623008">
        <w:rPr>
          <w:szCs w:val="20"/>
        </w:rPr>
        <w:t xml:space="preserve"> de</w:t>
      </w:r>
      <w:r w:rsidRPr="00623008">
        <w:rPr>
          <w:szCs w:val="20"/>
        </w:rPr>
        <w:t xml:space="preserve"> 25 metros</w:t>
      </w:r>
      <w:r w:rsidR="00C26C75" w:rsidRPr="00623008">
        <w:rPr>
          <w:szCs w:val="20"/>
        </w:rPr>
        <w:t xml:space="preserve"> </w:t>
      </w:r>
      <w:r w:rsidRPr="00623008">
        <w:rPr>
          <w:szCs w:val="20"/>
        </w:rPr>
        <w:t>com esguicho regulável (jato / neblina), instalado na lateral do tanque,</w:t>
      </w:r>
      <w:r w:rsidR="00C26C75" w:rsidRPr="00623008">
        <w:rPr>
          <w:szCs w:val="20"/>
        </w:rPr>
        <w:t xml:space="preserve"> com </w:t>
      </w:r>
      <w:r w:rsidRPr="00623008">
        <w:rPr>
          <w:szCs w:val="20"/>
        </w:rPr>
        <w:t xml:space="preserve">alimentação </w:t>
      </w:r>
      <w:r w:rsidR="00C26C75" w:rsidRPr="00623008">
        <w:rPr>
          <w:szCs w:val="20"/>
        </w:rPr>
        <w:t xml:space="preserve">por meio </w:t>
      </w:r>
      <w:r w:rsidRPr="00623008">
        <w:rPr>
          <w:szCs w:val="20"/>
        </w:rPr>
        <w:t>do conjunto bomba</w:t>
      </w:r>
      <w:r w:rsidR="00C26C75" w:rsidRPr="00623008">
        <w:rPr>
          <w:szCs w:val="20"/>
        </w:rPr>
        <w:t xml:space="preserve"> e acionamento pneumático no interior da cabine do motorista</w:t>
      </w:r>
      <w:r w:rsidRPr="00623008">
        <w:rPr>
          <w:szCs w:val="20"/>
        </w:rPr>
        <w:t xml:space="preserve">, proporciona vazão de </w:t>
      </w:r>
      <w:r w:rsidR="00C26C75" w:rsidRPr="00623008">
        <w:rPr>
          <w:szCs w:val="20"/>
        </w:rPr>
        <w:t xml:space="preserve">no mínimo </w:t>
      </w:r>
      <w:r w:rsidRPr="00623008">
        <w:rPr>
          <w:szCs w:val="20"/>
        </w:rPr>
        <w:t>2</w:t>
      </w:r>
      <w:r w:rsidR="00C26C75" w:rsidRPr="00623008">
        <w:rPr>
          <w:szCs w:val="20"/>
        </w:rPr>
        <w:t>0</w:t>
      </w:r>
      <w:r w:rsidRPr="00623008">
        <w:rPr>
          <w:szCs w:val="20"/>
        </w:rPr>
        <w:t xml:space="preserve">0 LPM e alcance do jato pleno de </w:t>
      </w:r>
      <w:r w:rsidR="00C26C75" w:rsidRPr="00623008">
        <w:rPr>
          <w:szCs w:val="20"/>
        </w:rPr>
        <w:t xml:space="preserve">no mínimo </w:t>
      </w:r>
      <w:r w:rsidRPr="00623008">
        <w:rPr>
          <w:szCs w:val="20"/>
        </w:rPr>
        <w:t>35 metro</w:t>
      </w:r>
      <w:r w:rsidR="00C26C75" w:rsidRPr="00623008">
        <w:rPr>
          <w:szCs w:val="20"/>
        </w:rPr>
        <w:t>s</w:t>
      </w:r>
      <w:r w:rsidR="004874A5" w:rsidRPr="00623008">
        <w:rPr>
          <w:rFonts w:cs="Arial"/>
          <w:szCs w:val="20"/>
        </w:rPr>
        <w:t>;</w:t>
      </w:r>
    </w:p>
    <w:p w14:paraId="54DCF88F" w14:textId="77777777" w:rsidR="00E3299F" w:rsidRPr="00623008" w:rsidRDefault="00613432" w:rsidP="00A50BF7">
      <w:pPr>
        <w:pStyle w:val="PargrafodaLista"/>
        <w:numPr>
          <w:ilvl w:val="1"/>
          <w:numId w:val="20"/>
        </w:numPr>
        <w:ind w:left="0" w:firstLine="0"/>
        <w:jc w:val="both"/>
        <w:rPr>
          <w:rFonts w:cs="Arial"/>
          <w:szCs w:val="20"/>
        </w:rPr>
      </w:pPr>
      <w:r w:rsidRPr="00623008">
        <w:rPr>
          <w:rFonts w:cs="Arial"/>
          <w:szCs w:val="20"/>
        </w:rPr>
        <w:t>Tanque com a</w:t>
      </w:r>
      <w:r w:rsidR="00E3299F" w:rsidRPr="00623008">
        <w:rPr>
          <w:rFonts w:cs="Arial"/>
          <w:szCs w:val="20"/>
        </w:rPr>
        <w:t xml:space="preserve">cabamento interno </w:t>
      </w:r>
      <w:r w:rsidRPr="00623008">
        <w:rPr>
          <w:szCs w:val="20"/>
        </w:rPr>
        <w:t>feito preparação e limpeza com fosfatizante e aplicação de tinta epóxi atóxica para transporte de água potável</w:t>
      </w:r>
      <w:r w:rsidR="00E3299F" w:rsidRPr="00623008">
        <w:rPr>
          <w:rFonts w:cs="Arial"/>
          <w:szCs w:val="20"/>
        </w:rPr>
        <w:t xml:space="preserve">, acabamento externo </w:t>
      </w:r>
      <w:r w:rsidR="00D57154" w:rsidRPr="00623008">
        <w:rPr>
          <w:szCs w:val="20"/>
        </w:rPr>
        <w:t xml:space="preserve">feito através de preparação e limpeza com fosfatizante, aplicação de fundo anticorrosivo e pintura em esmalte PU na </w:t>
      </w:r>
      <w:r w:rsidR="00E3299F" w:rsidRPr="00623008">
        <w:rPr>
          <w:rFonts w:cs="Arial"/>
          <w:szCs w:val="20"/>
        </w:rPr>
        <w:t>cor branca;</w:t>
      </w:r>
      <w:r w:rsidR="004874A5" w:rsidRPr="00623008">
        <w:rPr>
          <w:rFonts w:cs="Arial"/>
          <w:szCs w:val="20"/>
        </w:rPr>
        <w:t xml:space="preserve"> e</w:t>
      </w:r>
    </w:p>
    <w:p w14:paraId="3C385E84" w14:textId="77777777" w:rsidR="004874A5" w:rsidRPr="00623008" w:rsidRDefault="0056766D" w:rsidP="00A50BF7">
      <w:pPr>
        <w:pStyle w:val="PargrafodaLista"/>
        <w:numPr>
          <w:ilvl w:val="1"/>
          <w:numId w:val="20"/>
        </w:numPr>
        <w:ind w:left="0" w:firstLine="0"/>
        <w:jc w:val="both"/>
        <w:rPr>
          <w:rFonts w:cs="Arial"/>
          <w:szCs w:val="20"/>
        </w:rPr>
      </w:pPr>
      <w:r>
        <w:rPr>
          <w:rFonts w:cs="Arial"/>
          <w:szCs w:val="20"/>
        </w:rPr>
        <w:lastRenderedPageBreak/>
        <w:t>Produto similar ao Mercedes-Benz Atego 1719, equipado com i</w:t>
      </w:r>
      <w:r w:rsidRPr="00623008">
        <w:rPr>
          <w:rFonts w:cs="Arial"/>
          <w:szCs w:val="20"/>
        </w:rPr>
        <w:t xml:space="preserve">mplemento </w:t>
      </w:r>
      <w:r w:rsidR="004874A5" w:rsidRPr="00623008">
        <w:rPr>
          <w:rFonts w:cs="Arial"/>
          <w:szCs w:val="20"/>
        </w:rPr>
        <w:t>similar ao</w:t>
      </w:r>
      <w:r w:rsidR="000912DE" w:rsidRPr="00623008">
        <w:rPr>
          <w:rFonts w:cs="Arial"/>
          <w:szCs w:val="20"/>
        </w:rPr>
        <w:t xml:space="preserve"> Tanque Irrigador da </w:t>
      </w:r>
      <w:proofErr w:type="spellStart"/>
      <w:r w:rsidR="000912DE" w:rsidRPr="00623008">
        <w:rPr>
          <w:rFonts w:cs="Arial"/>
          <w:szCs w:val="20"/>
        </w:rPr>
        <w:t>Facchini</w:t>
      </w:r>
      <w:proofErr w:type="spellEnd"/>
      <w:r w:rsidR="000912DE" w:rsidRPr="00623008">
        <w:rPr>
          <w:rFonts w:cs="Arial"/>
          <w:szCs w:val="20"/>
        </w:rPr>
        <w:t>.</w:t>
      </w:r>
    </w:p>
    <w:p w14:paraId="598EBC41" w14:textId="77777777" w:rsidR="00005DD0" w:rsidRPr="00623008" w:rsidRDefault="00005DD0">
      <w:pPr>
        <w:jc w:val="center"/>
        <w:rPr>
          <w:rFonts w:cs="Arial"/>
          <w:szCs w:val="20"/>
        </w:rPr>
      </w:pPr>
    </w:p>
    <w:p w14:paraId="53D8DC55" w14:textId="3B656AEC" w:rsidR="00591489" w:rsidRDefault="00591489">
      <w:pPr>
        <w:jc w:val="center"/>
        <w:rPr>
          <w:rFonts w:cs="Arial"/>
          <w:szCs w:val="20"/>
        </w:rPr>
      </w:pPr>
    </w:p>
    <w:p w14:paraId="3CC3A62B" w14:textId="77777777" w:rsidR="007D19FC" w:rsidRPr="00623008" w:rsidRDefault="007D19FC">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E56973" w:rsidRPr="00623008" w14:paraId="1A66899B" w14:textId="77777777"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1899719" w14:textId="77777777" w:rsidR="00E56973" w:rsidRPr="00623008" w:rsidRDefault="00315E70" w:rsidP="00E56973">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14:paraId="56767B57" w14:textId="77777777" w:rsidR="00E56973" w:rsidRPr="00623008" w:rsidRDefault="00E56973" w:rsidP="00E56973">
            <w:pPr>
              <w:widowControl w:val="0"/>
              <w:suppressAutoHyphens/>
              <w:jc w:val="center"/>
              <w:rPr>
                <w:rFonts w:cs="Times New Roman"/>
                <w:b/>
                <w:bCs/>
                <w:szCs w:val="20"/>
              </w:rPr>
            </w:pPr>
            <w:r w:rsidRPr="00623008">
              <w:rPr>
                <w:rFonts w:cs="Times New Roman"/>
                <w:b/>
                <w:bCs/>
                <w:szCs w:val="20"/>
              </w:rPr>
              <w:t>DESCRIÇÃO/ESPECIFICAÇÃO</w:t>
            </w:r>
          </w:p>
        </w:tc>
      </w:tr>
      <w:tr w:rsidR="00E56973" w:rsidRPr="00623008" w14:paraId="03602FE8" w14:textId="77777777" w:rsidTr="00315E70">
        <w:trPr>
          <w:jc w:val="center"/>
        </w:trPr>
        <w:tc>
          <w:tcPr>
            <w:tcW w:w="988" w:type="dxa"/>
            <w:vAlign w:val="center"/>
          </w:tcPr>
          <w:p w14:paraId="6AB9C058" w14:textId="63553549" w:rsidR="00E56973" w:rsidRPr="00623008" w:rsidRDefault="007D19FC" w:rsidP="00E56973">
            <w:pPr>
              <w:widowControl w:val="0"/>
              <w:suppressAutoHyphens/>
              <w:jc w:val="center"/>
              <w:rPr>
                <w:rFonts w:cs="Arial"/>
                <w:b/>
                <w:color w:val="000000"/>
                <w:szCs w:val="20"/>
              </w:rPr>
            </w:pPr>
            <w:r>
              <w:rPr>
                <w:rFonts w:cs="Arial"/>
                <w:b/>
                <w:color w:val="000000"/>
                <w:szCs w:val="20"/>
              </w:rPr>
              <w:t>40</w:t>
            </w:r>
            <w:r w:rsidR="00164B43">
              <w:rPr>
                <w:rFonts w:cs="Arial"/>
                <w:b/>
                <w:color w:val="000000"/>
                <w:szCs w:val="20"/>
              </w:rPr>
              <w:t xml:space="preserve"> a 4</w:t>
            </w:r>
            <w:r w:rsidR="005545DD">
              <w:rPr>
                <w:rFonts w:cs="Arial"/>
                <w:b/>
                <w:color w:val="000000"/>
                <w:szCs w:val="20"/>
              </w:rPr>
              <w:t>1</w:t>
            </w:r>
          </w:p>
        </w:tc>
        <w:tc>
          <w:tcPr>
            <w:tcW w:w="7938" w:type="dxa"/>
          </w:tcPr>
          <w:p w14:paraId="7314E348" w14:textId="77777777" w:rsidR="00E56973" w:rsidRPr="00623008" w:rsidRDefault="00E56973" w:rsidP="00E56973">
            <w:pPr>
              <w:widowControl w:val="0"/>
              <w:suppressAutoHyphens/>
              <w:rPr>
                <w:rFonts w:cs="Arial"/>
                <w:color w:val="000000"/>
                <w:szCs w:val="20"/>
              </w:rPr>
            </w:pPr>
            <w:r w:rsidRPr="00623008">
              <w:rPr>
                <w:rFonts w:cs="Times New Roman"/>
                <w:bCs/>
                <w:szCs w:val="20"/>
              </w:rPr>
              <w:t>Caminhão a diesel com carroceria baú metálico frigorífico, tração 4x2</w:t>
            </w:r>
          </w:p>
        </w:tc>
      </w:tr>
    </w:tbl>
    <w:p w14:paraId="1C1A7661" w14:textId="77777777" w:rsidR="00E56973" w:rsidRPr="00623008" w:rsidRDefault="00E56973" w:rsidP="00A50BF7">
      <w:pPr>
        <w:pStyle w:val="PargrafodaLista"/>
        <w:numPr>
          <w:ilvl w:val="0"/>
          <w:numId w:val="36"/>
        </w:numPr>
        <w:spacing w:before="240" w:after="240"/>
        <w:ind w:left="0" w:firstLine="0"/>
        <w:contextualSpacing w:val="0"/>
        <w:jc w:val="both"/>
        <w:rPr>
          <w:rFonts w:cs="Arial"/>
          <w:b/>
          <w:szCs w:val="20"/>
        </w:rPr>
      </w:pPr>
      <w:r w:rsidRPr="00623008">
        <w:rPr>
          <w:rFonts w:cs="Arial"/>
          <w:b/>
          <w:szCs w:val="20"/>
        </w:rPr>
        <w:t>CARACTERÍSTICAS TÉCNICAS</w:t>
      </w:r>
    </w:p>
    <w:p w14:paraId="3E3C2953"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Classificação: Veículo novo, tração 4x2, zero quilômetro, equipado com carroceria carga seca;</w:t>
      </w:r>
    </w:p>
    <w:p w14:paraId="250A36F0"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Ano de fabricação do chassi: do ano em curso ou posterior;</w:t>
      </w:r>
    </w:p>
    <w:p w14:paraId="13EA4A3D"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PBT igual ou superior a 8.0000 Kg;</w:t>
      </w:r>
    </w:p>
    <w:p w14:paraId="1E2ED0B7"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Motor do veículo: Óleo diesel, com potência igual ou superior a 1</w:t>
      </w:r>
      <w:r w:rsidR="00BE3B2D">
        <w:rPr>
          <w:rFonts w:cs="Arial"/>
          <w:szCs w:val="20"/>
        </w:rPr>
        <w:t>5</w:t>
      </w:r>
      <w:r w:rsidRPr="00623008">
        <w:rPr>
          <w:rFonts w:cs="Arial"/>
          <w:szCs w:val="20"/>
        </w:rPr>
        <w:t>0CV;</w:t>
      </w:r>
    </w:p>
    <w:p w14:paraId="0509CC0F"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 xml:space="preserve">Distância entre eixos, compatível para implemento de carroceria </w:t>
      </w:r>
      <w:r w:rsidR="007608A6" w:rsidRPr="00623008">
        <w:rPr>
          <w:rFonts w:cs="Arial"/>
          <w:szCs w:val="20"/>
        </w:rPr>
        <w:t>baú frigorificado de</w:t>
      </w:r>
      <w:r w:rsidRPr="00623008">
        <w:rPr>
          <w:rFonts w:cs="Arial"/>
          <w:szCs w:val="20"/>
        </w:rPr>
        <w:t xml:space="preserve"> 5</w:t>
      </w:r>
      <w:r w:rsidR="00415BEE">
        <w:rPr>
          <w:rFonts w:cs="Arial"/>
          <w:szCs w:val="20"/>
        </w:rPr>
        <w:t>,20m;</w:t>
      </w:r>
    </w:p>
    <w:p w14:paraId="63E60B2D"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14:paraId="0B47B23D" w14:textId="77777777" w:rsidR="00E56973" w:rsidRPr="00623008" w:rsidRDefault="00E56973" w:rsidP="00A50BF7">
      <w:pPr>
        <w:pStyle w:val="PargrafodaLista"/>
        <w:numPr>
          <w:ilvl w:val="0"/>
          <w:numId w:val="37"/>
        </w:numPr>
        <w:ind w:left="0" w:firstLine="0"/>
        <w:jc w:val="both"/>
        <w:rPr>
          <w:rFonts w:cs="Arial"/>
          <w:szCs w:val="20"/>
        </w:rPr>
      </w:pPr>
      <w:r w:rsidRPr="00623008">
        <w:rPr>
          <w:rFonts w:cs="Arial"/>
          <w:szCs w:val="20"/>
        </w:rPr>
        <w:t>Pintura na cor BRANCA; e</w:t>
      </w:r>
    </w:p>
    <w:p w14:paraId="588D8F6C" w14:textId="77777777" w:rsidR="00E56973" w:rsidRPr="00623008" w:rsidRDefault="00E56973" w:rsidP="00A50BF7">
      <w:pPr>
        <w:pStyle w:val="PargrafodaLista"/>
        <w:numPr>
          <w:ilvl w:val="0"/>
          <w:numId w:val="36"/>
        </w:numPr>
        <w:spacing w:before="240" w:after="240"/>
        <w:ind w:left="0" w:firstLine="0"/>
        <w:contextualSpacing w:val="0"/>
        <w:jc w:val="both"/>
        <w:rPr>
          <w:rFonts w:cs="Arial"/>
          <w:szCs w:val="20"/>
        </w:rPr>
      </w:pPr>
      <w:r w:rsidRPr="00623008">
        <w:rPr>
          <w:rFonts w:cs="Arial"/>
          <w:b/>
          <w:szCs w:val="20"/>
        </w:rPr>
        <w:t>DIVERSOS</w:t>
      </w:r>
    </w:p>
    <w:p w14:paraId="49C40417" w14:textId="77777777" w:rsidR="00221773" w:rsidRPr="00221773" w:rsidRDefault="00221773" w:rsidP="00A50BF7">
      <w:pPr>
        <w:pStyle w:val="PargrafodaLista"/>
        <w:numPr>
          <w:ilvl w:val="1"/>
          <w:numId w:val="36"/>
        </w:numPr>
        <w:ind w:left="0" w:firstLine="0"/>
        <w:jc w:val="both"/>
        <w:rPr>
          <w:rFonts w:cs="Arial"/>
          <w:szCs w:val="20"/>
        </w:rPr>
      </w:pPr>
      <w:r w:rsidRPr="00623008">
        <w:rPr>
          <w:rFonts w:cs="Arial"/>
          <w:szCs w:val="20"/>
        </w:rPr>
        <w:t>Ar-condicionado original de f</w:t>
      </w:r>
      <w:r>
        <w:rPr>
          <w:rFonts w:cs="Arial"/>
          <w:szCs w:val="20"/>
        </w:rPr>
        <w:t xml:space="preserve">ábrica </w:t>
      </w:r>
      <w:r w:rsidRPr="00221773">
        <w:rPr>
          <w:rFonts w:cs="Arial"/>
          <w:szCs w:val="20"/>
        </w:rPr>
        <w:t>ou instalado por empresa homologada pelo fabricante,</w:t>
      </w:r>
      <w:r>
        <w:rPr>
          <w:rFonts w:cs="Arial"/>
          <w:szCs w:val="20"/>
        </w:rPr>
        <w:t xml:space="preserve"> </w:t>
      </w:r>
      <w:r w:rsidRPr="00221773">
        <w:rPr>
          <w:rFonts w:cs="Arial"/>
          <w:szCs w:val="20"/>
        </w:rPr>
        <w:t>mantendo-se as condições de garantias do fabricante</w:t>
      </w:r>
      <w:r>
        <w:rPr>
          <w:rFonts w:cs="Arial"/>
          <w:szCs w:val="20"/>
        </w:rPr>
        <w:t>;</w:t>
      </w:r>
    </w:p>
    <w:p w14:paraId="50B51303" w14:textId="77777777" w:rsidR="00EB6A2E" w:rsidRDefault="00E56973" w:rsidP="00EB6A2E">
      <w:pPr>
        <w:pStyle w:val="PargrafodaLista"/>
        <w:numPr>
          <w:ilvl w:val="1"/>
          <w:numId w:val="36"/>
        </w:numPr>
        <w:ind w:left="0" w:firstLine="0"/>
        <w:jc w:val="both"/>
        <w:rPr>
          <w:rFonts w:cs="Arial"/>
          <w:szCs w:val="20"/>
        </w:rPr>
      </w:pPr>
      <w:r w:rsidRPr="00623008">
        <w:rPr>
          <w:rFonts w:cs="Arial"/>
          <w:szCs w:val="20"/>
        </w:rPr>
        <w:t>Retrovisores externos elétricos</w:t>
      </w:r>
      <w:r w:rsidR="00430F4E">
        <w:rPr>
          <w:rFonts w:cs="Arial"/>
          <w:szCs w:val="20"/>
        </w:rPr>
        <w:t xml:space="preserve"> ou instalado por empresa homologada pelo fabricante, mantendo-se as condições de garantias do fabricante</w:t>
      </w:r>
      <w:r w:rsidRPr="00623008">
        <w:rPr>
          <w:rFonts w:cs="Arial"/>
          <w:szCs w:val="20"/>
        </w:rPr>
        <w:t>;</w:t>
      </w:r>
    </w:p>
    <w:p w14:paraId="6D25F2BA" w14:textId="77777777" w:rsidR="00EB6A2E" w:rsidRDefault="00EB6A2E" w:rsidP="00EB6A2E">
      <w:pPr>
        <w:pStyle w:val="PargrafodaLista"/>
        <w:numPr>
          <w:ilvl w:val="1"/>
          <w:numId w:val="36"/>
        </w:numPr>
        <w:ind w:left="0" w:firstLine="0"/>
        <w:jc w:val="both"/>
        <w:rPr>
          <w:rFonts w:cs="Arial"/>
          <w:szCs w:val="20"/>
        </w:rPr>
      </w:pPr>
      <w:r w:rsidRPr="00EB6A2E">
        <w:rPr>
          <w:rFonts w:cs="Arial"/>
          <w:szCs w:val="20"/>
        </w:rPr>
        <w:t>Vidro elétrico nas portas de fábrica, podendo ser instalado por empresa homologada pelo fabricante, mantendo-se as condições de garantias do fabricante;</w:t>
      </w:r>
    </w:p>
    <w:p w14:paraId="33E2F85F" w14:textId="26A398B4" w:rsidR="00EB6A2E" w:rsidRPr="00EB6A2E" w:rsidRDefault="00EB6A2E" w:rsidP="00EB6A2E">
      <w:pPr>
        <w:pStyle w:val="PargrafodaLista"/>
        <w:numPr>
          <w:ilvl w:val="1"/>
          <w:numId w:val="36"/>
        </w:numPr>
        <w:ind w:left="0" w:firstLine="0"/>
        <w:jc w:val="both"/>
        <w:rPr>
          <w:rFonts w:cs="Arial"/>
          <w:szCs w:val="20"/>
        </w:rPr>
      </w:pPr>
      <w:r w:rsidRPr="00EB6A2E">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4CDAC3C4"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7F951D87"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Som/multimídia integrada ao veículo, somente o disponibilizado de fábrica;</w:t>
      </w:r>
    </w:p>
    <w:p w14:paraId="169AB064"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Protetor de cárter;</w:t>
      </w:r>
    </w:p>
    <w:p w14:paraId="476DB8FB" w14:textId="245E18BC" w:rsidR="00E56973" w:rsidRPr="00623008" w:rsidRDefault="00221773" w:rsidP="00A50BF7">
      <w:pPr>
        <w:pStyle w:val="PargrafodaLista"/>
        <w:numPr>
          <w:ilvl w:val="1"/>
          <w:numId w:val="36"/>
        </w:numPr>
        <w:ind w:left="0" w:firstLine="0"/>
        <w:jc w:val="both"/>
        <w:rPr>
          <w:rFonts w:cs="Arial"/>
          <w:szCs w:val="20"/>
        </w:rPr>
      </w:pPr>
      <w:r>
        <w:rPr>
          <w:rFonts w:cs="Arial"/>
          <w:szCs w:val="20"/>
        </w:rPr>
        <w:t xml:space="preserve">Jogo de tapete de borracha; </w:t>
      </w:r>
      <w:r w:rsidR="0037219F">
        <w:rPr>
          <w:rFonts w:cs="Arial"/>
          <w:szCs w:val="20"/>
        </w:rPr>
        <w:t>e</w:t>
      </w:r>
    </w:p>
    <w:p w14:paraId="575E480E"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14:paraId="56FF16E1" w14:textId="77777777" w:rsidR="00E56973" w:rsidRPr="00623008" w:rsidRDefault="00E56973" w:rsidP="00A50BF7">
      <w:pPr>
        <w:pStyle w:val="PargrafodaLista"/>
        <w:numPr>
          <w:ilvl w:val="0"/>
          <w:numId w:val="36"/>
        </w:numPr>
        <w:spacing w:before="240" w:after="240"/>
        <w:ind w:left="0" w:firstLine="0"/>
        <w:contextualSpacing w:val="0"/>
        <w:jc w:val="both"/>
        <w:rPr>
          <w:rFonts w:cs="Arial"/>
          <w:b/>
          <w:szCs w:val="20"/>
        </w:rPr>
      </w:pPr>
      <w:r w:rsidRPr="00623008">
        <w:rPr>
          <w:rFonts w:cs="Arial"/>
          <w:b/>
          <w:szCs w:val="20"/>
        </w:rPr>
        <w:t xml:space="preserve">CARACTERIZAÇÃO DA CARROCERIA </w:t>
      </w:r>
      <w:r w:rsidR="00153D3F" w:rsidRPr="00623008">
        <w:rPr>
          <w:rFonts w:cs="Arial"/>
          <w:b/>
          <w:szCs w:val="20"/>
        </w:rPr>
        <w:t>BRAÚ FRIGORIFICADA</w:t>
      </w:r>
    </w:p>
    <w:p w14:paraId="131D8EC2"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Implemento novo e de primeiro uso para transporte de carga congelada ou refrigerada;</w:t>
      </w:r>
    </w:p>
    <w:p w14:paraId="6FFA53DC" w14:textId="77777777" w:rsidR="00ED5429" w:rsidRPr="00623008" w:rsidRDefault="00ED5429" w:rsidP="00A50BF7">
      <w:pPr>
        <w:pStyle w:val="PargrafodaLista"/>
        <w:numPr>
          <w:ilvl w:val="1"/>
          <w:numId w:val="36"/>
        </w:numPr>
        <w:ind w:left="0" w:firstLine="0"/>
        <w:jc w:val="both"/>
        <w:rPr>
          <w:rFonts w:cs="Arial"/>
          <w:szCs w:val="20"/>
        </w:rPr>
      </w:pPr>
      <w:r w:rsidRPr="00623008">
        <w:rPr>
          <w:rFonts w:cs="Arial"/>
          <w:szCs w:val="20"/>
        </w:rPr>
        <w:t>Dimensões: comprimento de 5,20m versus 2,20m de largura versus 2,20m de altura;</w:t>
      </w:r>
    </w:p>
    <w:p w14:paraId="716FFF47"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Fabricado seguindo as normas e exigências da vigilância sanitária para transporte de perecíveis, com matéria prima de primeira qualidade;</w:t>
      </w:r>
    </w:p>
    <w:p w14:paraId="70A13768" w14:textId="77777777" w:rsidR="00712392" w:rsidRPr="00623008" w:rsidRDefault="00712392" w:rsidP="00A50BF7">
      <w:pPr>
        <w:pStyle w:val="PargrafodaLista"/>
        <w:numPr>
          <w:ilvl w:val="1"/>
          <w:numId w:val="36"/>
        </w:numPr>
        <w:ind w:left="0" w:firstLine="0"/>
        <w:jc w:val="both"/>
        <w:rPr>
          <w:rFonts w:cs="Arial"/>
          <w:szCs w:val="20"/>
        </w:rPr>
      </w:pPr>
      <w:r w:rsidRPr="00623008">
        <w:rPr>
          <w:rFonts w:cs="Arial"/>
          <w:szCs w:val="20"/>
        </w:rPr>
        <w:t>O baú isotérmico deverá possuir um sistema de vedação para contenção de água, pó e outras impurezas;</w:t>
      </w:r>
    </w:p>
    <w:p w14:paraId="73D79148" w14:textId="77777777" w:rsidR="00E56973" w:rsidRPr="00623008" w:rsidRDefault="00F01EF9" w:rsidP="00A50BF7">
      <w:pPr>
        <w:pStyle w:val="PargrafodaLista"/>
        <w:numPr>
          <w:ilvl w:val="1"/>
          <w:numId w:val="36"/>
        </w:numPr>
        <w:ind w:left="0" w:firstLine="0"/>
        <w:jc w:val="both"/>
        <w:rPr>
          <w:rFonts w:cs="Arial"/>
          <w:szCs w:val="20"/>
        </w:rPr>
      </w:pPr>
      <w:r w:rsidRPr="00623008">
        <w:rPr>
          <w:rFonts w:cs="Arial"/>
          <w:szCs w:val="20"/>
        </w:rPr>
        <w:t xml:space="preserve">Estrutura fabricada </w:t>
      </w:r>
      <w:r w:rsidR="00E56973" w:rsidRPr="00623008">
        <w:rPr>
          <w:rFonts w:cs="Arial"/>
          <w:szCs w:val="20"/>
        </w:rPr>
        <w:t xml:space="preserve">com longarinas </w:t>
      </w:r>
      <w:r w:rsidRPr="00623008">
        <w:rPr>
          <w:rFonts w:cs="Arial"/>
          <w:szCs w:val="20"/>
        </w:rPr>
        <w:t xml:space="preserve">aço </w:t>
      </w:r>
      <w:r w:rsidR="00267AA2" w:rsidRPr="00623008">
        <w:rPr>
          <w:rFonts w:cs="Arial"/>
          <w:szCs w:val="20"/>
        </w:rPr>
        <w:t>com p</w:t>
      </w:r>
      <w:r w:rsidR="00E56973" w:rsidRPr="00623008">
        <w:rPr>
          <w:rFonts w:cs="Arial"/>
          <w:szCs w:val="20"/>
        </w:rPr>
        <w:t>erfil U</w:t>
      </w:r>
      <w:r w:rsidRPr="00623008">
        <w:rPr>
          <w:rFonts w:cs="Arial"/>
          <w:szCs w:val="20"/>
        </w:rPr>
        <w:t xml:space="preserve">, travessas também em aço com perfil U, com mãos francesas ligadas as longarinas através de solda tipo </w:t>
      </w:r>
      <w:r w:rsidRPr="00623008">
        <w:rPr>
          <w:rFonts w:cs="Arial"/>
          <w:i/>
          <w:szCs w:val="20"/>
        </w:rPr>
        <w:t>Mig</w:t>
      </w:r>
      <w:r w:rsidR="00267AA2" w:rsidRPr="00623008">
        <w:rPr>
          <w:rFonts w:cs="Arial"/>
          <w:i/>
          <w:szCs w:val="20"/>
        </w:rPr>
        <w:t xml:space="preserve">. </w:t>
      </w:r>
      <w:r w:rsidR="00267AA2" w:rsidRPr="00623008">
        <w:rPr>
          <w:rFonts w:cs="Arial"/>
          <w:szCs w:val="20"/>
        </w:rPr>
        <w:t>Viga lateral fechando o quadro com as travessas embutidas na viga. Todos os aços deverão possuir qualidade mínima SAE 1020.</w:t>
      </w:r>
    </w:p>
    <w:p w14:paraId="2FED64C7" w14:textId="77777777" w:rsidR="008E650F" w:rsidRPr="00623008" w:rsidRDefault="00267AA2" w:rsidP="00A50BF7">
      <w:pPr>
        <w:pStyle w:val="PargrafodaLista"/>
        <w:numPr>
          <w:ilvl w:val="1"/>
          <w:numId w:val="36"/>
        </w:numPr>
        <w:ind w:left="0" w:firstLine="0"/>
        <w:jc w:val="both"/>
        <w:rPr>
          <w:rFonts w:cs="Arial"/>
          <w:szCs w:val="20"/>
        </w:rPr>
      </w:pPr>
      <w:r w:rsidRPr="00623008">
        <w:rPr>
          <w:rFonts w:cs="Arial"/>
          <w:szCs w:val="20"/>
        </w:rPr>
        <w:t>Caixa de carga</w:t>
      </w:r>
      <w:r w:rsidR="008E650F" w:rsidRPr="00623008">
        <w:rPr>
          <w:rFonts w:cs="Arial"/>
          <w:szCs w:val="20"/>
        </w:rPr>
        <w:t xml:space="preserve"> construída com as seguintes premissas: </w:t>
      </w:r>
    </w:p>
    <w:p w14:paraId="413FF63E" w14:textId="77777777" w:rsidR="00267AA2" w:rsidRPr="00623008" w:rsidRDefault="008E650F" w:rsidP="00A50BF7">
      <w:pPr>
        <w:pStyle w:val="PargrafodaLista"/>
        <w:numPr>
          <w:ilvl w:val="2"/>
          <w:numId w:val="36"/>
        </w:numPr>
        <w:ind w:left="0" w:firstLine="0"/>
        <w:jc w:val="both"/>
        <w:rPr>
          <w:rFonts w:cs="Arial"/>
          <w:szCs w:val="20"/>
        </w:rPr>
      </w:pPr>
      <w:r w:rsidRPr="00623008">
        <w:rPr>
          <w:rFonts w:cs="Arial"/>
          <w:szCs w:val="20"/>
        </w:rPr>
        <w:t>Partes laterais e frontal</w:t>
      </w:r>
      <w:r w:rsidR="00C009F2" w:rsidRPr="00623008">
        <w:rPr>
          <w:rFonts w:cs="Arial"/>
          <w:szCs w:val="20"/>
        </w:rPr>
        <w:t xml:space="preserve"> e</w:t>
      </w:r>
      <w:r w:rsidRPr="00623008">
        <w:rPr>
          <w:rFonts w:cs="Arial"/>
          <w:szCs w:val="20"/>
        </w:rPr>
        <w:t>m perfis de aço galvanizados, tipo ômega, com revestimento externo em chapa lisa branca rebitada sobre os perfis com fibra</w:t>
      </w:r>
      <w:r w:rsidR="00C009F2" w:rsidRPr="00623008">
        <w:rPr>
          <w:rFonts w:cs="Arial"/>
          <w:szCs w:val="20"/>
        </w:rPr>
        <w:t>;</w:t>
      </w:r>
    </w:p>
    <w:p w14:paraId="4DD67B18" w14:textId="77777777" w:rsidR="00C009F2" w:rsidRPr="00623008" w:rsidRDefault="00C009F2" w:rsidP="00A50BF7">
      <w:pPr>
        <w:pStyle w:val="PargrafodaLista"/>
        <w:numPr>
          <w:ilvl w:val="2"/>
          <w:numId w:val="36"/>
        </w:numPr>
        <w:ind w:left="0" w:firstLine="0"/>
        <w:jc w:val="both"/>
        <w:rPr>
          <w:rStyle w:val="fontstyle01"/>
          <w:rFonts w:ascii="Arial" w:hAnsi="Arial" w:cs="Arial"/>
          <w:color w:val="auto"/>
          <w:sz w:val="20"/>
          <w:szCs w:val="20"/>
        </w:rPr>
      </w:pPr>
      <w:r w:rsidRPr="00623008">
        <w:rPr>
          <w:rFonts w:cs="Arial"/>
          <w:szCs w:val="20"/>
        </w:rPr>
        <w:lastRenderedPageBreak/>
        <w:t xml:space="preserve">Teto </w:t>
      </w:r>
      <w:r w:rsidRPr="00623008">
        <w:rPr>
          <w:rStyle w:val="fontstyle01"/>
          <w:rFonts w:ascii="Arial" w:hAnsi="Arial" w:cs="Arial"/>
          <w:color w:val="auto"/>
          <w:sz w:val="20"/>
          <w:szCs w:val="20"/>
        </w:rPr>
        <w:t>em perfis de aço galvanizados arqueados, revestimento em chapa lisa</w:t>
      </w:r>
      <w:r w:rsidRPr="00623008">
        <w:rPr>
          <w:rFonts w:cs="Arial"/>
          <w:szCs w:val="20"/>
        </w:rPr>
        <w:br/>
      </w:r>
      <w:r w:rsidRPr="00623008">
        <w:rPr>
          <w:rStyle w:val="fontstyle01"/>
          <w:rFonts w:ascii="Arial" w:hAnsi="Arial" w:cs="Arial"/>
          <w:color w:val="auto"/>
          <w:sz w:val="20"/>
          <w:szCs w:val="20"/>
        </w:rPr>
        <w:t>branca isolado em PU 90 revestido em chapa de alumínio lisa;</w:t>
      </w:r>
    </w:p>
    <w:p w14:paraId="383D2801" w14:textId="77777777" w:rsidR="00C009F2" w:rsidRPr="00623008" w:rsidRDefault="00C009F2" w:rsidP="00A50BF7">
      <w:pPr>
        <w:pStyle w:val="PargrafodaLista"/>
        <w:numPr>
          <w:ilvl w:val="2"/>
          <w:numId w:val="36"/>
        </w:numPr>
        <w:ind w:left="0" w:firstLine="0"/>
        <w:jc w:val="both"/>
        <w:rPr>
          <w:rStyle w:val="fontstyle21"/>
          <w:rFonts w:ascii="Arial" w:hAnsi="Arial" w:cs="Arial"/>
          <w:color w:val="FF0000"/>
          <w:sz w:val="20"/>
          <w:szCs w:val="20"/>
        </w:rPr>
      </w:pPr>
      <w:r w:rsidRPr="00623008">
        <w:rPr>
          <w:rStyle w:val="fontstyle01"/>
          <w:rFonts w:ascii="Arial" w:hAnsi="Arial" w:cs="Arial"/>
          <w:sz w:val="20"/>
          <w:szCs w:val="20"/>
        </w:rPr>
        <w:t xml:space="preserve">Quadro traseiro com </w:t>
      </w:r>
      <w:r w:rsidRPr="00623008">
        <w:rPr>
          <w:rStyle w:val="fontstyle21"/>
          <w:rFonts w:ascii="Arial" w:hAnsi="Arial" w:cs="Arial"/>
          <w:sz w:val="20"/>
          <w:szCs w:val="20"/>
        </w:rPr>
        <w:t>colunas e base em tubo retangular, pingadeira em perfis de aço</w:t>
      </w:r>
      <w:r w:rsidRPr="00623008">
        <w:rPr>
          <w:rFonts w:cs="Arial"/>
          <w:color w:val="000000"/>
          <w:szCs w:val="20"/>
        </w:rPr>
        <w:br/>
      </w:r>
      <w:r w:rsidRPr="00623008">
        <w:rPr>
          <w:rStyle w:val="fontstyle21"/>
          <w:rFonts w:ascii="Arial" w:hAnsi="Arial" w:cs="Arial"/>
          <w:sz w:val="20"/>
          <w:szCs w:val="20"/>
        </w:rPr>
        <w:t>estrutural, portas traseiras de abertura total, revestimento externo em chapa lisa branca, e interna chapa lisa, com trincos externos;</w:t>
      </w:r>
    </w:p>
    <w:p w14:paraId="1D347180" w14:textId="77777777" w:rsidR="00C009F2" w:rsidRDefault="00C009F2" w:rsidP="00A50BF7">
      <w:pPr>
        <w:pStyle w:val="PargrafodaLista"/>
        <w:numPr>
          <w:ilvl w:val="2"/>
          <w:numId w:val="36"/>
        </w:numPr>
        <w:ind w:left="0" w:firstLine="0"/>
        <w:jc w:val="both"/>
        <w:rPr>
          <w:rStyle w:val="fontstyle11"/>
          <w:rFonts w:ascii="Arial" w:hAnsi="Arial" w:cs="Arial"/>
          <w:color w:val="auto"/>
          <w:sz w:val="20"/>
          <w:szCs w:val="20"/>
        </w:rPr>
      </w:pPr>
      <w:r w:rsidRPr="00E352FF">
        <w:rPr>
          <w:rStyle w:val="fontstyle01"/>
          <w:rFonts w:ascii="Arial" w:hAnsi="Arial" w:cs="Arial"/>
          <w:color w:val="auto"/>
          <w:sz w:val="20"/>
          <w:szCs w:val="20"/>
        </w:rPr>
        <w:t xml:space="preserve">Piso </w:t>
      </w:r>
      <w:r w:rsidRPr="00E352FF">
        <w:rPr>
          <w:rStyle w:val="fontstyle11"/>
          <w:rFonts w:ascii="Arial" w:hAnsi="Arial" w:cs="Arial"/>
          <w:color w:val="auto"/>
          <w:sz w:val="20"/>
          <w:szCs w:val="20"/>
        </w:rPr>
        <w:t xml:space="preserve">tipo </w:t>
      </w:r>
      <w:r w:rsidRPr="00E352FF">
        <w:rPr>
          <w:rStyle w:val="fontstyle11"/>
          <w:rFonts w:ascii="Arial" w:hAnsi="Arial" w:cs="Arial"/>
          <w:i/>
          <w:color w:val="auto"/>
          <w:sz w:val="20"/>
          <w:szCs w:val="20"/>
        </w:rPr>
        <w:t>sandwich</w:t>
      </w:r>
      <w:r w:rsidRPr="00E352FF">
        <w:rPr>
          <w:rStyle w:val="fontstyle11"/>
          <w:rFonts w:ascii="Arial" w:hAnsi="Arial" w:cs="Arial"/>
          <w:color w:val="auto"/>
          <w:sz w:val="20"/>
          <w:szCs w:val="20"/>
        </w:rPr>
        <w:t xml:space="preserve">, </w:t>
      </w:r>
      <w:r w:rsidR="002F22A8" w:rsidRPr="00E352FF">
        <w:rPr>
          <w:rStyle w:val="fontstyle11"/>
          <w:rFonts w:ascii="Arial" w:hAnsi="Arial" w:cs="Arial"/>
          <w:color w:val="auto"/>
          <w:sz w:val="20"/>
          <w:szCs w:val="20"/>
        </w:rPr>
        <w:t>fibrado com</w:t>
      </w:r>
      <w:r w:rsidR="00E352FF" w:rsidRPr="00E352FF">
        <w:rPr>
          <w:rStyle w:val="fontstyle11"/>
          <w:rFonts w:ascii="Arial" w:hAnsi="Arial" w:cs="Arial"/>
          <w:color w:val="auto"/>
          <w:sz w:val="20"/>
          <w:szCs w:val="20"/>
        </w:rPr>
        <w:t xml:space="preserve"> </w:t>
      </w:r>
      <w:r w:rsidRPr="00E352FF">
        <w:rPr>
          <w:rStyle w:val="fontstyle11"/>
          <w:rFonts w:ascii="Arial" w:hAnsi="Arial" w:cs="Arial"/>
          <w:color w:val="auto"/>
          <w:sz w:val="20"/>
          <w:szCs w:val="20"/>
        </w:rPr>
        <w:t>compensado</w:t>
      </w:r>
      <w:r w:rsidR="002F22A8" w:rsidRPr="00E352FF">
        <w:rPr>
          <w:rStyle w:val="fontstyle11"/>
          <w:rFonts w:ascii="Arial" w:hAnsi="Arial" w:cs="Arial"/>
          <w:color w:val="auto"/>
          <w:sz w:val="20"/>
          <w:szCs w:val="20"/>
        </w:rPr>
        <w:t xml:space="preserve"> </w:t>
      </w:r>
      <w:r w:rsidR="002F22A8" w:rsidRPr="00E352FF">
        <w:rPr>
          <w:rFonts w:cs="Arial"/>
          <w:szCs w:val="20"/>
        </w:rPr>
        <w:t>naval de 16mm</w:t>
      </w:r>
      <w:r w:rsidRPr="00E352FF">
        <w:rPr>
          <w:rStyle w:val="fontstyle11"/>
          <w:rFonts w:ascii="Arial" w:hAnsi="Arial" w:cs="Arial"/>
          <w:color w:val="auto"/>
          <w:sz w:val="20"/>
          <w:szCs w:val="20"/>
        </w:rPr>
        <w:t>, poliuretano 75 e canaletado;</w:t>
      </w:r>
    </w:p>
    <w:p w14:paraId="7FF30BBF" w14:textId="77777777" w:rsidR="00520CF7" w:rsidRPr="00E352FF" w:rsidRDefault="00520CF7" w:rsidP="00A50BF7">
      <w:pPr>
        <w:pStyle w:val="PargrafodaLista"/>
        <w:numPr>
          <w:ilvl w:val="2"/>
          <w:numId w:val="36"/>
        </w:numPr>
        <w:ind w:left="0" w:firstLine="0"/>
        <w:jc w:val="both"/>
        <w:rPr>
          <w:rFonts w:cs="Arial"/>
          <w:szCs w:val="20"/>
        </w:rPr>
      </w:pPr>
      <w:r>
        <w:rPr>
          <w:rStyle w:val="fontstyle11"/>
          <w:rFonts w:ascii="Arial" w:hAnsi="Arial" w:cs="Arial"/>
          <w:color w:val="auto"/>
          <w:sz w:val="20"/>
          <w:szCs w:val="20"/>
        </w:rPr>
        <w:t>Com gancheiras e trilho logístico para amarração de carga;</w:t>
      </w:r>
    </w:p>
    <w:p w14:paraId="2A168CD5" w14:textId="77777777" w:rsidR="00E56973" w:rsidRPr="002F22A8" w:rsidRDefault="00E56973" w:rsidP="00A50BF7">
      <w:pPr>
        <w:pStyle w:val="PargrafodaLista"/>
        <w:numPr>
          <w:ilvl w:val="1"/>
          <w:numId w:val="36"/>
        </w:numPr>
        <w:ind w:left="0" w:firstLine="0"/>
        <w:jc w:val="both"/>
        <w:rPr>
          <w:rFonts w:cs="Arial"/>
          <w:szCs w:val="20"/>
        </w:rPr>
      </w:pPr>
      <w:r w:rsidRPr="002F22A8">
        <w:rPr>
          <w:rFonts w:cs="Arial"/>
          <w:szCs w:val="20"/>
        </w:rPr>
        <w:t>Cortina PVC com trilho e pendurais para caminhão frigorifico nas 2 portas;</w:t>
      </w:r>
    </w:p>
    <w:p w14:paraId="3E259754"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Revestimento em alumínio;</w:t>
      </w:r>
    </w:p>
    <w:p w14:paraId="432B4416"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Acabamentos, dobradiças e fechaduras em aço inox;</w:t>
      </w:r>
    </w:p>
    <w:p w14:paraId="6DDFE046"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Fechaduras com chave e espaço para cadeado;</w:t>
      </w:r>
    </w:p>
    <w:p w14:paraId="40ABC6EE" w14:textId="77777777" w:rsidR="00E56973" w:rsidRPr="002F22A8" w:rsidRDefault="00E56973" w:rsidP="00A50BF7">
      <w:pPr>
        <w:pStyle w:val="PargrafodaLista"/>
        <w:numPr>
          <w:ilvl w:val="1"/>
          <w:numId w:val="36"/>
        </w:numPr>
        <w:ind w:left="0" w:firstLine="0"/>
        <w:jc w:val="both"/>
        <w:rPr>
          <w:rFonts w:cs="Arial"/>
          <w:szCs w:val="20"/>
        </w:rPr>
      </w:pPr>
      <w:r w:rsidRPr="002F22A8">
        <w:rPr>
          <w:rFonts w:cs="Arial"/>
          <w:szCs w:val="20"/>
        </w:rPr>
        <w:t>Drenos para escoamento de líquidos;</w:t>
      </w:r>
    </w:p>
    <w:p w14:paraId="18FB68B6" w14:textId="77777777" w:rsidR="00E56973" w:rsidRPr="00623008" w:rsidRDefault="00E56973" w:rsidP="00A50BF7">
      <w:pPr>
        <w:pStyle w:val="PargrafodaLista"/>
        <w:numPr>
          <w:ilvl w:val="1"/>
          <w:numId w:val="36"/>
        </w:numPr>
        <w:ind w:left="0" w:firstLine="0"/>
        <w:jc w:val="both"/>
        <w:rPr>
          <w:rFonts w:cs="Arial"/>
          <w:szCs w:val="20"/>
        </w:rPr>
      </w:pPr>
      <w:r w:rsidRPr="00623008">
        <w:rPr>
          <w:rFonts w:cs="Arial"/>
          <w:szCs w:val="20"/>
        </w:rPr>
        <w:t>Controlador digital de temperatura;</w:t>
      </w:r>
    </w:p>
    <w:p w14:paraId="7FECD632" w14:textId="77777777" w:rsidR="00E56973" w:rsidRPr="00E352FF" w:rsidRDefault="00E56973" w:rsidP="00A50BF7">
      <w:pPr>
        <w:pStyle w:val="PargrafodaLista"/>
        <w:numPr>
          <w:ilvl w:val="1"/>
          <w:numId w:val="36"/>
        </w:numPr>
        <w:ind w:left="0" w:firstLine="0"/>
        <w:jc w:val="both"/>
        <w:rPr>
          <w:rFonts w:cs="Arial"/>
          <w:szCs w:val="20"/>
        </w:rPr>
      </w:pPr>
      <w:r w:rsidRPr="00E352FF">
        <w:rPr>
          <w:rFonts w:cs="Arial"/>
          <w:szCs w:val="20"/>
        </w:rPr>
        <w:t>Painéis de isolamento térmico de 80mm;</w:t>
      </w:r>
    </w:p>
    <w:p w14:paraId="3BE23254" w14:textId="77777777" w:rsidR="00E56973" w:rsidRPr="00E352FF" w:rsidRDefault="00E56973" w:rsidP="00A50BF7">
      <w:pPr>
        <w:pStyle w:val="PargrafodaLista"/>
        <w:numPr>
          <w:ilvl w:val="1"/>
          <w:numId w:val="36"/>
        </w:numPr>
        <w:ind w:left="0" w:firstLine="0"/>
        <w:jc w:val="both"/>
        <w:rPr>
          <w:rFonts w:cs="Arial"/>
          <w:szCs w:val="20"/>
        </w:rPr>
      </w:pPr>
      <w:r w:rsidRPr="00E352FF">
        <w:rPr>
          <w:rFonts w:cs="Arial"/>
          <w:szCs w:val="20"/>
        </w:rPr>
        <w:t>Unidade de refrigeração multitemperatura com as seguintes características:</w:t>
      </w:r>
    </w:p>
    <w:p w14:paraId="6FB18539" w14:textId="77777777" w:rsidR="00E352FF" w:rsidRPr="00E352FF" w:rsidRDefault="00E56973" w:rsidP="00A50BF7">
      <w:pPr>
        <w:pStyle w:val="PargrafodaLista"/>
        <w:numPr>
          <w:ilvl w:val="2"/>
          <w:numId w:val="36"/>
        </w:numPr>
        <w:ind w:left="0" w:firstLine="0"/>
        <w:jc w:val="both"/>
        <w:rPr>
          <w:rFonts w:cs="Arial"/>
          <w:szCs w:val="20"/>
        </w:rPr>
      </w:pPr>
      <w:r w:rsidRPr="00E352FF">
        <w:rPr>
          <w:rFonts w:cs="Arial"/>
          <w:szCs w:val="20"/>
        </w:rPr>
        <w:t xml:space="preserve"> </w:t>
      </w:r>
      <w:r w:rsidR="00E352FF" w:rsidRPr="00E352FF">
        <w:rPr>
          <w:rFonts w:cs="Arial"/>
          <w:szCs w:val="20"/>
        </w:rPr>
        <w:t>Capaz de atingir a temperatura até -18°;</w:t>
      </w:r>
    </w:p>
    <w:p w14:paraId="0850CB34" w14:textId="77777777" w:rsidR="00E56973" w:rsidRPr="00E352FF" w:rsidRDefault="00E56973" w:rsidP="00A50BF7">
      <w:pPr>
        <w:pStyle w:val="PargrafodaLista"/>
        <w:numPr>
          <w:ilvl w:val="2"/>
          <w:numId w:val="36"/>
        </w:numPr>
        <w:ind w:left="0" w:firstLine="0"/>
        <w:jc w:val="both"/>
        <w:rPr>
          <w:rFonts w:cs="Arial"/>
          <w:szCs w:val="20"/>
        </w:rPr>
      </w:pPr>
      <w:r w:rsidRPr="00E352FF">
        <w:rPr>
          <w:rFonts w:cs="Arial"/>
          <w:szCs w:val="20"/>
        </w:rPr>
        <w:t xml:space="preserve">Equipada com motor diesel </w:t>
      </w:r>
      <w:r w:rsidR="00F82871" w:rsidRPr="00E352FF">
        <w:rPr>
          <w:rFonts w:cs="Arial"/>
          <w:szCs w:val="20"/>
        </w:rPr>
        <w:t>c</w:t>
      </w:r>
      <w:r w:rsidRPr="00E352FF">
        <w:rPr>
          <w:rFonts w:cs="Arial"/>
          <w:szCs w:val="20"/>
        </w:rPr>
        <w:t>onten</w:t>
      </w:r>
      <w:r w:rsidR="005E3A8B" w:rsidRPr="00E352FF">
        <w:rPr>
          <w:rFonts w:cs="Arial"/>
          <w:szCs w:val="20"/>
        </w:rPr>
        <w:t>do bomba elétrica de combustíve</w:t>
      </w:r>
      <w:r w:rsidR="002F22A8" w:rsidRPr="00E352FF">
        <w:rPr>
          <w:rFonts w:cs="Arial"/>
          <w:szCs w:val="20"/>
        </w:rPr>
        <w:t>l</w:t>
      </w:r>
      <w:r w:rsidRPr="00E352FF">
        <w:rPr>
          <w:rFonts w:cs="Arial"/>
          <w:szCs w:val="20"/>
        </w:rPr>
        <w:t>;</w:t>
      </w:r>
    </w:p>
    <w:p w14:paraId="1E904829" w14:textId="77777777" w:rsidR="00E56973" w:rsidRPr="00E352FF" w:rsidRDefault="00E56973" w:rsidP="00A50BF7">
      <w:pPr>
        <w:pStyle w:val="PargrafodaLista"/>
        <w:numPr>
          <w:ilvl w:val="2"/>
          <w:numId w:val="36"/>
        </w:numPr>
        <w:ind w:left="0" w:firstLine="0"/>
        <w:jc w:val="both"/>
        <w:rPr>
          <w:rFonts w:cs="Arial"/>
          <w:szCs w:val="20"/>
        </w:rPr>
      </w:pPr>
      <w:r w:rsidRPr="00E352FF">
        <w:rPr>
          <w:rFonts w:cs="Arial"/>
          <w:szCs w:val="20"/>
        </w:rPr>
        <w:t xml:space="preserve"> </w:t>
      </w:r>
      <w:r w:rsidR="005E3A8B" w:rsidRPr="00E352FF">
        <w:rPr>
          <w:rFonts w:cs="Arial"/>
          <w:szCs w:val="20"/>
        </w:rPr>
        <w:t xml:space="preserve">Possuir </w:t>
      </w:r>
      <w:r w:rsidRPr="00E352FF">
        <w:rPr>
          <w:rFonts w:cs="Arial"/>
          <w:szCs w:val="20"/>
        </w:rPr>
        <w:t>motor elétrico auxiliar de com dupla voltagem trifásico (220/380) e frequência de 60 HZ. Contendo cabo elétrico para alimentação de no mínimo 15m;</w:t>
      </w:r>
    </w:p>
    <w:p w14:paraId="202CFE33" w14:textId="77777777" w:rsidR="00E56973" w:rsidRPr="00E352FF" w:rsidRDefault="00153D3F" w:rsidP="00A50BF7">
      <w:pPr>
        <w:pStyle w:val="PargrafodaLista"/>
        <w:numPr>
          <w:ilvl w:val="2"/>
          <w:numId w:val="36"/>
        </w:numPr>
        <w:ind w:left="0" w:firstLine="0"/>
        <w:jc w:val="both"/>
        <w:rPr>
          <w:rFonts w:cs="Arial"/>
          <w:szCs w:val="20"/>
        </w:rPr>
      </w:pPr>
      <w:r w:rsidRPr="00E352FF">
        <w:rPr>
          <w:rFonts w:cs="Arial"/>
          <w:szCs w:val="20"/>
        </w:rPr>
        <w:t xml:space="preserve"> </w:t>
      </w:r>
      <w:r w:rsidR="00E56973" w:rsidRPr="00E352FF">
        <w:rPr>
          <w:rFonts w:cs="Arial"/>
          <w:szCs w:val="20"/>
        </w:rPr>
        <w:t>Equipado com painel de controle com seleção automática de tensão, horímetro, tomadas Steck, pressostato de alta/baixa e partida automática;</w:t>
      </w:r>
    </w:p>
    <w:p w14:paraId="7920B1EE" w14:textId="77777777" w:rsidR="00E56973" w:rsidRPr="00E352FF" w:rsidRDefault="00E56973" w:rsidP="00A50BF7">
      <w:pPr>
        <w:pStyle w:val="PargrafodaLista"/>
        <w:numPr>
          <w:ilvl w:val="2"/>
          <w:numId w:val="36"/>
        </w:numPr>
        <w:ind w:left="0" w:firstLine="0"/>
        <w:jc w:val="both"/>
        <w:rPr>
          <w:rFonts w:cs="Arial"/>
          <w:szCs w:val="20"/>
        </w:rPr>
      </w:pPr>
      <w:r w:rsidRPr="00E352FF">
        <w:rPr>
          <w:rFonts w:cs="Arial"/>
          <w:szCs w:val="20"/>
        </w:rPr>
        <w:t>Evaporador compacto;</w:t>
      </w:r>
    </w:p>
    <w:p w14:paraId="7656FBA2" w14:textId="77777777" w:rsidR="00E56973" w:rsidRPr="00E352FF" w:rsidRDefault="00E56973" w:rsidP="00A50BF7">
      <w:pPr>
        <w:pStyle w:val="PargrafodaLista"/>
        <w:numPr>
          <w:ilvl w:val="2"/>
          <w:numId w:val="36"/>
        </w:numPr>
        <w:ind w:left="0" w:firstLine="0"/>
        <w:jc w:val="both"/>
        <w:rPr>
          <w:rFonts w:cs="Arial"/>
          <w:szCs w:val="20"/>
        </w:rPr>
      </w:pPr>
      <w:r w:rsidRPr="00E352FF">
        <w:rPr>
          <w:rFonts w:cs="Arial"/>
          <w:szCs w:val="20"/>
        </w:rPr>
        <w:t xml:space="preserve"> Com degelo manual e automático; e</w:t>
      </w:r>
    </w:p>
    <w:p w14:paraId="02005F94" w14:textId="77777777" w:rsidR="00E56973" w:rsidRPr="00E352FF" w:rsidRDefault="00E56973" w:rsidP="00A50BF7">
      <w:pPr>
        <w:pStyle w:val="PargrafodaLista"/>
        <w:numPr>
          <w:ilvl w:val="2"/>
          <w:numId w:val="36"/>
        </w:numPr>
        <w:ind w:left="0" w:firstLine="0"/>
        <w:jc w:val="both"/>
        <w:rPr>
          <w:rFonts w:cs="Arial"/>
          <w:szCs w:val="20"/>
        </w:rPr>
      </w:pPr>
      <w:r w:rsidRPr="00E352FF">
        <w:rPr>
          <w:rFonts w:cs="Arial"/>
          <w:szCs w:val="20"/>
        </w:rPr>
        <w:t xml:space="preserve"> Controlador digital instalado no interior da cabine.</w:t>
      </w:r>
    </w:p>
    <w:p w14:paraId="635F6FA1" w14:textId="77777777" w:rsidR="00E56973" w:rsidRDefault="00E56973" w:rsidP="00A50BF7">
      <w:pPr>
        <w:pStyle w:val="PargrafodaLista"/>
        <w:numPr>
          <w:ilvl w:val="1"/>
          <w:numId w:val="36"/>
        </w:numPr>
        <w:ind w:left="0" w:firstLine="0"/>
        <w:jc w:val="both"/>
        <w:rPr>
          <w:rFonts w:cs="Arial"/>
          <w:szCs w:val="20"/>
        </w:rPr>
      </w:pPr>
      <w:r w:rsidRPr="00E352FF">
        <w:rPr>
          <w:rFonts w:cs="Arial"/>
          <w:szCs w:val="20"/>
        </w:rPr>
        <w:t>Portas bipartidas: 2 traseiras e 1 lateral avançada;</w:t>
      </w:r>
    </w:p>
    <w:p w14:paraId="5F4A5C8A" w14:textId="77777777" w:rsidR="00520CF7" w:rsidRPr="00984A1D" w:rsidRDefault="00520CF7" w:rsidP="00A50BF7">
      <w:pPr>
        <w:pStyle w:val="PargrafodaLista"/>
        <w:numPr>
          <w:ilvl w:val="1"/>
          <w:numId w:val="36"/>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14:paraId="42CCFDF0" w14:textId="77777777" w:rsidR="00520CF7" w:rsidRPr="00984A1D" w:rsidRDefault="00520CF7" w:rsidP="00A50BF7">
      <w:pPr>
        <w:pStyle w:val="PargrafodaLista"/>
        <w:numPr>
          <w:ilvl w:val="1"/>
          <w:numId w:val="36"/>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14:paraId="4D36B7EE" w14:textId="77777777" w:rsidR="00E56973" w:rsidRPr="00E352FF" w:rsidRDefault="00E56973" w:rsidP="00A50BF7">
      <w:pPr>
        <w:pStyle w:val="PargrafodaLista"/>
        <w:numPr>
          <w:ilvl w:val="1"/>
          <w:numId w:val="36"/>
        </w:numPr>
        <w:ind w:left="0" w:firstLine="0"/>
        <w:jc w:val="both"/>
        <w:rPr>
          <w:rFonts w:cs="Arial"/>
          <w:szCs w:val="20"/>
        </w:rPr>
      </w:pPr>
      <w:r w:rsidRPr="00E352FF">
        <w:rPr>
          <w:rFonts w:cs="Arial"/>
          <w:szCs w:val="20"/>
        </w:rPr>
        <w:t>Instalações elétricas com fiação clipada e lâmpadas 100% LED</w:t>
      </w:r>
      <w:r w:rsidR="00153D3F" w:rsidRPr="00E352FF">
        <w:rPr>
          <w:rFonts w:cs="Arial"/>
          <w:szCs w:val="20"/>
        </w:rPr>
        <w:t>;</w:t>
      </w:r>
    </w:p>
    <w:p w14:paraId="473AF3D6" w14:textId="77777777" w:rsidR="00E56973" w:rsidRPr="00E352FF" w:rsidRDefault="00E56973" w:rsidP="00A50BF7">
      <w:pPr>
        <w:pStyle w:val="PargrafodaLista"/>
        <w:numPr>
          <w:ilvl w:val="1"/>
          <w:numId w:val="36"/>
        </w:numPr>
        <w:ind w:left="0" w:firstLine="0"/>
        <w:jc w:val="both"/>
        <w:rPr>
          <w:rFonts w:cs="Arial"/>
          <w:szCs w:val="20"/>
        </w:rPr>
      </w:pPr>
      <w:r w:rsidRPr="00E352FF">
        <w:rPr>
          <w:rFonts w:cs="Arial"/>
          <w:szCs w:val="20"/>
        </w:rPr>
        <w:t>Iluminação interna em LED compatível com o tamanho da carroceria;</w:t>
      </w:r>
    </w:p>
    <w:p w14:paraId="3BA9326F" w14:textId="4A6F4BD6" w:rsidR="00E56973" w:rsidRDefault="00E56973" w:rsidP="00A50BF7">
      <w:pPr>
        <w:pStyle w:val="PargrafodaLista"/>
        <w:numPr>
          <w:ilvl w:val="1"/>
          <w:numId w:val="36"/>
        </w:numPr>
        <w:ind w:left="0" w:firstLine="0"/>
        <w:jc w:val="both"/>
        <w:rPr>
          <w:rFonts w:cs="Arial"/>
          <w:szCs w:val="20"/>
        </w:rPr>
      </w:pPr>
      <w:r w:rsidRPr="00E352FF">
        <w:rPr>
          <w:rFonts w:cs="Arial"/>
          <w:szCs w:val="20"/>
        </w:rPr>
        <w:t>Pintura com aplicação de fundo anticorrosivo, mais dupla demão esmalte sintéti</w:t>
      </w:r>
      <w:r w:rsidR="0037219F">
        <w:rPr>
          <w:rFonts w:cs="Arial"/>
          <w:szCs w:val="20"/>
        </w:rPr>
        <w:t>co secagem rápida na cor branca; e</w:t>
      </w:r>
    </w:p>
    <w:p w14:paraId="6500900F" w14:textId="77777777" w:rsidR="000B5746" w:rsidRPr="00E352FF" w:rsidRDefault="000B5746" w:rsidP="00A50BF7">
      <w:pPr>
        <w:pStyle w:val="PargrafodaLista"/>
        <w:numPr>
          <w:ilvl w:val="1"/>
          <w:numId w:val="36"/>
        </w:numPr>
        <w:ind w:left="0" w:firstLine="0"/>
        <w:jc w:val="both"/>
        <w:rPr>
          <w:rFonts w:cs="Arial"/>
          <w:szCs w:val="20"/>
        </w:rPr>
      </w:pPr>
      <w:r>
        <w:rPr>
          <w:rFonts w:cs="Arial"/>
          <w:szCs w:val="20"/>
        </w:rPr>
        <w:t xml:space="preserve">Produto similar ao </w:t>
      </w:r>
      <w:r w:rsidR="006A7268">
        <w:rPr>
          <w:rFonts w:cs="Arial"/>
          <w:szCs w:val="20"/>
        </w:rPr>
        <w:t xml:space="preserve">Hyundai HD 80, equipado com implemento similar ao </w:t>
      </w:r>
      <w:r>
        <w:rPr>
          <w:rFonts w:cs="Arial"/>
          <w:szCs w:val="20"/>
        </w:rPr>
        <w:t>Furgão liso branco isotérmico/frigorífico da M Truck Service.</w:t>
      </w:r>
    </w:p>
    <w:p w14:paraId="61A37114" w14:textId="77777777" w:rsidR="005F646A" w:rsidRPr="00623008" w:rsidRDefault="005F646A" w:rsidP="005F646A">
      <w:pPr>
        <w:pStyle w:val="PargrafodaLista"/>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5F646A" w:rsidRPr="00623008" w14:paraId="7F9EAF21" w14:textId="77777777" w:rsidTr="00292FE4">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636001B" w14:textId="77777777" w:rsidR="005F646A" w:rsidRPr="00623008" w:rsidRDefault="00292FE4" w:rsidP="00B41975">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14:paraId="70AEDE9A" w14:textId="77777777" w:rsidR="005F646A" w:rsidRPr="00623008" w:rsidRDefault="005F646A" w:rsidP="00B41975">
            <w:pPr>
              <w:widowControl w:val="0"/>
              <w:suppressAutoHyphens/>
              <w:jc w:val="center"/>
              <w:rPr>
                <w:rFonts w:cs="Times New Roman"/>
                <w:b/>
                <w:bCs/>
                <w:szCs w:val="20"/>
              </w:rPr>
            </w:pPr>
            <w:r w:rsidRPr="00623008">
              <w:rPr>
                <w:rFonts w:cs="Times New Roman"/>
                <w:b/>
                <w:bCs/>
                <w:szCs w:val="20"/>
              </w:rPr>
              <w:t>DESCRIÇÃO/ESPECIFICAÇÃO</w:t>
            </w:r>
          </w:p>
        </w:tc>
      </w:tr>
      <w:tr w:rsidR="005F646A" w:rsidRPr="00623008" w14:paraId="26376069" w14:textId="77777777" w:rsidTr="00292FE4">
        <w:trPr>
          <w:jc w:val="center"/>
        </w:trPr>
        <w:tc>
          <w:tcPr>
            <w:tcW w:w="988" w:type="dxa"/>
            <w:vAlign w:val="center"/>
          </w:tcPr>
          <w:p w14:paraId="05B1887E" w14:textId="4F81F007" w:rsidR="005F646A" w:rsidRPr="00623008" w:rsidRDefault="005545DD" w:rsidP="00B41975">
            <w:pPr>
              <w:widowControl w:val="0"/>
              <w:suppressAutoHyphens/>
              <w:jc w:val="center"/>
              <w:rPr>
                <w:rFonts w:cs="Arial"/>
                <w:b/>
                <w:color w:val="000000"/>
                <w:szCs w:val="20"/>
              </w:rPr>
            </w:pPr>
            <w:r>
              <w:rPr>
                <w:rFonts w:cs="Arial"/>
                <w:b/>
                <w:color w:val="000000"/>
                <w:szCs w:val="20"/>
              </w:rPr>
              <w:t>42</w:t>
            </w:r>
            <w:r w:rsidR="00043980">
              <w:rPr>
                <w:rFonts w:cs="Arial"/>
                <w:b/>
                <w:color w:val="000000"/>
                <w:szCs w:val="20"/>
              </w:rPr>
              <w:t xml:space="preserve"> e 4</w:t>
            </w:r>
            <w:r>
              <w:rPr>
                <w:rFonts w:cs="Arial"/>
                <w:b/>
                <w:color w:val="000000"/>
                <w:szCs w:val="20"/>
              </w:rPr>
              <w:t>3</w:t>
            </w:r>
          </w:p>
        </w:tc>
        <w:tc>
          <w:tcPr>
            <w:tcW w:w="7938" w:type="dxa"/>
          </w:tcPr>
          <w:p w14:paraId="06CDF4DC" w14:textId="77777777" w:rsidR="005F646A" w:rsidRPr="00623008" w:rsidRDefault="005F646A" w:rsidP="005F646A">
            <w:pPr>
              <w:widowControl w:val="0"/>
              <w:suppressAutoHyphens/>
              <w:rPr>
                <w:rFonts w:cs="Arial"/>
                <w:color w:val="000000"/>
                <w:szCs w:val="20"/>
              </w:rPr>
            </w:pPr>
            <w:r w:rsidRPr="00623008">
              <w:rPr>
                <w:rFonts w:cs="Times New Roman"/>
                <w:bCs/>
                <w:szCs w:val="20"/>
              </w:rPr>
              <w:t>Caminhão a diesel com carroceria baú metálico</w:t>
            </w:r>
            <w:r w:rsidR="00521CD6">
              <w:rPr>
                <w:rFonts w:cs="Times New Roman"/>
                <w:bCs/>
                <w:szCs w:val="20"/>
              </w:rPr>
              <w:t xml:space="preserve"> carga seca</w:t>
            </w:r>
            <w:r w:rsidRPr="00623008">
              <w:rPr>
                <w:rFonts w:cs="Times New Roman"/>
                <w:bCs/>
                <w:szCs w:val="20"/>
              </w:rPr>
              <w:t>, tração 4x2</w:t>
            </w:r>
          </w:p>
        </w:tc>
      </w:tr>
    </w:tbl>
    <w:p w14:paraId="357A505F" w14:textId="77777777" w:rsidR="005F646A" w:rsidRPr="00623008" w:rsidRDefault="005F646A" w:rsidP="00A50BF7">
      <w:pPr>
        <w:pStyle w:val="PargrafodaLista"/>
        <w:numPr>
          <w:ilvl w:val="0"/>
          <w:numId w:val="38"/>
        </w:numPr>
        <w:spacing w:before="240" w:after="240"/>
        <w:ind w:left="0" w:firstLine="0"/>
        <w:contextualSpacing w:val="0"/>
        <w:jc w:val="both"/>
        <w:rPr>
          <w:rFonts w:cs="Arial"/>
          <w:b/>
          <w:szCs w:val="20"/>
        </w:rPr>
      </w:pPr>
      <w:r w:rsidRPr="00623008">
        <w:rPr>
          <w:rFonts w:cs="Arial"/>
          <w:b/>
          <w:szCs w:val="20"/>
        </w:rPr>
        <w:t>CARACTERÍSTICAS TÉCNICAS</w:t>
      </w:r>
    </w:p>
    <w:p w14:paraId="306A1724" w14:textId="77777777" w:rsidR="005F646A" w:rsidRPr="00623008" w:rsidRDefault="005F646A" w:rsidP="00A50BF7">
      <w:pPr>
        <w:pStyle w:val="PargrafodaLista"/>
        <w:numPr>
          <w:ilvl w:val="0"/>
          <w:numId w:val="39"/>
        </w:numPr>
        <w:ind w:left="0" w:firstLine="0"/>
        <w:jc w:val="both"/>
        <w:rPr>
          <w:rFonts w:cs="Arial"/>
          <w:szCs w:val="20"/>
        </w:rPr>
      </w:pPr>
      <w:r w:rsidRPr="00623008">
        <w:rPr>
          <w:rFonts w:cs="Arial"/>
          <w:szCs w:val="20"/>
        </w:rPr>
        <w:t>Classificação: Veículo novo, tração 4x2, zero quilômetro, equipado com carroceria carga seca;</w:t>
      </w:r>
    </w:p>
    <w:p w14:paraId="7106969E" w14:textId="77777777" w:rsidR="005F646A" w:rsidRPr="00623008" w:rsidRDefault="005F646A" w:rsidP="00A50BF7">
      <w:pPr>
        <w:pStyle w:val="PargrafodaLista"/>
        <w:numPr>
          <w:ilvl w:val="0"/>
          <w:numId w:val="39"/>
        </w:numPr>
        <w:ind w:left="0" w:firstLine="0"/>
        <w:jc w:val="both"/>
        <w:rPr>
          <w:rFonts w:cs="Arial"/>
          <w:szCs w:val="20"/>
        </w:rPr>
      </w:pPr>
      <w:r w:rsidRPr="00623008">
        <w:rPr>
          <w:rFonts w:cs="Arial"/>
          <w:szCs w:val="20"/>
        </w:rPr>
        <w:t>Ano de fabricação do chassi: do ano em curso ou posterior;</w:t>
      </w:r>
    </w:p>
    <w:p w14:paraId="24CD23BC" w14:textId="77777777" w:rsidR="005F646A" w:rsidRPr="00623008" w:rsidRDefault="005F646A" w:rsidP="00A50BF7">
      <w:pPr>
        <w:pStyle w:val="PargrafodaLista"/>
        <w:numPr>
          <w:ilvl w:val="0"/>
          <w:numId w:val="39"/>
        </w:numPr>
        <w:ind w:left="0" w:firstLine="0"/>
        <w:jc w:val="both"/>
        <w:rPr>
          <w:rFonts w:cs="Arial"/>
          <w:szCs w:val="20"/>
        </w:rPr>
      </w:pPr>
      <w:r w:rsidRPr="00623008">
        <w:rPr>
          <w:rFonts w:cs="Arial"/>
          <w:szCs w:val="20"/>
        </w:rPr>
        <w:t>PBT igual ou superior a 8.0000 Kg;</w:t>
      </w:r>
    </w:p>
    <w:p w14:paraId="6CE0B258" w14:textId="77777777" w:rsidR="005F646A" w:rsidRPr="00623008" w:rsidRDefault="005F646A" w:rsidP="00A50BF7">
      <w:pPr>
        <w:pStyle w:val="PargrafodaLista"/>
        <w:numPr>
          <w:ilvl w:val="0"/>
          <w:numId w:val="39"/>
        </w:numPr>
        <w:ind w:left="0" w:firstLine="0"/>
        <w:jc w:val="both"/>
        <w:rPr>
          <w:rFonts w:cs="Arial"/>
          <w:szCs w:val="20"/>
        </w:rPr>
      </w:pPr>
      <w:r w:rsidRPr="00623008">
        <w:rPr>
          <w:rFonts w:cs="Arial"/>
          <w:szCs w:val="20"/>
        </w:rPr>
        <w:t>Motor do veículo: Óleo diesel, com potência igual ou superior a 1</w:t>
      </w:r>
      <w:r w:rsidR="006F73D2" w:rsidRPr="00623008">
        <w:rPr>
          <w:rFonts w:cs="Arial"/>
          <w:szCs w:val="20"/>
        </w:rPr>
        <w:t>5</w:t>
      </w:r>
      <w:r w:rsidRPr="00623008">
        <w:rPr>
          <w:rFonts w:cs="Arial"/>
          <w:szCs w:val="20"/>
        </w:rPr>
        <w:t>0CV;</w:t>
      </w:r>
    </w:p>
    <w:p w14:paraId="0326CC03" w14:textId="77777777" w:rsidR="00415BEE" w:rsidRPr="00623008" w:rsidRDefault="00415BEE" w:rsidP="00A50BF7">
      <w:pPr>
        <w:pStyle w:val="PargrafodaLista"/>
        <w:numPr>
          <w:ilvl w:val="0"/>
          <w:numId w:val="39"/>
        </w:numPr>
        <w:ind w:left="0" w:firstLine="0"/>
        <w:jc w:val="both"/>
        <w:rPr>
          <w:rFonts w:cs="Arial"/>
          <w:szCs w:val="20"/>
        </w:rPr>
      </w:pPr>
      <w:r w:rsidRPr="00623008">
        <w:rPr>
          <w:rFonts w:cs="Arial"/>
          <w:szCs w:val="20"/>
        </w:rPr>
        <w:t xml:space="preserve">Distância entre eixos, compatível para implemento de carroceria baú </w:t>
      </w:r>
      <w:r>
        <w:rPr>
          <w:rFonts w:cs="Arial"/>
          <w:szCs w:val="20"/>
        </w:rPr>
        <w:t>carga seca</w:t>
      </w:r>
      <w:r w:rsidRPr="00623008">
        <w:rPr>
          <w:rFonts w:cs="Arial"/>
          <w:szCs w:val="20"/>
        </w:rPr>
        <w:t xml:space="preserve"> de 5</w:t>
      </w:r>
      <w:r>
        <w:rPr>
          <w:rFonts w:cs="Arial"/>
          <w:szCs w:val="20"/>
        </w:rPr>
        <w:t>,20m;</w:t>
      </w:r>
    </w:p>
    <w:p w14:paraId="026D5441" w14:textId="7A50AC18" w:rsidR="005F646A" w:rsidRPr="00623008" w:rsidRDefault="005F646A" w:rsidP="00A50BF7">
      <w:pPr>
        <w:pStyle w:val="PargrafodaLista"/>
        <w:numPr>
          <w:ilvl w:val="0"/>
          <w:numId w:val="39"/>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r w:rsidR="0037219F">
        <w:rPr>
          <w:rFonts w:cs="Arial"/>
          <w:szCs w:val="20"/>
        </w:rPr>
        <w:t xml:space="preserve"> e</w:t>
      </w:r>
      <w:bookmarkStart w:id="0" w:name="_GoBack"/>
      <w:bookmarkEnd w:id="0"/>
    </w:p>
    <w:p w14:paraId="3745E7D4" w14:textId="208446A6" w:rsidR="005F646A" w:rsidRPr="00623008" w:rsidRDefault="0037219F" w:rsidP="00A50BF7">
      <w:pPr>
        <w:pStyle w:val="PargrafodaLista"/>
        <w:numPr>
          <w:ilvl w:val="0"/>
          <w:numId w:val="39"/>
        </w:numPr>
        <w:ind w:left="0" w:firstLine="0"/>
        <w:jc w:val="both"/>
        <w:rPr>
          <w:rFonts w:cs="Arial"/>
          <w:szCs w:val="20"/>
        </w:rPr>
      </w:pPr>
      <w:r>
        <w:rPr>
          <w:rFonts w:cs="Arial"/>
          <w:szCs w:val="20"/>
        </w:rPr>
        <w:t>Pintura na cor BRANCA.</w:t>
      </w:r>
    </w:p>
    <w:p w14:paraId="0FDB92EB" w14:textId="77777777" w:rsidR="005F646A" w:rsidRPr="00623008" w:rsidRDefault="005F646A" w:rsidP="00A50BF7">
      <w:pPr>
        <w:pStyle w:val="PargrafodaLista"/>
        <w:numPr>
          <w:ilvl w:val="0"/>
          <w:numId w:val="38"/>
        </w:numPr>
        <w:spacing w:before="240" w:after="240"/>
        <w:ind w:left="0" w:firstLine="0"/>
        <w:contextualSpacing w:val="0"/>
        <w:jc w:val="both"/>
        <w:rPr>
          <w:rFonts w:cs="Arial"/>
          <w:szCs w:val="20"/>
        </w:rPr>
      </w:pPr>
      <w:r w:rsidRPr="00623008">
        <w:rPr>
          <w:rFonts w:cs="Arial"/>
          <w:b/>
          <w:szCs w:val="20"/>
        </w:rPr>
        <w:t>DIVERSOS</w:t>
      </w:r>
    </w:p>
    <w:p w14:paraId="75A00A93" w14:textId="77777777" w:rsidR="00221773" w:rsidRPr="00221773" w:rsidRDefault="00221773" w:rsidP="00A50BF7">
      <w:pPr>
        <w:pStyle w:val="PargrafodaLista"/>
        <w:numPr>
          <w:ilvl w:val="1"/>
          <w:numId w:val="38"/>
        </w:numPr>
        <w:ind w:left="0" w:firstLine="0"/>
        <w:jc w:val="both"/>
        <w:rPr>
          <w:rFonts w:cs="Arial"/>
          <w:szCs w:val="20"/>
        </w:rPr>
      </w:pPr>
      <w:r w:rsidRPr="00623008">
        <w:rPr>
          <w:rFonts w:cs="Arial"/>
          <w:szCs w:val="20"/>
        </w:rPr>
        <w:t>Ar-condicionado original de f</w:t>
      </w:r>
      <w:r>
        <w:rPr>
          <w:rFonts w:cs="Arial"/>
          <w:szCs w:val="20"/>
        </w:rPr>
        <w:t xml:space="preserve">ábrica </w:t>
      </w:r>
      <w:r w:rsidRPr="00221773">
        <w:rPr>
          <w:rFonts w:cs="Arial"/>
          <w:szCs w:val="20"/>
        </w:rPr>
        <w:t>ou instalado por empresa homologada pelo fabricante,</w:t>
      </w:r>
      <w:r>
        <w:rPr>
          <w:rFonts w:cs="Arial"/>
          <w:szCs w:val="20"/>
        </w:rPr>
        <w:t xml:space="preserve"> </w:t>
      </w:r>
      <w:r w:rsidRPr="00221773">
        <w:rPr>
          <w:rFonts w:cs="Arial"/>
          <w:szCs w:val="20"/>
        </w:rPr>
        <w:t>mantendo-se as condições de garantias do fabricante</w:t>
      </w:r>
      <w:r>
        <w:rPr>
          <w:rFonts w:cs="Arial"/>
          <w:szCs w:val="20"/>
        </w:rPr>
        <w:t>;</w:t>
      </w:r>
    </w:p>
    <w:p w14:paraId="728AE543" w14:textId="77777777" w:rsidR="00EB6A2E" w:rsidRDefault="005F646A" w:rsidP="00EB6A2E">
      <w:pPr>
        <w:pStyle w:val="PargrafodaLista"/>
        <w:numPr>
          <w:ilvl w:val="1"/>
          <w:numId w:val="38"/>
        </w:numPr>
        <w:ind w:left="0" w:firstLine="0"/>
        <w:jc w:val="both"/>
        <w:rPr>
          <w:rFonts w:cs="Arial"/>
          <w:szCs w:val="20"/>
        </w:rPr>
      </w:pPr>
      <w:r w:rsidRPr="00623008">
        <w:rPr>
          <w:rFonts w:cs="Arial"/>
          <w:szCs w:val="20"/>
        </w:rPr>
        <w:lastRenderedPageBreak/>
        <w:t>Retrovisores externos elétricos</w:t>
      </w:r>
      <w:r w:rsidR="00221773">
        <w:rPr>
          <w:rFonts w:cs="Arial"/>
          <w:szCs w:val="20"/>
        </w:rPr>
        <w:t xml:space="preserve"> ou instalado por empresa homologada pelo fabricante, mantendo-se as condições de garantias do fabricante</w:t>
      </w:r>
      <w:r w:rsidRPr="00623008">
        <w:rPr>
          <w:rFonts w:cs="Arial"/>
          <w:szCs w:val="20"/>
        </w:rPr>
        <w:t>;</w:t>
      </w:r>
    </w:p>
    <w:p w14:paraId="4BAF53B8" w14:textId="77777777" w:rsidR="00EB6A2E" w:rsidRDefault="00EB6A2E" w:rsidP="00EB6A2E">
      <w:pPr>
        <w:pStyle w:val="PargrafodaLista"/>
        <w:numPr>
          <w:ilvl w:val="1"/>
          <w:numId w:val="38"/>
        </w:numPr>
        <w:ind w:left="0" w:firstLine="0"/>
        <w:jc w:val="both"/>
        <w:rPr>
          <w:rFonts w:cs="Arial"/>
          <w:szCs w:val="20"/>
        </w:rPr>
      </w:pPr>
      <w:r w:rsidRPr="00EB6A2E">
        <w:rPr>
          <w:rFonts w:cs="Arial"/>
          <w:szCs w:val="20"/>
        </w:rPr>
        <w:t>Vidro elétrico nas portas de fábrica, podendo ser instalado por empresa homologada pelo fabricante, mantendo-se as condições de garantias do fabricante;</w:t>
      </w:r>
    </w:p>
    <w:p w14:paraId="64211E79" w14:textId="5F1BE1B9" w:rsidR="00EB6A2E" w:rsidRPr="00EB6A2E" w:rsidRDefault="00EB6A2E" w:rsidP="00EB6A2E">
      <w:pPr>
        <w:pStyle w:val="PargrafodaLista"/>
        <w:numPr>
          <w:ilvl w:val="1"/>
          <w:numId w:val="38"/>
        </w:numPr>
        <w:ind w:left="0" w:firstLine="0"/>
        <w:jc w:val="both"/>
        <w:rPr>
          <w:rFonts w:cs="Arial"/>
          <w:szCs w:val="20"/>
        </w:rPr>
      </w:pPr>
      <w:r w:rsidRPr="00EB6A2E">
        <w:rPr>
          <w:rFonts w:cs="Arial"/>
          <w:szCs w:val="20"/>
        </w:rPr>
        <w:t>Travas elétricas de fábrica, de ambas as portas, com acionamento pela chave quando a mesma for inserida na fechadura da porta do lado do motorista do veículo, podendo ser instalado por empresa homologada pelo fabricante, mantendo-se as condições de garantias do fabricante;</w:t>
      </w:r>
    </w:p>
    <w:p w14:paraId="65427BDD" w14:textId="77777777" w:rsidR="005F646A" w:rsidRPr="00623008" w:rsidRDefault="005F646A" w:rsidP="00A50BF7">
      <w:pPr>
        <w:pStyle w:val="PargrafodaLista"/>
        <w:numPr>
          <w:ilvl w:val="1"/>
          <w:numId w:val="38"/>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14:paraId="4296C8C4" w14:textId="77777777" w:rsidR="005F646A" w:rsidRPr="00623008" w:rsidRDefault="005F646A" w:rsidP="00A50BF7">
      <w:pPr>
        <w:pStyle w:val="PargrafodaLista"/>
        <w:numPr>
          <w:ilvl w:val="1"/>
          <w:numId w:val="38"/>
        </w:numPr>
        <w:ind w:left="0" w:firstLine="0"/>
        <w:jc w:val="both"/>
        <w:rPr>
          <w:rFonts w:cs="Arial"/>
          <w:szCs w:val="20"/>
        </w:rPr>
      </w:pPr>
      <w:r w:rsidRPr="00623008">
        <w:rPr>
          <w:rFonts w:cs="Arial"/>
          <w:szCs w:val="20"/>
        </w:rPr>
        <w:t>Som/multimídia integrada ao veículo, somente o disponibilizado de fábrica;</w:t>
      </w:r>
    </w:p>
    <w:p w14:paraId="2DA0EE3B" w14:textId="77777777" w:rsidR="005F646A" w:rsidRPr="00623008" w:rsidRDefault="005F646A" w:rsidP="00A50BF7">
      <w:pPr>
        <w:pStyle w:val="PargrafodaLista"/>
        <w:numPr>
          <w:ilvl w:val="1"/>
          <w:numId w:val="38"/>
        </w:numPr>
        <w:ind w:left="0" w:firstLine="0"/>
        <w:jc w:val="both"/>
        <w:rPr>
          <w:rFonts w:cs="Arial"/>
          <w:szCs w:val="20"/>
        </w:rPr>
      </w:pPr>
      <w:r w:rsidRPr="00623008">
        <w:rPr>
          <w:rFonts w:cs="Arial"/>
          <w:szCs w:val="20"/>
        </w:rPr>
        <w:t>Protetor de cárter;</w:t>
      </w:r>
    </w:p>
    <w:p w14:paraId="11E01DE9" w14:textId="77777777" w:rsidR="005F646A" w:rsidRPr="00623008" w:rsidRDefault="005F646A" w:rsidP="00A50BF7">
      <w:pPr>
        <w:pStyle w:val="PargrafodaLista"/>
        <w:numPr>
          <w:ilvl w:val="1"/>
          <w:numId w:val="38"/>
        </w:numPr>
        <w:ind w:left="0" w:firstLine="0"/>
        <w:jc w:val="both"/>
        <w:rPr>
          <w:rFonts w:cs="Arial"/>
          <w:szCs w:val="20"/>
        </w:rPr>
      </w:pPr>
      <w:r w:rsidRPr="00623008">
        <w:rPr>
          <w:rFonts w:cs="Arial"/>
          <w:szCs w:val="20"/>
        </w:rPr>
        <w:t>Jogo de tapete de borracha; e</w:t>
      </w:r>
    </w:p>
    <w:p w14:paraId="5DE82A44" w14:textId="77777777" w:rsidR="005F646A" w:rsidRPr="00623008" w:rsidRDefault="005F646A" w:rsidP="00A50BF7">
      <w:pPr>
        <w:pStyle w:val="PargrafodaLista"/>
        <w:numPr>
          <w:ilvl w:val="1"/>
          <w:numId w:val="38"/>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14:paraId="2EAA5C81" w14:textId="77777777" w:rsidR="005F646A" w:rsidRPr="00623008" w:rsidRDefault="00CD4148" w:rsidP="00A50BF7">
      <w:pPr>
        <w:pStyle w:val="PargrafodaLista"/>
        <w:numPr>
          <w:ilvl w:val="0"/>
          <w:numId w:val="38"/>
        </w:numPr>
        <w:spacing w:before="240" w:after="240"/>
        <w:ind w:left="0" w:firstLine="0"/>
        <w:contextualSpacing w:val="0"/>
        <w:jc w:val="both"/>
        <w:rPr>
          <w:rFonts w:cs="Arial"/>
          <w:b/>
          <w:szCs w:val="20"/>
        </w:rPr>
      </w:pPr>
      <w:r w:rsidRPr="00623008">
        <w:rPr>
          <w:rFonts w:cs="Arial"/>
          <w:b/>
          <w:szCs w:val="20"/>
        </w:rPr>
        <w:t>CARACTERIZAÇÃO DA CARROCERIA B</w:t>
      </w:r>
      <w:r w:rsidR="005F646A" w:rsidRPr="00623008">
        <w:rPr>
          <w:rFonts w:cs="Arial"/>
          <w:b/>
          <w:szCs w:val="20"/>
        </w:rPr>
        <w:t>AÚ</w:t>
      </w:r>
    </w:p>
    <w:p w14:paraId="58AB869F" w14:textId="77777777" w:rsidR="005F646A" w:rsidRPr="00276392" w:rsidRDefault="005F646A" w:rsidP="00A50BF7">
      <w:pPr>
        <w:pStyle w:val="PargrafodaLista"/>
        <w:numPr>
          <w:ilvl w:val="1"/>
          <w:numId w:val="38"/>
        </w:numPr>
        <w:ind w:left="0" w:firstLine="0"/>
        <w:jc w:val="both"/>
        <w:rPr>
          <w:rFonts w:cs="Arial"/>
          <w:szCs w:val="20"/>
        </w:rPr>
      </w:pPr>
      <w:r w:rsidRPr="00276392">
        <w:rPr>
          <w:rFonts w:cs="Arial"/>
          <w:szCs w:val="20"/>
        </w:rPr>
        <w:t>Implemento novo e de primeiro uso para transporte de carga</w:t>
      </w:r>
      <w:r w:rsidR="00B41975" w:rsidRPr="00276392">
        <w:rPr>
          <w:rFonts w:cs="Arial"/>
          <w:szCs w:val="20"/>
        </w:rPr>
        <w:t xml:space="preserve"> seca</w:t>
      </w:r>
      <w:r w:rsidRPr="00276392">
        <w:rPr>
          <w:rFonts w:cs="Arial"/>
          <w:szCs w:val="20"/>
        </w:rPr>
        <w:t>;</w:t>
      </w:r>
    </w:p>
    <w:p w14:paraId="47585FB9" w14:textId="77777777" w:rsidR="00415BEE" w:rsidRPr="00276392" w:rsidRDefault="00415BEE" w:rsidP="00A50BF7">
      <w:pPr>
        <w:pStyle w:val="PargrafodaLista"/>
        <w:numPr>
          <w:ilvl w:val="1"/>
          <w:numId w:val="38"/>
        </w:numPr>
        <w:ind w:left="0" w:firstLine="0"/>
        <w:jc w:val="both"/>
        <w:rPr>
          <w:rFonts w:cs="Arial"/>
          <w:szCs w:val="20"/>
        </w:rPr>
      </w:pPr>
      <w:r w:rsidRPr="00276392">
        <w:rPr>
          <w:rFonts w:cs="Arial"/>
          <w:szCs w:val="20"/>
        </w:rPr>
        <w:t>Dimensões: comprimento de 5,20m versus 2,20m de largura versus 2,40m de altura;</w:t>
      </w:r>
    </w:p>
    <w:p w14:paraId="245D0D82" w14:textId="77777777" w:rsidR="005F646A" w:rsidRPr="004F2C0F" w:rsidRDefault="005F646A" w:rsidP="00A50BF7">
      <w:pPr>
        <w:pStyle w:val="PargrafodaLista"/>
        <w:numPr>
          <w:ilvl w:val="1"/>
          <w:numId w:val="38"/>
        </w:numPr>
        <w:ind w:left="0" w:firstLine="0"/>
        <w:jc w:val="both"/>
        <w:rPr>
          <w:rFonts w:cs="Arial"/>
          <w:szCs w:val="20"/>
        </w:rPr>
      </w:pPr>
      <w:r w:rsidRPr="004F2C0F">
        <w:rPr>
          <w:rFonts w:cs="Arial"/>
          <w:szCs w:val="20"/>
        </w:rPr>
        <w:t xml:space="preserve">Teto </w:t>
      </w:r>
      <w:r w:rsidR="004F2C0F" w:rsidRPr="004F2C0F">
        <w:rPr>
          <w:rStyle w:val="fontstyle01"/>
          <w:rFonts w:ascii="Arial" w:hAnsi="Arial" w:cs="Arial"/>
          <w:sz w:val="20"/>
          <w:szCs w:val="20"/>
        </w:rPr>
        <w:t>Construído em perfis de aço galvanizados arqueados, revestimento em chapa de</w:t>
      </w:r>
      <w:r w:rsidR="004F2C0F" w:rsidRPr="004F2C0F">
        <w:rPr>
          <w:rFonts w:cs="Arial"/>
          <w:color w:val="000000"/>
          <w:szCs w:val="20"/>
        </w:rPr>
        <w:br/>
      </w:r>
      <w:r w:rsidR="004F2C0F" w:rsidRPr="004F2C0F">
        <w:rPr>
          <w:rStyle w:val="fontstyle01"/>
          <w:rFonts w:ascii="Arial" w:hAnsi="Arial" w:cs="Arial"/>
          <w:sz w:val="20"/>
          <w:szCs w:val="20"/>
        </w:rPr>
        <w:t>alumínio lisa rebitada nas emendas das chapas</w:t>
      </w:r>
      <w:r w:rsidRPr="004F2C0F">
        <w:rPr>
          <w:rFonts w:cs="Arial"/>
          <w:szCs w:val="20"/>
        </w:rPr>
        <w:t>;</w:t>
      </w:r>
    </w:p>
    <w:p w14:paraId="20DBEAC7" w14:textId="77777777" w:rsidR="00F35FA2" w:rsidRPr="00415BEE" w:rsidRDefault="00276392" w:rsidP="00A50BF7">
      <w:pPr>
        <w:pStyle w:val="PargrafodaLista"/>
        <w:numPr>
          <w:ilvl w:val="1"/>
          <w:numId w:val="38"/>
        </w:numPr>
        <w:spacing w:before="240" w:after="240"/>
        <w:ind w:left="0" w:firstLine="0"/>
        <w:jc w:val="both"/>
        <w:rPr>
          <w:rFonts w:cs="Arial"/>
          <w:color w:val="FF0000"/>
          <w:szCs w:val="20"/>
        </w:rPr>
      </w:pPr>
      <w:r w:rsidRPr="00623008">
        <w:rPr>
          <w:rFonts w:cs="Arial"/>
          <w:szCs w:val="20"/>
        </w:rPr>
        <w:t xml:space="preserve">Estrutura fabricada com longarinas </w:t>
      </w:r>
      <w:r w:rsidRPr="004F2C0F">
        <w:rPr>
          <w:rFonts w:cs="Arial"/>
          <w:szCs w:val="20"/>
        </w:rPr>
        <w:t xml:space="preserve">aço com perfil U, travessas também em aço com perfil U, com mãos francesas ligadas as longarinas através de solda tipo </w:t>
      </w:r>
      <w:r w:rsidRPr="004F2C0F">
        <w:rPr>
          <w:rFonts w:cs="Arial"/>
          <w:i/>
          <w:szCs w:val="20"/>
        </w:rPr>
        <w:t xml:space="preserve">Mig. </w:t>
      </w:r>
      <w:r w:rsidRPr="004F2C0F">
        <w:rPr>
          <w:rFonts w:cs="Arial"/>
          <w:szCs w:val="20"/>
        </w:rPr>
        <w:t>Viga lateral fechando o quadro com as travessas embutidas na viga. Todos os aços deverão possuir qualidade mínima SAE 1020</w:t>
      </w:r>
      <w:r w:rsidR="00F35FA2" w:rsidRPr="004F2C0F">
        <w:rPr>
          <w:rFonts w:cs="Arial"/>
          <w:szCs w:val="20"/>
        </w:rPr>
        <w:t>;</w:t>
      </w:r>
    </w:p>
    <w:p w14:paraId="2FCA90C3" w14:textId="77777777" w:rsidR="004F2C0F" w:rsidRPr="000327EF" w:rsidRDefault="004F2C0F" w:rsidP="00A50BF7">
      <w:pPr>
        <w:pStyle w:val="PargrafodaLista"/>
        <w:numPr>
          <w:ilvl w:val="1"/>
          <w:numId w:val="38"/>
        </w:numPr>
        <w:spacing w:before="240" w:after="240"/>
        <w:ind w:left="0" w:firstLine="0"/>
        <w:jc w:val="both"/>
        <w:rPr>
          <w:rFonts w:cs="Arial"/>
          <w:szCs w:val="20"/>
        </w:rPr>
      </w:pPr>
      <w:r w:rsidRPr="000327EF">
        <w:rPr>
          <w:rFonts w:cs="Arial"/>
          <w:szCs w:val="20"/>
        </w:rPr>
        <w:t>Caixa de carga construída com as seguintes premissas:</w:t>
      </w:r>
    </w:p>
    <w:p w14:paraId="092052B9" w14:textId="77777777" w:rsidR="004F2C0F" w:rsidRPr="000327EF" w:rsidRDefault="004F2C0F" w:rsidP="00A50BF7">
      <w:pPr>
        <w:pStyle w:val="PargrafodaLista"/>
        <w:numPr>
          <w:ilvl w:val="2"/>
          <w:numId w:val="38"/>
        </w:numPr>
        <w:spacing w:before="240" w:after="240"/>
        <w:ind w:left="0" w:firstLine="0"/>
        <w:jc w:val="both"/>
        <w:rPr>
          <w:rFonts w:cs="Arial"/>
          <w:szCs w:val="20"/>
        </w:rPr>
      </w:pPr>
      <w:r w:rsidRPr="000327EF">
        <w:rPr>
          <w:rFonts w:cs="Arial"/>
          <w:szCs w:val="20"/>
        </w:rPr>
        <w:t xml:space="preserve">Laterais e frontal construída em perfis de aço galvanizado, tipo ômega. </w:t>
      </w:r>
      <w:r w:rsidRPr="000327EF">
        <w:rPr>
          <w:rStyle w:val="fontstyle01"/>
          <w:rFonts w:ascii="Arial" w:hAnsi="Arial" w:cs="Arial"/>
          <w:color w:val="auto"/>
          <w:sz w:val="20"/>
          <w:szCs w:val="20"/>
        </w:rPr>
        <w:t>Revestimento externo em chapa de alumínio Corrugado Natural rebitada sobre os perfis;</w:t>
      </w:r>
    </w:p>
    <w:p w14:paraId="38123A6E" w14:textId="77777777" w:rsidR="00F35FA2" w:rsidRPr="000327EF" w:rsidRDefault="00F35FA2" w:rsidP="00A50BF7">
      <w:pPr>
        <w:pStyle w:val="PargrafodaLista"/>
        <w:numPr>
          <w:ilvl w:val="2"/>
          <w:numId w:val="38"/>
        </w:numPr>
        <w:spacing w:before="240" w:after="240"/>
        <w:ind w:left="0" w:firstLine="0"/>
        <w:jc w:val="both"/>
        <w:rPr>
          <w:rFonts w:cs="Arial"/>
          <w:szCs w:val="20"/>
        </w:rPr>
      </w:pPr>
      <w:r w:rsidRPr="000327EF">
        <w:rPr>
          <w:rFonts w:cs="Arial"/>
          <w:szCs w:val="20"/>
          <w:shd w:val="clear" w:color="auto" w:fill="FFFFFF"/>
        </w:rPr>
        <w:t>Perfis Internos (ômega e ripa) confeccionados em aço galvanizado, que assegure durabilidade e proteção contra oxidação</w:t>
      </w:r>
      <w:r w:rsidR="004F2C0F" w:rsidRPr="000327EF">
        <w:rPr>
          <w:rFonts w:cs="Arial"/>
          <w:szCs w:val="20"/>
          <w:shd w:val="clear" w:color="auto" w:fill="FFFFFF"/>
        </w:rPr>
        <w:t>. Frontal em chapa de alumínio corrugado</w:t>
      </w:r>
      <w:r w:rsidRPr="000327EF">
        <w:rPr>
          <w:rFonts w:cs="Arial"/>
          <w:szCs w:val="20"/>
          <w:shd w:val="clear" w:color="auto" w:fill="FFFFFF"/>
        </w:rPr>
        <w:t>;</w:t>
      </w:r>
    </w:p>
    <w:p w14:paraId="2E5862C8" w14:textId="77777777" w:rsidR="00F35FA2" w:rsidRPr="000327EF" w:rsidRDefault="00F35FA2" w:rsidP="00A50BF7">
      <w:pPr>
        <w:pStyle w:val="PargrafodaLista"/>
        <w:numPr>
          <w:ilvl w:val="2"/>
          <w:numId w:val="38"/>
        </w:numPr>
        <w:spacing w:before="240" w:after="240"/>
        <w:ind w:left="0" w:firstLine="0"/>
        <w:jc w:val="both"/>
        <w:rPr>
          <w:rFonts w:cs="Arial"/>
          <w:szCs w:val="20"/>
        </w:rPr>
      </w:pPr>
      <w:r w:rsidRPr="000327EF">
        <w:rPr>
          <w:rFonts w:cs="Arial"/>
          <w:szCs w:val="20"/>
          <w:shd w:val="clear" w:color="auto" w:fill="FFFFFF"/>
        </w:rPr>
        <w:t xml:space="preserve">Quadro traseiro tubular tipo “paleteiro”, </w:t>
      </w:r>
      <w:r w:rsidR="004F2C0F" w:rsidRPr="000327EF">
        <w:rPr>
          <w:rStyle w:val="fontstyle01"/>
          <w:rFonts w:ascii="Arial" w:hAnsi="Arial" w:cs="Arial"/>
          <w:color w:val="auto"/>
          <w:sz w:val="20"/>
          <w:szCs w:val="20"/>
        </w:rPr>
        <w:t>construído as colunas em tubo retangular e a pingadeira em perfis de aço estrutural, perfil inferior em tubo retangular, revestimento externo em chapa de alumínio liso branco, com trincos externos</w:t>
      </w:r>
      <w:r w:rsidRPr="000327EF">
        <w:rPr>
          <w:rFonts w:cs="Arial"/>
          <w:szCs w:val="20"/>
          <w:shd w:val="clear" w:color="auto" w:fill="FFFFFF"/>
        </w:rPr>
        <w:t>;</w:t>
      </w:r>
    </w:p>
    <w:p w14:paraId="0FD25DD0" w14:textId="77777777" w:rsidR="00C0640E" w:rsidRPr="000327EF" w:rsidRDefault="00C0640E" w:rsidP="00A50BF7">
      <w:pPr>
        <w:pStyle w:val="PargrafodaLista"/>
        <w:numPr>
          <w:ilvl w:val="1"/>
          <w:numId w:val="38"/>
        </w:numPr>
        <w:spacing w:before="240" w:after="240"/>
        <w:ind w:left="0" w:firstLine="0"/>
        <w:jc w:val="both"/>
        <w:rPr>
          <w:rStyle w:val="fontstyle21"/>
          <w:rFonts w:ascii="Arial" w:hAnsi="Arial" w:cs="Arial"/>
          <w:color w:val="auto"/>
          <w:sz w:val="20"/>
          <w:szCs w:val="20"/>
        </w:rPr>
      </w:pPr>
      <w:r w:rsidRPr="000327EF">
        <w:rPr>
          <w:rStyle w:val="fontstyle01"/>
          <w:rFonts w:ascii="Arial" w:hAnsi="Arial" w:cs="Arial"/>
          <w:color w:val="auto"/>
          <w:sz w:val="20"/>
          <w:szCs w:val="20"/>
        </w:rPr>
        <w:t>Revestimento Interno c</w:t>
      </w:r>
      <w:r w:rsidRPr="000327EF">
        <w:rPr>
          <w:rStyle w:val="fontstyle21"/>
          <w:rFonts w:ascii="Arial" w:hAnsi="Arial" w:cs="Arial"/>
          <w:color w:val="auto"/>
          <w:sz w:val="20"/>
          <w:szCs w:val="20"/>
        </w:rPr>
        <w:t>om ripamento galvanizado, com 01 vergalhão por lateral para</w:t>
      </w:r>
      <w:r w:rsidRPr="000327EF">
        <w:rPr>
          <w:rFonts w:cs="Arial"/>
          <w:szCs w:val="20"/>
        </w:rPr>
        <w:br/>
      </w:r>
      <w:r w:rsidRPr="000327EF">
        <w:rPr>
          <w:rStyle w:val="fontstyle21"/>
          <w:rFonts w:ascii="Arial" w:hAnsi="Arial" w:cs="Arial"/>
          <w:color w:val="auto"/>
          <w:sz w:val="20"/>
          <w:szCs w:val="20"/>
        </w:rPr>
        <w:t>amarração de carga e com rodapé de 300mm;</w:t>
      </w:r>
    </w:p>
    <w:p w14:paraId="1465AF29" w14:textId="77777777" w:rsidR="00C0640E" w:rsidRPr="000327EF" w:rsidRDefault="00C0640E" w:rsidP="00A50BF7">
      <w:pPr>
        <w:pStyle w:val="PargrafodaLista"/>
        <w:numPr>
          <w:ilvl w:val="1"/>
          <w:numId w:val="38"/>
        </w:numPr>
        <w:spacing w:before="240" w:after="240"/>
        <w:ind w:left="0" w:firstLine="0"/>
        <w:jc w:val="both"/>
        <w:rPr>
          <w:rFonts w:cs="Arial"/>
          <w:szCs w:val="20"/>
        </w:rPr>
      </w:pPr>
      <w:r w:rsidRPr="000327EF">
        <w:rPr>
          <w:rStyle w:val="fontstyle21"/>
          <w:rFonts w:ascii="Arial" w:hAnsi="Arial" w:cs="Arial"/>
          <w:color w:val="auto"/>
          <w:sz w:val="20"/>
          <w:szCs w:val="20"/>
        </w:rPr>
        <w:t>Assoalho em piso chapa xadrez de 1/8 polegadas;</w:t>
      </w:r>
    </w:p>
    <w:p w14:paraId="1BFD6D05" w14:textId="77777777" w:rsidR="00F35FA2" w:rsidRPr="000327EF" w:rsidRDefault="00F35FA2" w:rsidP="00A50BF7">
      <w:pPr>
        <w:pStyle w:val="PargrafodaLista"/>
        <w:numPr>
          <w:ilvl w:val="1"/>
          <w:numId w:val="38"/>
        </w:numPr>
        <w:spacing w:before="240" w:after="240"/>
        <w:ind w:left="0" w:firstLine="0"/>
        <w:jc w:val="both"/>
        <w:rPr>
          <w:rFonts w:cs="Arial"/>
          <w:szCs w:val="20"/>
        </w:rPr>
      </w:pPr>
      <w:r w:rsidRPr="000327EF">
        <w:rPr>
          <w:rFonts w:cs="Arial"/>
          <w:szCs w:val="20"/>
          <w:shd w:val="clear" w:color="auto" w:fill="FFFFFF"/>
        </w:rPr>
        <w:t>Base confeccionada em aço com longarinas e travessas em perfil U;</w:t>
      </w:r>
    </w:p>
    <w:p w14:paraId="644C2A56" w14:textId="77777777" w:rsidR="00F35FA2" w:rsidRDefault="00F35FA2" w:rsidP="00A50BF7">
      <w:pPr>
        <w:pStyle w:val="PargrafodaLista"/>
        <w:numPr>
          <w:ilvl w:val="1"/>
          <w:numId w:val="38"/>
        </w:numPr>
        <w:spacing w:before="240" w:after="240"/>
        <w:ind w:left="0" w:firstLine="0"/>
        <w:jc w:val="both"/>
        <w:rPr>
          <w:rFonts w:cs="Arial"/>
          <w:szCs w:val="20"/>
        </w:rPr>
      </w:pPr>
      <w:r w:rsidRPr="000327EF">
        <w:rPr>
          <w:rFonts w:cs="Arial"/>
          <w:szCs w:val="20"/>
          <w:shd w:val="clear" w:color="auto" w:fill="FFFFFF"/>
        </w:rPr>
        <w:t xml:space="preserve">02 portas traseiras e 01 na lateral, confeccionadas em alumínio e de abertura total. Contorno com </w:t>
      </w:r>
      <w:r w:rsidRPr="004F2C0F">
        <w:rPr>
          <w:rFonts w:cs="Arial"/>
          <w:szCs w:val="20"/>
          <w:shd w:val="clear" w:color="auto" w:fill="FFFFFF"/>
        </w:rPr>
        <w:t>perfil de borracha de vedação. Trancas das portas com varões embutidos</w:t>
      </w:r>
      <w:r w:rsidRPr="004F2C0F">
        <w:rPr>
          <w:rFonts w:cs="Arial"/>
          <w:szCs w:val="20"/>
        </w:rPr>
        <w:t>;</w:t>
      </w:r>
    </w:p>
    <w:p w14:paraId="5901170F" w14:textId="77777777" w:rsidR="00984A1D" w:rsidRPr="00984A1D" w:rsidRDefault="00984A1D" w:rsidP="00A50BF7">
      <w:pPr>
        <w:pStyle w:val="PargrafodaLista"/>
        <w:numPr>
          <w:ilvl w:val="1"/>
          <w:numId w:val="38"/>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14:paraId="19DE70EB" w14:textId="77777777" w:rsidR="00984A1D" w:rsidRPr="00984A1D" w:rsidRDefault="00984A1D" w:rsidP="00A50BF7">
      <w:pPr>
        <w:pStyle w:val="PargrafodaLista"/>
        <w:numPr>
          <w:ilvl w:val="1"/>
          <w:numId w:val="38"/>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14:paraId="059EB261" w14:textId="77777777" w:rsidR="005F646A" w:rsidRPr="004F2C0F" w:rsidRDefault="00F35FA2" w:rsidP="00A50BF7">
      <w:pPr>
        <w:pStyle w:val="PargrafodaLista"/>
        <w:numPr>
          <w:ilvl w:val="1"/>
          <w:numId w:val="38"/>
        </w:numPr>
        <w:ind w:left="0" w:firstLine="0"/>
        <w:jc w:val="both"/>
        <w:rPr>
          <w:rFonts w:cs="Arial"/>
          <w:szCs w:val="20"/>
        </w:rPr>
      </w:pPr>
      <w:r w:rsidRPr="004F2C0F">
        <w:rPr>
          <w:rFonts w:cs="Arial"/>
          <w:szCs w:val="20"/>
        </w:rPr>
        <w:t>Iluminação interna em LED compatível com o tamanho da carroceria</w:t>
      </w:r>
      <w:r w:rsidR="005F646A" w:rsidRPr="004F2C0F">
        <w:rPr>
          <w:rFonts w:cs="Arial"/>
          <w:szCs w:val="20"/>
        </w:rPr>
        <w:t>;</w:t>
      </w:r>
    </w:p>
    <w:p w14:paraId="342DDFE6" w14:textId="77777777" w:rsidR="005F646A" w:rsidRPr="004F2C0F" w:rsidRDefault="005F646A" w:rsidP="00A50BF7">
      <w:pPr>
        <w:pStyle w:val="PargrafodaLista"/>
        <w:numPr>
          <w:ilvl w:val="1"/>
          <w:numId w:val="38"/>
        </w:numPr>
        <w:ind w:left="0" w:firstLine="0"/>
        <w:jc w:val="both"/>
        <w:rPr>
          <w:rFonts w:cs="Arial"/>
          <w:szCs w:val="20"/>
        </w:rPr>
      </w:pPr>
      <w:r w:rsidRPr="004F2C0F">
        <w:rPr>
          <w:rFonts w:cs="Arial"/>
          <w:szCs w:val="20"/>
        </w:rPr>
        <w:t>Instalações elétricas com fiação clipada e lâmpadas 100% LED;</w:t>
      </w:r>
    </w:p>
    <w:p w14:paraId="5EF337EB" w14:textId="77777777" w:rsidR="005F646A" w:rsidRPr="004F2C0F" w:rsidRDefault="005F646A" w:rsidP="00A50BF7">
      <w:pPr>
        <w:pStyle w:val="PargrafodaLista"/>
        <w:numPr>
          <w:ilvl w:val="1"/>
          <w:numId w:val="38"/>
        </w:numPr>
        <w:ind w:left="0" w:firstLine="0"/>
        <w:jc w:val="both"/>
        <w:rPr>
          <w:rFonts w:cs="Arial"/>
          <w:szCs w:val="20"/>
        </w:rPr>
      </w:pPr>
      <w:r w:rsidRPr="004F2C0F">
        <w:rPr>
          <w:rFonts w:cs="Arial"/>
          <w:szCs w:val="20"/>
        </w:rPr>
        <w:t>Iluminação interna em LED compatível com o tamanho da carroceria;</w:t>
      </w:r>
    </w:p>
    <w:p w14:paraId="33B52982" w14:textId="77777777" w:rsidR="005F646A" w:rsidRDefault="005F646A" w:rsidP="00A50BF7">
      <w:pPr>
        <w:pStyle w:val="PargrafodaLista"/>
        <w:numPr>
          <w:ilvl w:val="1"/>
          <w:numId w:val="38"/>
        </w:numPr>
        <w:ind w:left="0" w:firstLine="0"/>
        <w:jc w:val="both"/>
        <w:rPr>
          <w:rFonts w:cs="Arial"/>
          <w:szCs w:val="20"/>
        </w:rPr>
      </w:pPr>
      <w:r w:rsidRPr="004F2C0F">
        <w:rPr>
          <w:rFonts w:cs="Arial"/>
          <w:szCs w:val="20"/>
        </w:rPr>
        <w:t>Pintura com aplicação de fundo anticorrosivo, mais dupla demão esmalte sintéti</w:t>
      </w:r>
      <w:r w:rsidR="00CC5BEE">
        <w:rPr>
          <w:rFonts w:cs="Arial"/>
          <w:szCs w:val="20"/>
        </w:rPr>
        <w:t>co secagem rápida na cor branca; e</w:t>
      </w:r>
    </w:p>
    <w:p w14:paraId="480632B9" w14:textId="77777777" w:rsidR="00CC5BEE" w:rsidRPr="004F2C0F" w:rsidRDefault="006A7268" w:rsidP="00A50BF7">
      <w:pPr>
        <w:pStyle w:val="PargrafodaLista"/>
        <w:numPr>
          <w:ilvl w:val="1"/>
          <w:numId w:val="38"/>
        </w:numPr>
        <w:ind w:left="0" w:firstLine="0"/>
        <w:jc w:val="both"/>
        <w:rPr>
          <w:rFonts w:cs="Arial"/>
          <w:szCs w:val="20"/>
        </w:rPr>
      </w:pPr>
      <w:r>
        <w:rPr>
          <w:rFonts w:cs="Arial"/>
          <w:szCs w:val="20"/>
        </w:rPr>
        <w:t xml:space="preserve">Produto similar ao Hyundai HD 80, equipado com implemento similar ao </w:t>
      </w:r>
      <w:r w:rsidR="00CC5BEE" w:rsidRPr="00CC5BEE">
        <w:rPr>
          <w:rFonts w:cs="Arial"/>
          <w:szCs w:val="20"/>
        </w:rPr>
        <w:t xml:space="preserve">Furgão Carga Seca da </w:t>
      </w:r>
      <w:r>
        <w:rPr>
          <w:rFonts w:cs="Arial"/>
          <w:szCs w:val="20"/>
        </w:rPr>
        <w:t xml:space="preserve">M </w:t>
      </w:r>
      <w:proofErr w:type="spellStart"/>
      <w:r>
        <w:rPr>
          <w:rFonts w:cs="Arial"/>
          <w:szCs w:val="20"/>
        </w:rPr>
        <w:t>Truck</w:t>
      </w:r>
      <w:proofErr w:type="spellEnd"/>
      <w:r>
        <w:rPr>
          <w:rFonts w:cs="Arial"/>
          <w:szCs w:val="20"/>
        </w:rPr>
        <w:t xml:space="preserve"> Service</w:t>
      </w:r>
      <w:r w:rsidR="00CC5BEE" w:rsidRPr="00CC5BEE">
        <w:rPr>
          <w:rFonts w:cs="Arial"/>
          <w:szCs w:val="20"/>
        </w:rPr>
        <w:t>.</w:t>
      </w:r>
    </w:p>
    <w:p w14:paraId="30D4BC86" w14:textId="77777777" w:rsidR="00F35FA2" w:rsidRPr="004F2C0F" w:rsidRDefault="00F35FA2" w:rsidP="00F35FA2">
      <w:pPr>
        <w:pStyle w:val="PargrafodaLista"/>
        <w:ind w:left="0"/>
        <w:jc w:val="both"/>
        <w:rPr>
          <w:rFonts w:cs="Arial"/>
          <w:szCs w:val="20"/>
        </w:rPr>
      </w:pPr>
    </w:p>
    <w:p w14:paraId="6C5127EF" w14:textId="77777777" w:rsidR="00BA32F1" w:rsidRPr="00F00B1F" w:rsidRDefault="00BA32F1" w:rsidP="00BA32F1">
      <w:pPr>
        <w:pStyle w:val="PargrafodaLista"/>
        <w:ind w:left="0"/>
        <w:jc w:val="both"/>
        <w:rPr>
          <w:rFonts w:cs="Arial"/>
          <w:szCs w:val="20"/>
        </w:rPr>
      </w:pPr>
    </w:p>
    <w:p w14:paraId="0075F211" w14:textId="77777777" w:rsidR="007C47A5" w:rsidRDefault="007C47A5">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403CA9" w:rsidRPr="00623008" w14:paraId="390CD404" w14:textId="77777777"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7D41B91" w14:textId="77777777" w:rsidR="00403CA9" w:rsidRPr="00623008" w:rsidRDefault="00315E70" w:rsidP="00453313">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14:paraId="2F3255A8" w14:textId="77777777" w:rsidR="00403CA9" w:rsidRPr="00623008" w:rsidRDefault="00403CA9" w:rsidP="00453313">
            <w:pPr>
              <w:widowControl w:val="0"/>
              <w:suppressAutoHyphens/>
              <w:jc w:val="center"/>
              <w:rPr>
                <w:rFonts w:cs="Times New Roman"/>
                <w:b/>
                <w:bCs/>
                <w:szCs w:val="20"/>
              </w:rPr>
            </w:pPr>
            <w:r w:rsidRPr="00623008">
              <w:rPr>
                <w:rFonts w:cs="Times New Roman"/>
                <w:b/>
                <w:bCs/>
                <w:szCs w:val="20"/>
              </w:rPr>
              <w:t>DESCRIÇÃO/ESPECIFICAÇÃO</w:t>
            </w:r>
          </w:p>
        </w:tc>
      </w:tr>
      <w:tr w:rsidR="00403CA9" w:rsidRPr="00623008" w14:paraId="2F61F539" w14:textId="77777777" w:rsidTr="00315E70">
        <w:trPr>
          <w:jc w:val="center"/>
        </w:trPr>
        <w:tc>
          <w:tcPr>
            <w:tcW w:w="988" w:type="dxa"/>
            <w:vAlign w:val="center"/>
          </w:tcPr>
          <w:p w14:paraId="3C2E69F5" w14:textId="65BC280E" w:rsidR="00403CA9" w:rsidRPr="00623008" w:rsidRDefault="00043980" w:rsidP="00453313">
            <w:pPr>
              <w:widowControl w:val="0"/>
              <w:suppressAutoHyphens/>
              <w:jc w:val="center"/>
              <w:rPr>
                <w:rFonts w:cs="Arial"/>
                <w:b/>
                <w:szCs w:val="20"/>
              </w:rPr>
            </w:pPr>
            <w:r>
              <w:rPr>
                <w:rFonts w:cs="Arial"/>
                <w:b/>
                <w:szCs w:val="20"/>
              </w:rPr>
              <w:t>4</w:t>
            </w:r>
            <w:r w:rsidR="007D19FC">
              <w:rPr>
                <w:rFonts w:cs="Arial"/>
                <w:b/>
                <w:szCs w:val="20"/>
              </w:rPr>
              <w:t>4</w:t>
            </w:r>
            <w:r w:rsidR="005545DD">
              <w:rPr>
                <w:rFonts w:cs="Arial"/>
                <w:b/>
                <w:szCs w:val="20"/>
              </w:rPr>
              <w:t xml:space="preserve"> e 45</w:t>
            </w:r>
          </w:p>
        </w:tc>
        <w:tc>
          <w:tcPr>
            <w:tcW w:w="7938" w:type="dxa"/>
          </w:tcPr>
          <w:p w14:paraId="5BA3A0F0" w14:textId="77777777" w:rsidR="00403CA9" w:rsidRPr="00623008" w:rsidRDefault="00403CA9" w:rsidP="00453313">
            <w:pPr>
              <w:widowControl w:val="0"/>
              <w:suppressAutoHyphens/>
              <w:rPr>
                <w:rFonts w:cs="Arial"/>
                <w:szCs w:val="20"/>
              </w:rPr>
            </w:pPr>
            <w:r>
              <w:rPr>
                <w:rFonts w:cs="Times New Roman"/>
                <w:bCs/>
                <w:szCs w:val="20"/>
              </w:rPr>
              <w:t>Ônibus rodoviário para no mínimo 40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14:paraId="5C0963F9" w14:textId="77777777" w:rsidR="00403CA9" w:rsidRPr="003B18DB" w:rsidRDefault="00403CA9" w:rsidP="00A50BF7">
      <w:pPr>
        <w:pStyle w:val="PargrafodaLista"/>
        <w:numPr>
          <w:ilvl w:val="0"/>
          <w:numId w:val="49"/>
        </w:numPr>
        <w:spacing w:before="240" w:after="240"/>
        <w:ind w:left="0" w:firstLine="0"/>
        <w:contextualSpacing w:val="0"/>
        <w:jc w:val="both"/>
        <w:rPr>
          <w:rFonts w:cs="Arial"/>
          <w:b/>
          <w:szCs w:val="20"/>
        </w:rPr>
      </w:pPr>
      <w:r w:rsidRPr="003B18DB">
        <w:rPr>
          <w:rFonts w:cs="Arial"/>
          <w:b/>
          <w:szCs w:val="20"/>
        </w:rPr>
        <w:lastRenderedPageBreak/>
        <w:t>CARACTERÍSTICAS TÉCNICAS</w:t>
      </w:r>
    </w:p>
    <w:p w14:paraId="6F4D203F" w14:textId="77777777" w:rsidR="00403CA9" w:rsidRPr="00623008" w:rsidRDefault="00403CA9" w:rsidP="00A50BF7">
      <w:pPr>
        <w:pStyle w:val="PargrafodaLista"/>
        <w:numPr>
          <w:ilvl w:val="0"/>
          <w:numId w:val="50"/>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40 passageiros, sendo 2 passageiros com mobilidade reduzida</w:t>
      </w:r>
      <w:r w:rsidRPr="00623008">
        <w:rPr>
          <w:rFonts w:cs="Arial"/>
          <w:szCs w:val="20"/>
        </w:rPr>
        <w:t>;</w:t>
      </w:r>
    </w:p>
    <w:p w14:paraId="7CDAF417" w14:textId="77777777" w:rsidR="00403CA9" w:rsidRPr="00623008" w:rsidRDefault="00403CA9" w:rsidP="00A50BF7">
      <w:pPr>
        <w:pStyle w:val="PargrafodaLista"/>
        <w:numPr>
          <w:ilvl w:val="0"/>
          <w:numId w:val="50"/>
        </w:numPr>
        <w:ind w:left="0" w:firstLine="0"/>
        <w:jc w:val="both"/>
        <w:rPr>
          <w:rFonts w:cs="Arial"/>
          <w:szCs w:val="20"/>
        </w:rPr>
      </w:pPr>
      <w:r w:rsidRPr="00623008">
        <w:rPr>
          <w:rFonts w:cs="Arial"/>
          <w:szCs w:val="20"/>
        </w:rPr>
        <w:t>Ano de fabricação do chassi: do ano em curso ou posterior;</w:t>
      </w:r>
    </w:p>
    <w:p w14:paraId="76D30313" w14:textId="77777777" w:rsidR="00403CA9" w:rsidRPr="00767B18" w:rsidRDefault="00403CA9" w:rsidP="00A50BF7">
      <w:pPr>
        <w:pStyle w:val="PargrafodaLista"/>
        <w:numPr>
          <w:ilvl w:val="0"/>
          <w:numId w:val="50"/>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14:paraId="1829DF53" w14:textId="77777777" w:rsidR="00403CA9" w:rsidRDefault="00403CA9" w:rsidP="00A50BF7">
      <w:pPr>
        <w:pStyle w:val="PargrafodaLista"/>
        <w:numPr>
          <w:ilvl w:val="0"/>
          <w:numId w:val="50"/>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14:paraId="19692A87" w14:textId="77777777" w:rsidR="00403CA9" w:rsidRPr="00623008" w:rsidRDefault="001A266B" w:rsidP="00A50BF7">
      <w:pPr>
        <w:pStyle w:val="PargrafodaLista"/>
        <w:numPr>
          <w:ilvl w:val="0"/>
          <w:numId w:val="50"/>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403CA9" w:rsidRPr="00623008">
        <w:rPr>
          <w:rFonts w:cs="Arial"/>
          <w:szCs w:val="20"/>
        </w:rPr>
        <w:t>; e</w:t>
      </w:r>
    </w:p>
    <w:p w14:paraId="7291396F" w14:textId="77777777" w:rsidR="00403CA9" w:rsidRPr="00623008" w:rsidRDefault="00403CA9" w:rsidP="00A50BF7">
      <w:pPr>
        <w:pStyle w:val="PargrafodaLista"/>
        <w:numPr>
          <w:ilvl w:val="0"/>
          <w:numId w:val="50"/>
        </w:numPr>
        <w:ind w:left="0" w:firstLine="0"/>
        <w:jc w:val="both"/>
        <w:rPr>
          <w:rFonts w:cs="Arial"/>
          <w:szCs w:val="20"/>
        </w:rPr>
      </w:pPr>
      <w:r w:rsidRPr="00623008">
        <w:rPr>
          <w:rFonts w:cs="Arial"/>
          <w:szCs w:val="20"/>
        </w:rPr>
        <w:t>Pintura na cor BRANCA.</w:t>
      </w:r>
    </w:p>
    <w:p w14:paraId="48554099" w14:textId="77777777" w:rsidR="00403CA9" w:rsidRPr="003B18DB" w:rsidRDefault="00403CA9" w:rsidP="00A50BF7">
      <w:pPr>
        <w:pStyle w:val="PargrafodaLista"/>
        <w:numPr>
          <w:ilvl w:val="0"/>
          <w:numId w:val="49"/>
        </w:numPr>
        <w:spacing w:before="240" w:after="240"/>
        <w:ind w:left="0" w:firstLine="0"/>
        <w:contextualSpacing w:val="0"/>
        <w:jc w:val="both"/>
        <w:rPr>
          <w:rFonts w:cs="Arial"/>
          <w:szCs w:val="20"/>
        </w:rPr>
      </w:pPr>
      <w:r w:rsidRPr="003B18DB">
        <w:rPr>
          <w:rFonts w:cs="Arial"/>
          <w:b/>
          <w:szCs w:val="20"/>
        </w:rPr>
        <w:t>DIVERSOS</w:t>
      </w:r>
    </w:p>
    <w:p w14:paraId="099C0F5E" w14:textId="77777777" w:rsidR="00403CA9" w:rsidRDefault="00403CA9" w:rsidP="00A50BF7">
      <w:pPr>
        <w:pStyle w:val="PargrafodaLista"/>
        <w:numPr>
          <w:ilvl w:val="1"/>
          <w:numId w:val="49"/>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14:paraId="43063E33" w14:textId="77777777" w:rsidR="00E50441" w:rsidRDefault="00E50441" w:rsidP="00A50BF7">
      <w:pPr>
        <w:pStyle w:val="PargrafodaLista"/>
        <w:numPr>
          <w:ilvl w:val="1"/>
          <w:numId w:val="49"/>
        </w:numPr>
        <w:ind w:left="0" w:firstLine="0"/>
        <w:jc w:val="both"/>
        <w:rPr>
          <w:rFonts w:cs="Arial"/>
          <w:szCs w:val="20"/>
        </w:rPr>
      </w:pPr>
      <w:r w:rsidRPr="00E50441">
        <w:rPr>
          <w:rFonts w:cs="Arial"/>
          <w:szCs w:val="20"/>
          <w:lang w:val="x-none"/>
        </w:rPr>
        <w:t>Ar-condicionado para o motorista, podendo ser por meio de um forçador do porta pacote</w:t>
      </w:r>
      <w:r>
        <w:rPr>
          <w:rFonts w:cs="Arial"/>
          <w:szCs w:val="20"/>
        </w:rPr>
        <w:t>;</w:t>
      </w:r>
    </w:p>
    <w:p w14:paraId="618CF514" w14:textId="77777777" w:rsidR="00403CA9" w:rsidRPr="00F00B1F" w:rsidRDefault="00403CA9" w:rsidP="00A50BF7">
      <w:pPr>
        <w:pStyle w:val="PargrafodaLista"/>
        <w:numPr>
          <w:ilvl w:val="1"/>
          <w:numId w:val="49"/>
        </w:numPr>
        <w:ind w:left="0" w:firstLine="0"/>
        <w:jc w:val="both"/>
        <w:rPr>
          <w:rFonts w:cs="Arial"/>
          <w:szCs w:val="20"/>
        </w:rPr>
      </w:pPr>
      <w:r w:rsidRPr="00F00B1F">
        <w:rPr>
          <w:rFonts w:cs="Arial"/>
          <w:szCs w:val="20"/>
        </w:rPr>
        <w:t>Som/multimídia integrada ao veículo e com altos falantes distribuídos pelo salão;</w:t>
      </w:r>
    </w:p>
    <w:p w14:paraId="77A2F633" w14:textId="77777777" w:rsidR="00403CA9" w:rsidRPr="00F00B1F" w:rsidRDefault="00403CA9" w:rsidP="00A50BF7">
      <w:pPr>
        <w:pStyle w:val="PargrafodaLista"/>
        <w:numPr>
          <w:ilvl w:val="1"/>
          <w:numId w:val="49"/>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14:paraId="41CBFEFC" w14:textId="77777777" w:rsidR="00403CA9" w:rsidRPr="00AA3515" w:rsidRDefault="00403CA9" w:rsidP="00A50BF7">
      <w:pPr>
        <w:pStyle w:val="PargrafodaLista"/>
        <w:numPr>
          <w:ilvl w:val="1"/>
          <w:numId w:val="49"/>
        </w:numPr>
        <w:ind w:left="0" w:firstLine="0"/>
        <w:jc w:val="both"/>
        <w:rPr>
          <w:rFonts w:cs="Arial"/>
          <w:szCs w:val="20"/>
        </w:rPr>
      </w:pPr>
      <w:r w:rsidRPr="00AA3515">
        <w:rPr>
          <w:rFonts w:cs="Arial"/>
          <w:szCs w:val="20"/>
        </w:rPr>
        <w:t>Espelhos retrovisores bifocais;</w:t>
      </w:r>
    </w:p>
    <w:p w14:paraId="4A01D825" w14:textId="77777777" w:rsidR="00403CA9" w:rsidRPr="00F00B1F" w:rsidRDefault="00403CA9" w:rsidP="00A50BF7">
      <w:pPr>
        <w:pStyle w:val="PargrafodaLista"/>
        <w:numPr>
          <w:ilvl w:val="1"/>
          <w:numId w:val="49"/>
        </w:numPr>
        <w:ind w:left="0" w:firstLine="0"/>
        <w:jc w:val="both"/>
        <w:rPr>
          <w:rFonts w:cs="Arial"/>
          <w:szCs w:val="20"/>
        </w:rPr>
      </w:pPr>
      <w:r w:rsidRPr="00F00B1F">
        <w:rPr>
          <w:rFonts w:cs="Arial"/>
          <w:szCs w:val="20"/>
        </w:rPr>
        <w:t>Isolamento termo acústico do motor; e</w:t>
      </w:r>
    </w:p>
    <w:p w14:paraId="43CDF209" w14:textId="77777777" w:rsidR="00403CA9" w:rsidRPr="00F00B1F" w:rsidRDefault="00403CA9" w:rsidP="00A50BF7">
      <w:pPr>
        <w:pStyle w:val="PargrafodaLista"/>
        <w:numPr>
          <w:ilvl w:val="1"/>
          <w:numId w:val="49"/>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14:paraId="4ECB2101" w14:textId="77777777" w:rsidR="00403CA9" w:rsidRPr="00F00B1F" w:rsidRDefault="00403CA9" w:rsidP="00A50BF7">
      <w:pPr>
        <w:pStyle w:val="PargrafodaLista"/>
        <w:numPr>
          <w:ilvl w:val="0"/>
          <w:numId w:val="49"/>
        </w:numPr>
        <w:spacing w:before="240" w:after="240"/>
        <w:ind w:left="0" w:firstLine="0"/>
        <w:contextualSpacing w:val="0"/>
        <w:jc w:val="both"/>
        <w:rPr>
          <w:rFonts w:cs="Arial"/>
          <w:b/>
          <w:szCs w:val="20"/>
        </w:rPr>
      </w:pPr>
      <w:r w:rsidRPr="00F00B1F">
        <w:rPr>
          <w:rFonts w:cs="Arial"/>
          <w:b/>
          <w:szCs w:val="20"/>
        </w:rPr>
        <w:t>CARACTERIZAÇÃO DA CARROCERIA</w:t>
      </w:r>
    </w:p>
    <w:p w14:paraId="61BE061E"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1,90</w:t>
      </w:r>
      <w:r w:rsidRPr="00F00B1F">
        <w:rPr>
          <w:rFonts w:cs="Arial"/>
          <w:szCs w:val="20"/>
        </w:rPr>
        <w:t>m;</w:t>
      </w:r>
    </w:p>
    <w:p w14:paraId="51FD962C"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14:paraId="0876F7B2"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Equipado com Dispositivo de Poltrona Móvel (DPM);</w:t>
      </w:r>
    </w:p>
    <w:p w14:paraId="570915BE" w14:textId="77777777" w:rsidR="00403CA9" w:rsidRDefault="00403CA9" w:rsidP="00A50BF7">
      <w:pPr>
        <w:pStyle w:val="PargrafodaLista"/>
        <w:numPr>
          <w:ilvl w:val="0"/>
          <w:numId w:val="51"/>
        </w:numPr>
        <w:ind w:left="0" w:firstLine="0"/>
        <w:jc w:val="both"/>
        <w:rPr>
          <w:rFonts w:cs="Arial"/>
          <w:szCs w:val="20"/>
        </w:rPr>
      </w:pPr>
      <w:r w:rsidRPr="00F00B1F">
        <w:rPr>
          <w:rFonts w:cs="Arial"/>
          <w:szCs w:val="20"/>
        </w:rPr>
        <w:t>Itinerário frontal eletrônico;</w:t>
      </w:r>
    </w:p>
    <w:p w14:paraId="12940F11" w14:textId="77777777" w:rsidR="002A41A8" w:rsidRPr="00F00B1F" w:rsidRDefault="002A41A8" w:rsidP="00A50BF7">
      <w:pPr>
        <w:pStyle w:val="PargrafodaLista"/>
        <w:numPr>
          <w:ilvl w:val="0"/>
          <w:numId w:val="51"/>
        </w:numPr>
        <w:ind w:left="0" w:firstLine="0"/>
        <w:jc w:val="both"/>
        <w:rPr>
          <w:rFonts w:cs="Arial"/>
          <w:szCs w:val="20"/>
        </w:rPr>
      </w:pPr>
      <w:r>
        <w:rPr>
          <w:rFonts w:cs="Arial"/>
          <w:szCs w:val="20"/>
        </w:rPr>
        <w:t>Divisória com porta entre a cabine do motorista e o salão de passageiros;</w:t>
      </w:r>
    </w:p>
    <w:p w14:paraId="5512A803"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14:paraId="47C454B4"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14:paraId="51F26085"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14:paraId="5A6DB411" w14:textId="77777777" w:rsidR="00403CA9" w:rsidRDefault="00403CA9" w:rsidP="00A50BF7">
      <w:pPr>
        <w:pStyle w:val="PargrafodaLista"/>
        <w:numPr>
          <w:ilvl w:val="0"/>
          <w:numId w:val="51"/>
        </w:numPr>
        <w:ind w:left="0" w:firstLine="0"/>
        <w:jc w:val="both"/>
        <w:rPr>
          <w:rFonts w:cs="Arial"/>
          <w:szCs w:val="20"/>
        </w:rPr>
      </w:pPr>
      <w:r w:rsidRPr="00F00B1F">
        <w:rPr>
          <w:rFonts w:cs="Arial"/>
          <w:szCs w:val="20"/>
        </w:rPr>
        <w:t>Porta pacotes com difusor de ar, iluminação e luz de leitura;</w:t>
      </w:r>
    </w:p>
    <w:p w14:paraId="3DA1E3A4" w14:textId="77777777" w:rsidR="00973F30" w:rsidRPr="00E50441" w:rsidRDefault="00E50441" w:rsidP="00A50BF7">
      <w:pPr>
        <w:pStyle w:val="PargrafodaLista"/>
        <w:numPr>
          <w:ilvl w:val="0"/>
          <w:numId w:val="51"/>
        </w:numPr>
        <w:ind w:left="0" w:firstLine="0"/>
        <w:jc w:val="both"/>
        <w:rPr>
          <w:rFonts w:cs="Arial"/>
          <w:szCs w:val="20"/>
          <w:lang w:val="x-none"/>
        </w:rPr>
      </w:pPr>
      <w:r w:rsidRPr="00E50441">
        <w:rPr>
          <w:rFonts w:cs="Arial"/>
          <w:szCs w:val="20"/>
          <w:lang w:val="x-none"/>
        </w:rPr>
        <w:t>Banheiro sanitário ergonômico, com no mínimo uma pia e um vaso sanitário, conforme projeto do</w:t>
      </w:r>
      <w:r>
        <w:rPr>
          <w:rFonts w:cs="Arial"/>
          <w:szCs w:val="20"/>
        </w:rPr>
        <w:t xml:space="preserve"> </w:t>
      </w:r>
      <w:r w:rsidRPr="00E50441">
        <w:rPr>
          <w:rFonts w:cs="Arial"/>
          <w:szCs w:val="20"/>
          <w:lang w:val="x-none"/>
        </w:rPr>
        <w:t>implementador da carroceria. O conjunto deverá possuir sistema de sucção de ar ou similar que</w:t>
      </w:r>
      <w:r>
        <w:rPr>
          <w:rFonts w:cs="Arial"/>
          <w:szCs w:val="20"/>
        </w:rPr>
        <w:t xml:space="preserve"> </w:t>
      </w:r>
      <w:r w:rsidRPr="00E50441">
        <w:rPr>
          <w:rFonts w:cs="Arial"/>
          <w:szCs w:val="20"/>
          <w:lang w:val="x-none"/>
        </w:rPr>
        <w:t>elimine a possibilidade de escape de odores;</w:t>
      </w:r>
    </w:p>
    <w:p w14:paraId="06A6E0E6"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14:paraId="4B0E949F"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r w:rsidR="0096401C">
        <w:rPr>
          <w:rFonts w:cs="Arial"/>
          <w:szCs w:val="20"/>
        </w:rPr>
        <w:t xml:space="preserve"> e/ou lavrado</w:t>
      </w:r>
      <w:r w:rsidRPr="00F00B1F">
        <w:rPr>
          <w:rFonts w:cs="Arial"/>
          <w:szCs w:val="20"/>
        </w:rPr>
        <w:t>;</w:t>
      </w:r>
    </w:p>
    <w:p w14:paraId="09687307"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Piso do tipo taraflex; e</w:t>
      </w:r>
    </w:p>
    <w:p w14:paraId="0711902A" w14:textId="77777777" w:rsidR="00403CA9" w:rsidRPr="00F00B1F" w:rsidRDefault="00403CA9" w:rsidP="00A50BF7">
      <w:pPr>
        <w:pStyle w:val="PargrafodaLista"/>
        <w:numPr>
          <w:ilvl w:val="0"/>
          <w:numId w:val="51"/>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p w14:paraId="47D44CB6" w14:textId="77777777" w:rsidR="00AC75C7" w:rsidRDefault="00AC75C7">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8C31C4" w:rsidRPr="00623008" w14:paraId="76BD2FCB" w14:textId="77777777"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68FB776" w14:textId="77777777" w:rsidR="008C31C4" w:rsidRPr="00623008" w:rsidRDefault="008C31C4" w:rsidP="00453313">
            <w:pPr>
              <w:widowControl w:val="0"/>
              <w:suppressAutoHyphens/>
              <w:jc w:val="center"/>
              <w:rPr>
                <w:rFonts w:cs="Arial"/>
                <w:b/>
                <w:szCs w:val="20"/>
              </w:rPr>
            </w:pPr>
            <w:r w:rsidRPr="00623008">
              <w:rPr>
                <w:rFonts w:cs="Arial"/>
                <w:b/>
                <w:szCs w:val="20"/>
              </w:rPr>
              <w:t>ITE</w:t>
            </w:r>
            <w:r w:rsidR="00315E70">
              <w:rPr>
                <w:rFonts w:cs="Arial"/>
                <w:b/>
                <w:szCs w:val="20"/>
              </w:rPr>
              <w:t>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14:paraId="427DFF6F" w14:textId="77777777" w:rsidR="008C31C4" w:rsidRPr="00623008" w:rsidRDefault="008C31C4" w:rsidP="00453313">
            <w:pPr>
              <w:widowControl w:val="0"/>
              <w:suppressAutoHyphens/>
              <w:jc w:val="center"/>
              <w:rPr>
                <w:rFonts w:cs="Times New Roman"/>
                <w:b/>
                <w:bCs/>
                <w:szCs w:val="20"/>
              </w:rPr>
            </w:pPr>
            <w:r w:rsidRPr="00623008">
              <w:rPr>
                <w:rFonts w:cs="Times New Roman"/>
                <w:b/>
                <w:bCs/>
                <w:szCs w:val="20"/>
              </w:rPr>
              <w:t>DESCRIÇÃO/ESPECIFICAÇÃO</w:t>
            </w:r>
          </w:p>
        </w:tc>
      </w:tr>
      <w:tr w:rsidR="008C31C4" w:rsidRPr="00623008" w14:paraId="6C03346F" w14:textId="77777777" w:rsidTr="00315E70">
        <w:trPr>
          <w:jc w:val="center"/>
        </w:trPr>
        <w:tc>
          <w:tcPr>
            <w:tcW w:w="988" w:type="dxa"/>
            <w:vAlign w:val="center"/>
          </w:tcPr>
          <w:p w14:paraId="52DF8338" w14:textId="7BA031DA" w:rsidR="008C31C4" w:rsidRPr="00623008" w:rsidRDefault="005545DD" w:rsidP="00453313">
            <w:pPr>
              <w:widowControl w:val="0"/>
              <w:suppressAutoHyphens/>
              <w:jc w:val="center"/>
              <w:rPr>
                <w:rFonts w:cs="Arial"/>
                <w:b/>
                <w:szCs w:val="20"/>
              </w:rPr>
            </w:pPr>
            <w:r>
              <w:rPr>
                <w:rFonts w:cs="Arial"/>
                <w:b/>
                <w:szCs w:val="20"/>
              </w:rPr>
              <w:t>46</w:t>
            </w:r>
            <w:r w:rsidR="00043980">
              <w:rPr>
                <w:rFonts w:cs="Arial"/>
                <w:b/>
                <w:szCs w:val="20"/>
              </w:rPr>
              <w:t xml:space="preserve"> a 4</w:t>
            </w:r>
            <w:r>
              <w:rPr>
                <w:rFonts w:cs="Arial"/>
                <w:b/>
                <w:szCs w:val="20"/>
              </w:rPr>
              <w:t>8</w:t>
            </w:r>
          </w:p>
        </w:tc>
        <w:tc>
          <w:tcPr>
            <w:tcW w:w="7938" w:type="dxa"/>
          </w:tcPr>
          <w:p w14:paraId="63B9DA93" w14:textId="77777777" w:rsidR="008C31C4" w:rsidRPr="00623008" w:rsidRDefault="008C31C4" w:rsidP="008C31C4">
            <w:pPr>
              <w:widowControl w:val="0"/>
              <w:suppressAutoHyphens/>
              <w:rPr>
                <w:rFonts w:cs="Arial"/>
                <w:szCs w:val="20"/>
              </w:rPr>
            </w:pPr>
            <w:r>
              <w:rPr>
                <w:rFonts w:cs="Times New Roman"/>
                <w:bCs/>
                <w:szCs w:val="20"/>
              </w:rPr>
              <w:t>Ônibus rodoviário para no mínimo 44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14:paraId="51FF69E7" w14:textId="77777777" w:rsidR="008C31C4" w:rsidRPr="003B18DB" w:rsidRDefault="008C31C4" w:rsidP="00A50BF7">
      <w:pPr>
        <w:pStyle w:val="PargrafodaLista"/>
        <w:numPr>
          <w:ilvl w:val="0"/>
          <w:numId w:val="52"/>
        </w:numPr>
        <w:spacing w:before="240" w:after="240"/>
        <w:ind w:left="0" w:firstLine="0"/>
        <w:contextualSpacing w:val="0"/>
        <w:jc w:val="both"/>
        <w:rPr>
          <w:rFonts w:cs="Arial"/>
          <w:b/>
          <w:szCs w:val="20"/>
        </w:rPr>
      </w:pPr>
      <w:r w:rsidRPr="003B18DB">
        <w:rPr>
          <w:rFonts w:cs="Arial"/>
          <w:b/>
          <w:szCs w:val="20"/>
        </w:rPr>
        <w:t>CARACTERÍSTICAS TÉCNICAS</w:t>
      </w:r>
    </w:p>
    <w:p w14:paraId="4E8EAC31" w14:textId="77777777" w:rsidR="008C31C4" w:rsidRPr="00623008" w:rsidRDefault="008C31C4" w:rsidP="00A50BF7">
      <w:pPr>
        <w:pStyle w:val="PargrafodaLista"/>
        <w:numPr>
          <w:ilvl w:val="0"/>
          <w:numId w:val="53"/>
        </w:numPr>
        <w:ind w:left="0" w:firstLine="0"/>
        <w:jc w:val="both"/>
        <w:rPr>
          <w:rFonts w:cs="Arial"/>
          <w:szCs w:val="20"/>
        </w:rPr>
      </w:pPr>
      <w:r w:rsidRPr="00623008">
        <w:rPr>
          <w:rFonts w:cs="Arial"/>
          <w:szCs w:val="20"/>
        </w:rPr>
        <w:lastRenderedPageBreak/>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44 passageiros, sendo 2 passageiros com mobilidade reduzida</w:t>
      </w:r>
      <w:r w:rsidRPr="00623008">
        <w:rPr>
          <w:rFonts w:cs="Arial"/>
          <w:szCs w:val="20"/>
        </w:rPr>
        <w:t>;</w:t>
      </w:r>
    </w:p>
    <w:p w14:paraId="5270B582" w14:textId="77777777" w:rsidR="008C31C4" w:rsidRPr="00623008" w:rsidRDefault="008C31C4" w:rsidP="00A50BF7">
      <w:pPr>
        <w:pStyle w:val="PargrafodaLista"/>
        <w:numPr>
          <w:ilvl w:val="0"/>
          <w:numId w:val="53"/>
        </w:numPr>
        <w:ind w:left="0" w:firstLine="0"/>
        <w:jc w:val="both"/>
        <w:rPr>
          <w:rFonts w:cs="Arial"/>
          <w:szCs w:val="20"/>
        </w:rPr>
      </w:pPr>
      <w:r w:rsidRPr="00623008">
        <w:rPr>
          <w:rFonts w:cs="Arial"/>
          <w:szCs w:val="20"/>
        </w:rPr>
        <w:t>Ano de fabricação do chassi: do ano em curso ou posterior;</w:t>
      </w:r>
    </w:p>
    <w:p w14:paraId="48F010AC" w14:textId="77777777" w:rsidR="008C31C4" w:rsidRPr="00767B18" w:rsidRDefault="008C31C4" w:rsidP="00A50BF7">
      <w:pPr>
        <w:pStyle w:val="PargrafodaLista"/>
        <w:numPr>
          <w:ilvl w:val="0"/>
          <w:numId w:val="53"/>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14:paraId="3CBC6529" w14:textId="77777777" w:rsidR="008C31C4" w:rsidRDefault="008C31C4" w:rsidP="00A50BF7">
      <w:pPr>
        <w:pStyle w:val="PargrafodaLista"/>
        <w:numPr>
          <w:ilvl w:val="0"/>
          <w:numId w:val="53"/>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14:paraId="2281A519" w14:textId="77777777" w:rsidR="008C31C4" w:rsidRPr="00623008" w:rsidRDefault="001A266B" w:rsidP="00A50BF7">
      <w:pPr>
        <w:pStyle w:val="PargrafodaLista"/>
        <w:numPr>
          <w:ilvl w:val="0"/>
          <w:numId w:val="53"/>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8C31C4" w:rsidRPr="00623008">
        <w:rPr>
          <w:rFonts w:cs="Arial"/>
          <w:szCs w:val="20"/>
        </w:rPr>
        <w:t>; e</w:t>
      </w:r>
    </w:p>
    <w:p w14:paraId="62A76355" w14:textId="77777777" w:rsidR="008C31C4" w:rsidRPr="00623008" w:rsidRDefault="008C31C4" w:rsidP="00A50BF7">
      <w:pPr>
        <w:pStyle w:val="PargrafodaLista"/>
        <w:numPr>
          <w:ilvl w:val="0"/>
          <w:numId w:val="53"/>
        </w:numPr>
        <w:ind w:left="0" w:firstLine="0"/>
        <w:jc w:val="both"/>
        <w:rPr>
          <w:rFonts w:cs="Arial"/>
          <w:szCs w:val="20"/>
        </w:rPr>
      </w:pPr>
      <w:r w:rsidRPr="00623008">
        <w:rPr>
          <w:rFonts w:cs="Arial"/>
          <w:szCs w:val="20"/>
        </w:rPr>
        <w:t>Pintura na cor BRANCA.</w:t>
      </w:r>
    </w:p>
    <w:p w14:paraId="4A9A9702" w14:textId="77777777" w:rsidR="008C31C4" w:rsidRPr="003B18DB" w:rsidRDefault="008C31C4" w:rsidP="00A50BF7">
      <w:pPr>
        <w:pStyle w:val="PargrafodaLista"/>
        <w:numPr>
          <w:ilvl w:val="0"/>
          <w:numId w:val="52"/>
        </w:numPr>
        <w:spacing w:before="240" w:after="240"/>
        <w:ind w:left="0" w:firstLine="0"/>
        <w:contextualSpacing w:val="0"/>
        <w:jc w:val="both"/>
        <w:rPr>
          <w:rFonts w:cs="Arial"/>
          <w:szCs w:val="20"/>
        </w:rPr>
      </w:pPr>
      <w:r w:rsidRPr="003B18DB">
        <w:rPr>
          <w:rFonts w:cs="Arial"/>
          <w:b/>
          <w:szCs w:val="20"/>
        </w:rPr>
        <w:t>DIVERSOS</w:t>
      </w:r>
    </w:p>
    <w:p w14:paraId="27A00D7B" w14:textId="77777777" w:rsidR="008C31C4" w:rsidRDefault="008C31C4" w:rsidP="00A50BF7">
      <w:pPr>
        <w:pStyle w:val="PargrafodaLista"/>
        <w:numPr>
          <w:ilvl w:val="1"/>
          <w:numId w:val="52"/>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14:paraId="4231F4C9" w14:textId="77777777" w:rsidR="0096401C" w:rsidRPr="006B1757" w:rsidRDefault="0096401C" w:rsidP="00A50BF7">
      <w:pPr>
        <w:pStyle w:val="PargrafodaLista"/>
        <w:numPr>
          <w:ilvl w:val="1"/>
          <w:numId w:val="52"/>
        </w:numPr>
        <w:ind w:left="0" w:firstLine="0"/>
        <w:jc w:val="both"/>
        <w:rPr>
          <w:rFonts w:cs="Arial"/>
          <w:szCs w:val="20"/>
        </w:rPr>
      </w:pPr>
      <w:r w:rsidRPr="006B1757">
        <w:rPr>
          <w:rFonts w:cs="Arial"/>
          <w:szCs w:val="20"/>
          <w:lang w:val="x-none"/>
        </w:rPr>
        <w:t>Ar-condicionado para o motorista, podendo ser por meio de um forçador do porta pacote</w:t>
      </w:r>
      <w:r w:rsidRPr="006B1757">
        <w:rPr>
          <w:rFonts w:cs="Arial"/>
          <w:szCs w:val="20"/>
        </w:rPr>
        <w:t>;</w:t>
      </w:r>
    </w:p>
    <w:p w14:paraId="11889957" w14:textId="77777777" w:rsidR="008C31C4" w:rsidRPr="00F00B1F" w:rsidRDefault="008C31C4" w:rsidP="00A50BF7">
      <w:pPr>
        <w:pStyle w:val="PargrafodaLista"/>
        <w:numPr>
          <w:ilvl w:val="1"/>
          <w:numId w:val="52"/>
        </w:numPr>
        <w:ind w:left="0" w:firstLine="0"/>
        <w:jc w:val="both"/>
        <w:rPr>
          <w:rFonts w:cs="Arial"/>
          <w:szCs w:val="20"/>
        </w:rPr>
      </w:pPr>
      <w:r w:rsidRPr="00F00B1F">
        <w:rPr>
          <w:rFonts w:cs="Arial"/>
          <w:szCs w:val="20"/>
        </w:rPr>
        <w:t>Som/multimídia integrada ao veículo e com altos falantes distribuídos pelo salão;</w:t>
      </w:r>
    </w:p>
    <w:p w14:paraId="406F5BAC" w14:textId="77777777" w:rsidR="008C31C4" w:rsidRPr="00F00B1F" w:rsidRDefault="008C31C4" w:rsidP="00A50BF7">
      <w:pPr>
        <w:pStyle w:val="PargrafodaLista"/>
        <w:numPr>
          <w:ilvl w:val="1"/>
          <w:numId w:val="52"/>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14:paraId="0B1CB0C0" w14:textId="77777777" w:rsidR="008C31C4" w:rsidRPr="00AA3515" w:rsidRDefault="008C31C4" w:rsidP="00A50BF7">
      <w:pPr>
        <w:pStyle w:val="PargrafodaLista"/>
        <w:numPr>
          <w:ilvl w:val="1"/>
          <w:numId w:val="52"/>
        </w:numPr>
        <w:ind w:left="0" w:firstLine="0"/>
        <w:jc w:val="both"/>
        <w:rPr>
          <w:rFonts w:cs="Arial"/>
          <w:szCs w:val="20"/>
        </w:rPr>
      </w:pPr>
      <w:r w:rsidRPr="00AA3515">
        <w:rPr>
          <w:rFonts w:cs="Arial"/>
          <w:szCs w:val="20"/>
        </w:rPr>
        <w:t>Espelhos retrovisores bifocais;</w:t>
      </w:r>
    </w:p>
    <w:p w14:paraId="66B5725D" w14:textId="77777777" w:rsidR="008C31C4" w:rsidRPr="00F00B1F" w:rsidRDefault="008C31C4" w:rsidP="00A50BF7">
      <w:pPr>
        <w:pStyle w:val="PargrafodaLista"/>
        <w:numPr>
          <w:ilvl w:val="1"/>
          <w:numId w:val="52"/>
        </w:numPr>
        <w:ind w:left="0" w:firstLine="0"/>
        <w:jc w:val="both"/>
        <w:rPr>
          <w:rFonts w:cs="Arial"/>
          <w:szCs w:val="20"/>
        </w:rPr>
      </w:pPr>
      <w:r w:rsidRPr="00F00B1F">
        <w:rPr>
          <w:rFonts w:cs="Arial"/>
          <w:szCs w:val="20"/>
        </w:rPr>
        <w:t>Isolamento termo acústico do motor; e</w:t>
      </w:r>
    </w:p>
    <w:p w14:paraId="59F157F7" w14:textId="77777777" w:rsidR="008C31C4" w:rsidRPr="00F00B1F" w:rsidRDefault="008C31C4" w:rsidP="00A50BF7">
      <w:pPr>
        <w:pStyle w:val="PargrafodaLista"/>
        <w:numPr>
          <w:ilvl w:val="1"/>
          <w:numId w:val="52"/>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14:paraId="1AC87414" w14:textId="77777777" w:rsidR="008C31C4" w:rsidRPr="00F00B1F" w:rsidRDefault="008C31C4" w:rsidP="00A50BF7">
      <w:pPr>
        <w:pStyle w:val="PargrafodaLista"/>
        <w:numPr>
          <w:ilvl w:val="0"/>
          <w:numId w:val="52"/>
        </w:numPr>
        <w:spacing w:before="240" w:after="240"/>
        <w:ind w:left="0" w:firstLine="0"/>
        <w:contextualSpacing w:val="0"/>
        <w:jc w:val="both"/>
        <w:rPr>
          <w:rFonts w:cs="Arial"/>
          <w:b/>
          <w:szCs w:val="20"/>
        </w:rPr>
      </w:pPr>
      <w:r w:rsidRPr="00F00B1F">
        <w:rPr>
          <w:rFonts w:cs="Arial"/>
          <w:b/>
          <w:szCs w:val="20"/>
        </w:rPr>
        <w:t>CARACTERIZAÇÃO DA CARROCERIA</w:t>
      </w:r>
    </w:p>
    <w:p w14:paraId="1719D279"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1,90</w:t>
      </w:r>
      <w:r w:rsidRPr="00F00B1F">
        <w:rPr>
          <w:rFonts w:cs="Arial"/>
          <w:szCs w:val="20"/>
        </w:rPr>
        <w:t>m;</w:t>
      </w:r>
    </w:p>
    <w:p w14:paraId="54AC3011"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14:paraId="6CBCDA49"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Equipado com Dispositivo de Poltrona Móvel (DPM);</w:t>
      </w:r>
    </w:p>
    <w:p w14:paraId="240F01C1" w14:textId="77777777" w:rsidR="008C31C4" w:rsidRDefault="008C31C4" w:rsidP="00A50BF7">
      <w:pPr>
        <w:pStyle w:val="PargrafodaLista"/>
        <w:numPr>
          <w:ilvl w:val="0"/>
          <w:numId w:val="54"/>
        </w:numPr>
        <w:ind w:left="0" w:firstLine="0"/>
        <w:jc w:val="both"/>
        <w:rPr>
          <w:rFonts w:cs="Arial"/>
          <w:szCs w:val="20"/>
        </w:rPr>
      </w:pPr>
      <w:r w:rsidRPr="00F00B1F">
        <w:rPr>
          <w:rFonts w:cs="Arial"/>
          <w:szCs w:val="20"/>
        </w:rPr>
        <w:t>Itinerário frontal eletrônico;</w:t>
      </w:r>
    </w:p>
    <w:p w14:paraId="6EC31DDB" w14:textId="77777777" w:rsidR="002A41A8" w:rsidRPr="002A41A8" w:rsidRDefault="002A41A8" w:rsidP="00A50BF7">
      <w:pPr>
        <w:pStyle w:val="PargrafodaLista"/>
        <w:numPr>
          <w:ilvl w:val="0"/>
          <w:numId w:val="54"/>
        </w:numPr>
        <w:ind w:left="0" w:firstLine="0"/>
        <w:jc w:val="both"/>
        <w:rPr>
          <w:rFonts w:cs="Arial"/>
          <w:szCs w:val="20"/>
        </w:rPr>
      </w:pPr>
      <w:r>
        <w:rPr>
          <w:rFonts w:cs="Arial"/>
          <w:szCs w:val="20"/>
        </w:rPr>
        <w:t>Divisória com porta entre a cabine do motorista e o salão de passageiros;</w:t>
      </w:r>
    </w:p>
    <w:p w14:paraId="4E5D451B"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14:paraId="6B310209"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14:paraId="5227FC51"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14:paraId="6307A2BD" w14:textId="77777777" w:rsidR="008C31C4" w:rsidRDefault="008C31C4" w:rsidP="00A50BF7">
      <w:pPr>
        <w:pStyle w:val="PargrafodaLista"/>
        <w:numPr>
          <w:ilvl w:val="0"/>
          <w:numId w:val="54"/>
        </w:numPr>
        <w:ind w:left="0" w:firstLine="0"/>
        <w:jc w:val="both"/>
        <w:rPr>
          <w:rFonts w:cs="Arial"/>
          <w:szCs w:val="20"/>
        </w:rPr>
      </w:pPr>
      <w:r w:rsidRPr="00F00B1F">
        <w:rPr>
          <w:rFonts w:cs="Arial"/>
          <w:szCs w:val="20"/>
        </w:rPr>
        <w:t>Porta pacotes com difusor de ar, iluminação e luz de leitura;</w:t>
      </w:r>
    </w:p>
    <w:p w14:paraId="36FB1B68" w14:textId="77777777" w:rsidR="0096401C" w:rsidRPr="00E50441" w:rsidRDefault="0096401C" w:rsidP="00A50BF7">
      <w:pPr>
        <w:pStyle w:val="PargrafodaLista"/>
        <w:numPr>
          <w:ilvl w:val="0"/>
          <w:numId w:val="54"/>
        </w:numPr>
        <w:ind w:left="0" w:firstLine="0"/>
        <w:jc w:val="both"/>
        <w:rPr>
          <w:rFonts w:cs="Arial"/>
          <w:szCs w:val="20"/>
          <w:lang w:val="x-none"/>
        </w:rPr>
      </w:pPr>
      <w:r w:rsidRPr="00E50441">
        <w:rPr>
          <w:rFonts w:cs="Arial"/>
          <w:szCs w:val="20"/>
          <w:lang w:val="x-none"/>
        </w:rPr>
        <w:t>Banheiro sanitário ergonômico, com no mínimo uma pia e um vaso sanitário, conforme projeto do</w:t>
      </w:r>
      <w:r>
        <w:rPr>
          <w:rFonts w:cs="Arial"/>
          <w:szCs w:val="20"/>
        </w:rPr>
        <w:t xml:space="preserve"> </w:t>
      </w:r>
      <w:r w:rsidRPr="00E50441">
        <w:rPr>
          <w:rFonts w:cs="Arial"/>
          <w:szCs w:val="20"/>
          <w:lang w:val="x-none"/>
        </w:rPr>
        <w:t>implementador da carroceria. O conjunto deverá possuir sistema de sucção de ar ou similar que</w:t>
      </w:r>
      <w:r>
        <w:rPr>
          <w:rFonts w:cs="Arial"/>
          <w:szCs w:val="20"/>
        </w:rPr>
        <w:t xml:space="preserve"> </w:t>
      </w:r>
      <w:r w:rsidRPr="00E50441">
        <w:rPr>
          <w:rFonts w:cs="Arial"/>
          <w:szCs w:val="20"/>
          <w:lang w:val="x-none"/>
        </w:rPr>
        <w:t>elimine a possibilidade de escape de odores;</w:t>
      </w:r>
    </w:p>
    <w:p w14:paraId="5A572A17"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14:paraId="5CF68EDE"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r w:rsidR="0096401C">
        <w:rPr>
          <w:rFonts w:cs="Arial"/>
          <w:szCs w:val="20"/>
        </w:rPr>
        <w:t xml:space="preserve"> e/ou lavrado</w:t>
      </w:r>
      <w:r w:rsidRPr="00F00B1F">
        <w:rPr>
          <w:rFonts w:cs="Arial"/>
          <w:szCs w:val="20"/>
        </w:rPr>
        <w:t>;</w:t>
      </w:r>
    </w:p>
    <w:p w14:paraId="79D3C4AB"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Piso do tipo taraflex; e</w:t>
      </w:r>
    </w:p>
    <w:p w14:paraId="4C2CD526" w14:textId="77777777" w:rsidR="008C31C4" w:rsidRPr="00F00B1F" w:rsidRDefault="008C31C4" w:rsidP="00A50BF7">
      <w:pPr>
        <w:pStyle w:val="PargrafodaLista"/>
        <w:numPr>
          <w:ilvl w:val="0"/>
          <w:numId w:val="54"/>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sectPr w:rsidR="008C31C4" w:rsidRPr="00F00B1F" w:rsidSect="00EA4AE4">
      <w:footerReference w:type="default" r:id="rId13"/>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DFC07" w14:textId="77777777" w:rsidR="00B25455" w:rsidRDefault="00B25455">
      <w:r>
        <w:separator/>
      </w:r>
    </w:p>
  </w:endnote>
  <w:endnote w:type="continuationSeparator" w:id="0">
    <w:p w14:paraId="46C08DEF" w14:textId="77777777" w:rsidR="00B25455" w:rsidRDefault="00B25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E3872" w14:textId="77777777" w:rsidR="00B25455" w:rsidRDefault="00B25455" w:rsidP="008913B1">
    <w:pPr>
      <w:widowControl w:val="0"/>
      <w:autoSpaceDE w:val="0"/>
      <w:jc w:val="both"/>
      <w:rPr>
        <w:color w:val="000000"/>
      </w:rPr>
    </w:pPr>
  </w:p>
  <w:p w14:paraId="5A5840E2" w14:textId="77777777" w:rsidR="00B25455" w:rsidRPr="008913B1" w:rsidRDefault="00B25455"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____________________________________________________________________</w:t>
    </w:r>
  </w:p>
  <w:p w14:paraId="06BE0548" w14:textId="77777777" w:rsidR="00B25455" w:rsidRPr="008913B1" w:rsidRDefault="00B25455"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Câmara Nacional de Modelos de Licitações e Contratos da Consultoria-Geral da União</w:t>
    </w:r>
  </w:p>
  <w:p w14:paraId="42DD5334" w14:textId="77777777" w:rsidR="00B25455" w:rsidRPr="008913B1" w:rsidRDefault="00B25455"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Termo de Referência - Modelo para Pregão Eletrônico – Compras</w:t>
    </w:r>
  </w:p>
  <w:p w14:paraId="3FCDC6A3" w14:textId="77777777" w:rsidR="00B25455" w:rsidRPr="008913B1" w:rsidRDefault="00B25455"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Atualização: Julho/2020</w:t>
    </w:r>
  </w:p>
  <w:p w14:paraId="544A1F66" w14:textId="77777777" w:rsidR="00B25455" w:rsidRPr="008913B1" w:rsidRDefault="00B25455"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highlight w:val="yellow"/>
      </w:rPr>
      <w:t xml:space="preserve">Acessado em 16 de outubro de 2020, às 16h11min no seguinte endereço: </w:t>
    </w:r>
    <w:hyperlink r:id="rId1" w:history="1">
      <w:r w:rsidRPr="008913B1">
        <w:rPr>
          <w:rFonts w:ascii="Times New Roman" w:hAnsi="Times New Roman" w:cs="Times New Roman"/>
          <w:color w:val="000000"/>
          <w:sz w:val="16"/>
          <w:szCs w:val="16"/>
          <w:u w:val="single"/>
        </w:rPr>
        <w:t>https</w:t>
      </w:r>
      <w:r w:rsidRPr="008913B1">
        <w:rPr>
          <w:rFonts w:ascii="Times New Roman" w:hAnsi="Times New Roman" w:cs="Times New Roman"/>
          <w:color w:val="000000"/>
          <w:sz w:val="16"/>
          <w:szCs w:val="16"/>
          <w:u w:val="single"/>
        </w:rPr>
        <w:t>:</w:t>
      </w:r>
      <w:r w:rsidRPr="008913B1">
        <w:rPr>
          <w:rFonts w:ascii="Times New Roman" w:hAnsi="Times New Roman" w:cs="Times New Roman"/>
          <w:color w:val="000000"/>
          <w:sz w:val="16"/>
          <w:szCs w:val="16"/>
          <w:u w:val="single"/>
        </w:rPr>
        <w:t>//www.g</w:t>
      </w:r>
      <w:r w:rsidRPr="008913B1">
        <w:rPr>
          <w:rFonts w:ascii="Times New Roman" w:hAnsi="Times New Roman" w:cs="Times New Roman"/>
          <w:color w:val="000000"/>
          <w:sz w:val="16"/>
          <w:szCs w:val="16"/>
          <w:u w:val="single"/>
        </w:rPr>
        <w:t>o</w:t>
      </w:r>
      <w:r w:rsidRPr="008913B1">
        <w:rPr>
          <w:rFonts w:ascii="Times New Roman" w:hAnsi="Times New Roman" w:cs="Times New Roman"/>
          <w:color w:val="000000"/>
          <w:sz w:val="16"/>
          <w:szCs w:val="16"/>
          <w:u w:val="single"/>
        </w:rPr>
        <w:t>v.br/agu/pt-br/composicao/consultoria-geral-da-uniao-1/modelos-de-convenios-licitacoes-e-contratos/modelos-de-licitacoes-e-contratos/compras-pregao-eletronico</w:t>
      </w:r>
    </w:hyperlink>
    <w:r w:rsidRPr="008913B1">
      <w:rPr>
        <w:rFonts w:ascii="Times New Roman" w:hAnsi="Times New Roman" w:cs="Times New Roman"/>
        <w:color w:val="000000"/>
        <w:sz w:val="16"/>
        <w:szCs w:val="16"/>
      </w:rPr>
      <w:t>.</w:t>
    </w:r>
  </w:p>
  <w:p w14:paraId="3AA37122" w14:textId="77777777" w:rsidR="00B25455" w:rsidRPr="00EB68CA" w:rsidRDefault="00B25455" w:rsidP="008913B1">
    <w:pPr>
      <w:spacing w:after="160" w:line="259" w:lineRule="auto"/>
      <w:rPr>
        <w:rFonts w:cs="Times New Roman"/>
        <w:lang w:eastAsia="en-US"/>
      </w:rPr>
    </w:pPr>
  </w:p>
  <w:p w14:paraId="2B380077" w14:textId="77777777" w:rsidR="00B25455" w:rsidRPr="008913B1" w:rsidRDefault="00B25455" w:rsidP="008913B1">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3B76B" w14:textId="77777777" w:rsidR="00B25455" w:rsidRDefault="00B25455">
      <w:r>
        <w:separator/>
      </w:r>
    </w:p>
  </w:footnote>
  <w:footnote w:type="continuationSeparator" w:id="0">
    <w:p w14:paraId="2C120C3E" w14:textId="77777777" w:rsidR="00B25455" w:rsidRDefault="00B254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85F66"/>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15F57F5"/>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16A6032"/>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1861802"/>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7173753"/>
    <w:multiLevelType w:val="hybridMultilevel"/>
    <w:tmpl w:val="C5920EBC"/>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01AEF2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15:restartNumberingAfterBreak="0">
    <w:nsid w:val="0C141878"/>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C2A5FCF"/>
    <w:multiLevelType w:val="hybridMultilevel"/>
    <w:tmpl w:val="27EE3BBE"/>
    <w:lvl w:ilvl="0" w:tplc="5AF6EF04">
      <w:start w:val="1"/>
      <w:numFmt w:val="lowerLetter"/>
      <w:lvlText w:val="%1."/>
      <w:lvlJc w:val="left"/>
      <w:pPr>
        <w:ind w:left="720" w:hanging="360"/>
      </w:pPr>
      <w:rPr>
        <w:rFonts w:hint="default"/>
        <w:b w:val="0"/>
      </w:rPr>
    </w:lvl>
    <w:lvl w:ilvl="1" w:tplc="04160011">
      <w:start w:val="1"/>
      <w:numFmt w:val="decimal"/>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EFF7621"/>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9" w15:restartNumberingAfterBreak="0">
    <w:nsid w:val="0F23592F"/>
    <w:multiLevelType w:val="hybridMultilevel"/>
    <w:tmpl w:val="CB589BB4"/>
    <w:lvl w:ilvl="0" w:tplc="EDA2E292">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FED2E2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10DF00B5"/>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2" w15:restartNumberingAfterBreak="0">
    <w:nsid w:val="132103F1"/>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13" w15:restartNumberingAfterBreak="0">
    <w:nsid w:val="14EC48B9"/>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83F6F16"/>
    <w:multiLevelType w:val="hybridMultilevel"/>
    <w:tmpl w:val="41E08A38"/>
    <w:lvl w:ilvl="0" w:tplc="BF9EA510">
      <w:start w:val="1"/>
      <w:numFmt w:val="decimal"/>
      <w:lvlText w:val="%1."/>
      <w:lvlJc w:val="left"/>
      <w:pPr>
        <w:ind w:left="720" w:hanging="360"/>
      </w:pPr>
      <w:rPr>
        <w:rFonts w:hint="default"/>
        <w:b/>
      </w:rPr>
    </w:lvl>
    <w:lvl w:ilvl="1" w:tplc="31003960">
      <w:start w:val="1"/>
      <w:numFmt w:val="lowerLetter"/>
      <w:lvlText w:val="%2."/>
      <w:lvlJc w:val="left"/>
      <w:pPr>
        <w:ind w:left="1440" w:hanging="360"/>
      </w:pPr>
      <w:rPr>
        <w:b w:val="0"/>
        <w:color w:val="auto"/>
        <w:sz w:val="20"/>
      </w:rPr>
    </w:lvl>
    <w:lvl w:ilvl="2" w:tplc="04160011">
      <w:start w:val="1"/>
      <w:numFmt w:val="decimal"/>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C1B5EB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D5C100D"/>
    <w:multiLevelType w:val="multilevel"/>
    <w:tmpl w:val="6CDA4BB4"/>
    <w:lvl w:ilvl="0">
      <w:start w:val="1"/>
      <w:numFmt w:val="decimal"/>
      <w:pStyle w:val="Nivel1"/>
      <w:lvlText w:val="%1."/>
      <w:lvlJc w:val="left"/>
      <w:pPr>
        <w:ind w:left="360" w:hanging="360"/>
      </w:pPr>
      <w:rPr>
        <w:b/>
      </w:rPr>
    </w:lvl>
    <w:lvl w:ilvl="1">
      <w:start w:val="1"/>
      <w:numFmt w:val="decimal"/>
      <w:lvlText w:val="%1.%2."/>
      <w:lvlJc w:val="left"/>
      <w:pPr>
        <w:ind w:left="716" w:hanging="432"/>
      </w:pPr>
      <w:rPr>
        <w:b w:val="0"/>
        <w:i w:val="0"/>
        <w: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E2B13C5"/>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18" w15:restartNumberingAfterBreak="0">
    <w:nsid w:val="202B39D5"/>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BB59E0"/>
    <w:multiLevelType w:val="hybridMultilevel"/>
    <w:tmpl w:val="80B03F88"/>
    <w:lvl w:ilvl="0" w:tplc="9B442818">
      <w:start w:val="1"/>
      <w:numFmt w:val="decimal"/>
      <w:lvlText w:val="%1."/>
      <w:lvlJc w:val="left"/>
      <w:pPr>
        <w:ind w:left="720" w:hanging="360"/>
      </w:pPr>
      <w:rPr>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0C718CC"/>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32045E4"/>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22" w15:restartNumberingAfterBreak="0">
    <w:nsid w:val="2454676A"/>
    <w:multiLevelType w:val="hybridMultilevel"/>
    <w:tmpl w:val="02CC89E2"/>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15:restartNumberingAfterBreak="0">
    <w:nsid w:val="25252366"/>
    <w:multiLevelType w:val="hybridMultilevel"/>
    <w:tmpl w:val="5AA6FED2"/>
    <w:lvl w:ilvl="0" w:tplc="868C45C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9F02684"/>
    <w:multiLevelType w:val="hybridMultilevel"/>
    <w:tmpl w:val="822A1C52"/>
    <w:lvl w:ilvl="0" w:tplc="BF9EA510">
      <w:start w:val="1"/>
      <w:numFmt w:val="decimal"/>
      <w:lvlText w:val="%1."/>
      <w:lvlJc w:val="left"/>
      <w:pPr>
        <w:ind w:left="720" w:hanging="360"/>
      </w:pPr>
      <w:rPr>
        <w:rFonts w:hint="default"/>
        <w:b/>
      </w:rPr>
    </w:lvl>
    <w:lvl w:ilvl="1" w:tplc="D8802224">
      <w:start w:val="1"/>
      <w:numFmt w:val="lowerLetter"/>
      <w:lvlText w:val="%2."/>
      <w:lvlJc w:val="left"/>
      <w:pPr>
        <w:ind w:left="1440" w:hanging="360"/>
      </w:pPr>
      <w:rPr>
        <w:b w:val="0"/>
        <w:color w:val="auto"/>
        <w:sz w:val="20"/>
      </w:rPr>
    </w:lvl>
    <w:lvl w:ilvl="2" w:tplc="4598256E">
      <w:start w:val="1"/>
      <w:numFmt w:val="decimal"/>
      <w:lvlText w:val="%3)"/>
      <w:lvlJc w:val="lef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A1530E5"/>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5A1C92"/>
    <w:multiLevelType w:val="hybridMultilevel"/>
    <w:tmpl w:val="7F4E4016"/>
    <w:lvl w:ilvl="0" w:tplc="BF9EA510">
      <w:start w:val="1"/>
      <w:numFmt w:val="decimal"/>
      <w:lvlText w:val="%1."/>
      <w:lvlJc w:val="left"/>
      <w:pPr>
        <w:ind w:left="720" w:hanging="360"/>
      </w:pPr>
      <w:rPr>
        <w:rFonts w:hint="default"/>
        <w:b/>
      </w:rPr>
    </w:lvl>
    <w:lvl w:ilvl="1" w:tplc="21BCB5A0">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14F5635"/>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2150B7B"/>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4D04477"/>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7893EA4"/>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1" w15:restartNumberingAfterBreak="0">
    <w:nsid w:val="3A22582C"/>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A660F9E"/>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C1C31C2"/>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4" w15:restartNumberingAfterBreak="0">
    <w:nsid w:val="3D5065D6"/>
    <w:multiLevelType w:val="hybridMultilevel"/>
    <w:tmpl w:val="5A74846A"/>
    <w:lvl w:ilvl="0" w:tplc="93A480A6">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08C0741"/>
    <w:multiLevelType w:val="hybridMultilevel"/>
    <w:tmpl w:val="F9083298"/>
    <w:lvl w:ilvl="0" w:tplc="3F8AFE3C">
      <w:start w:val="1"/>
      <w:numFmt w:val="lowerLetter"/>
      <w:lvlText w:val="%1."/>
      <w:lvlJc w:val="left"/>
      <w:pPr>
        <w:ind w:left="720" w:hanging="360"/>
      </w:pPr>
      <w:rPr>
        <w:rFonts w:hint="default"/>
        <w:b w:val="0"/>
        <w:color w:val="auto"/>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2B71832"/>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58B248F"/>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64D3E1A"/>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753072D"/>
    <w:multiLevelType w:val="hybridMultilevel"/>
    <w:tmpl w:val="F7ECDEA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0" w15:restartNumberingAfterBreak="0">
    <w:nsid w:val="4814595D"/>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1" w15:restartNumberingAfterBreak="0">
    <w:nsid w:val="49767185"/>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B2E5760"/>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3" w15:restartNumberingAfterBreak="0">
    <w:nsid w:val="4CDD7A53"/>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4D190729"/>
    <w:multiLevelType w:val="hybridMultilevel"/>
    <w:tmpl w:val="1FAC776E"/>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5" w15:restartNumberingAfterBreak="0">
    <w:nsid w:val="55322F76"/>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6" w15:restartNumberingAfterBreak="0">
    <w:nsid w:val="562346E4"/>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6513BC3"/>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8" w15:restartNumberingAfterBreak="0">
    <w:nsid w:val="576D3DD2"/>
    <w:multiLevelType w:val="hybridMultilevel"/>
    <w:tmpl w:val="CCBE411C"/>
    <w:lvl w:ilvl="0" w:tplc="C87CF89A">
      <w:start w:val="2"/>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8DB021A"/>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50" w15:restartNumberingAfterBreak="0">
    <w:nsid w:val="5925167D"/>
    <w:multiLevelType w:val="hybridMultilevel"/>
    <w:tmpl w:val="EBE683C8"/>
    <w:lvl w:ilvl="0" w:tplc="032ABF1C">
      <w:start w:val="1"/>
      <w:numFmt w:val="lowerLetter"/>
      <w:lvlText w:val="%1."/>
      <w:lvlJc w:val="left"/>
      <w:pPr>
        <w:ind w:left="2160" w:hanging="180"/>
      </w:pPr>
      <w:rPr>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59DF0BB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2" w15:restartNumberingAfterBreak="0">
    <w:nsid w:val="5EB1052B"/>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F632585"/>
    <w:multiLevelType w:val="hybridMultilevel"/>
    <w:tmpl w:val="B094B9EC"/>
    <w:lvl w:ilvl="0" w:tplc="3E5A96A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1009768">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1B65BAC"/>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1B7698E"/>
    <w:multiLevelType w:val="hybridMultilevel"/>
    <w:tmpl w:val="E6C80F46"/>
    <w:lvl w:ilvl="0" w:tplc="4E34878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1BC3C75"/>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43D3AC6"/>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5FA7E03"/>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9" w15:restartNumberingAfterBreak="0">
    <w:nsid w:val="69A402CD"/>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B087227"/>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61" w15:restartNumberingAfterBreak="0">
    <w:nsid w:val="6B352D39"/>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2" w15:restartNumberingAfterBreak="0">
    <w:nsid w:val="6CF54A07"/>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1243853"/>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4" w15:restartNumberingAfterBreak="0">
    <w:nsid w:val="7290615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5" w15:restartNumberingAfterBreak="0">
    <w:nsid w:val="72A563D3"/>
    <w:multiLevelType w:val="hybridMultilevel"/>
    <w:tmpl w:val="D9FE675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1">
      <w:start w:val="1"/>
      <w:numFmt w:val="decimal"/>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6" w15:restartNumberingAfterBreak="0">
    <w:nsid w:val="73FF41F3"/>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73327F7"/>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82B6858"/>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9" w15:restartNumberingAfterBreak="0">
    <w:nsid w:val="79CD0605"/>
    <w:multiLevelType w:val="hybridMultilevel"/>
    <w:tmpl w:val="5A74846A"/>
    <w:lvl w:ilvl="0" w:tplc="93A480A6">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7A98729D"/>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7FA77507"/>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num w:numId="1">
    <w:abstractNumId w:val="16"/>
  </w:num>
  <w:num w:numId="2">
    <w:abstractNumId w:val="0"/>
  </w:num>
  <w:num w:numId="3">
    <w:abstractNumId w:val="19"/>
  </w:num>
  <w:num w:numId="4">
    <w:abstractNumId w:val="69"/>
  </w:num>
  <w:num w:numId="5">
    <w:abstractNumId w:val="53"/>
  </w:num>
  <w:num w:numId="6">
    <w:abstractNumId w:val="27"/>
  </w:num>
  <w:num w:numId="7">
    <w:abstractNumId w:val="55"/>
  </w:num>
  <w:num w:numId="8">
    <w:abstractNumId w:val="57"/>
  </w:num>
  <w:num w:numId="9">
    <w:abstractNumId w:val="62"/>
  </w:num>
  <w:num w:numId="10">
    <w:abstractNumId w:val="12"/>
  </w:num>
  <w:num w:numId="11">
    <w:abstractNumId w:val="5"/>
  </w:num>
  <w:num w:numId="12">
    <w:abstractNumId w:val="44"/>
  </w:num>
  <w:num w:numId="13">
    <w:abstractNumId w:val="67"/>
  </w:num>
  <w:num w:numId="14">
    <w:abstractNumId w:val="10"/>
  </w:num>
  <w:num w:numId="15">
    <w:abstractNumId w:val="65"/>
  </w:num>
  <w:num w:numId="16">
    <w:abstractNumId w:val="59"/>
  </w:num>
  <w:num w:numId="17">
    <w:abstractNumId w:val="71"/>
  </w:num>
  <w:num w:numId="18">
    <w:abstractNumId w:val="3"/>
  </w:num>
  <w:num w:numId="19">
    <w:abstractNumId w:val="29"/>
  </w:num>
  <w:num w:numId="20">
    <w:abstractNumId w:val="26"/>
  </w:num>
  <w:num w:numId="21">
    <w:abstractNumId w:val="30"/>
  </w:num>
  <w:num w:numId="22">
    <w:abstractNumId w:val="2"/>
  </w:num>
  <w:num w:numId="23">
    <w:abstractNumId w:val="22"/>
  </w:num>
  <w:num w:numId="24">
    <w:abstractNumId w:val="6"/>
  </w:num>
  <w:num w:numId="25">
    <w:abstractNumId w:val="36"/>
  </w:num>
  <w:num w:numId="26">
    <w:abstractNumId w:val="61"/>
  </w:num>
  <w:num w:numId="27">
    <w:abstractNumId w:val="35"/>
  </w:num>
  <w:num w:numId="28">
    <w:abstractNumId w:val="18"/>
  </w:num>
  <w:num w:numId="29">
    <w:abstractNumId w:val="47"/>
  </w:num>
  <w:num w:numId="30">
    <w:abstractNumId w:val="50"/>
  </w:num>
  <w:num w:numId="31">
    <w:abstractNumId w:val="1"/>
  </w:num>
  <w:num w:numId="32">
    <w:abstractNumId w:val="9"/>
  </w:num>
  <w:num w:numId="33">
    <w:abstractNumId w:val="13"/>
  </w:num>
  <w:num w:numId="34">
    <w:abstractNumId w:val="56"/>
  </w:num>
  <w:num w:numId="35">
    <w:abstractNumId w:val="8"/>
  </w:num>
  <w:num w:numId="36">
    <w:abstractNumId w:val="24"/>
  </w:num>
  <w:num w:numId="37">
    <w:abstractNumId w:val="45"/>
  </w:num>
  <w:num w:numId="38">
    <w:abstractNumId w:val="14"/>
  </w:num>
  <w:num w:numId="39">
    <w:abstractNumId w:val="58"/>
  </w:num>
  <w:num w:numId="40">
    <w:abstractNumId w:val="66"/>
  </w:num>
  <w:num w:numId="41">
    <w:abstractNumId w:val="40"/>
  </w:num>
  <w:num w:numId="42">
    <w:abstractNumId w:val="15"/>
  </w:num>
  <w:num w:numId="43">
    <w:abstractNumId w:val="20"/>
  </w:num>
  <w:num w:numId="44">
    <w:abstractNumId w:val="68"/>
  </w:num>
  <w:num w:numId="45">
    <w:abstractNumId w:val="25"/>
  </w:num>
  <w:num w:numId="46">
    <w:abstractNumId w:val="54"/>
  </w:num>
  <w:num w:numId="47">
    <w:abstractNumId w:val="11"/>
  </w:num>
  <w:num w:numId="48">
    <w:abstractNumId w:val="37"/>
  </w:num>
  <w:num w:numId="49">
    <w:abstractNumId w:val="38"/>
  </w:num>
  <w:num w:numId="50">
    <w:abstractNumId w:val="21"/>
  </w:num>
  <w:num w:numId="51">
    <w:abstractNumId w:val="70"/>
  </w:num>
  <w:num w:numId="52">
    <w:abstractNumId w:val="4"/>
  </w:num>
  <w:num w:numId="53">
    <w:abstractNumId w:val="33"/>
  </w:num>
  <w:num w:numId="54">
    <w:abstractNumId w:val="7"/>
  </w:num>
  <w:num w:numId="55">
    <w:abstractNumId w:val="31"/>
  </w:num>
  <w:num w:numId="56">
    <w:abstractNumId w:val="49"/>
  </w:num>
  <w:num w:numId="57">
    <w:abstractNumId w:val="32"/>
  </w:num>
  <w:num w:numId="58">
    <w:abstractNumId w:val="51"/>
  </w:num>
  <w:num w:numId="59">
    <w:abstractNumId w:val="60"/>
  </w:num>
  <w:num w:numId="60">
    <w:abstractNumId w:val="41"/>
  </w:num>
  <w:num w:numId="61">
    <w:abstractNumId w:val="52"/>
  </w:num>
  <w:num w:numId="62">
    <w:abstractNumId w:val="64"/>
  </w:num>
  <w:num w:numId="63">
    <w:abstractNumId w:val="17"/>
  </w:num>
  <w:num w:numId="64">
    <w:abstractNumId w:val="43"/>
  </w:num>
  <w:num w:numId="65">
    <w:abstractNumId w:val="23"/>
  </w:num>
  <w:num w:numId="66">
    <w:abstractNumId w:val="42"/>
  </w:num>
  <w:num w:numId="67">
    <w:abstractNumId w:val="63"/>
  </w:num>
  <w:num w:numId="68">
    <w:abstractNumId w:val="28"/>
  </w:num>
  <w:num w:numId="69">
    <w:abstractNumId w:val="46"/>
  </w:num>
  <w:num w:numId="70">
    <w:abstractNumId w:val="34"/>
  </w:num>
  <w:num w:numId="71">
    <w:abstractNumId w:val="39"/>
  </w:num>
  <w:num w:numId="72">
    <w:abstractNumId w:val="4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D0"/>
    <w:rsid w:val="00003C96"/>
    <w:rsid w:val="00003CA3"/>
    <w:rsid w:val="00004F22"/>
    <w:rsid w:val="00005DD0"/>
    <w:rsid w:val="00013460"/>
    <w:rsid w:val="00013620"/>
    <w:rsid w:val="0001729F"/>
    <w:rsid w:val="00020153"/>
    <w:rsid w:val="00021C24"/>
    <w:rsid w:val="000261C8"/>
    <w:rsid w:val="000327EF"/>
    <w:rsid w:val="00035C54"/>
    <w:rsid w:val="00043980"/>
    <w:rsid w:val="000456AF"/>
    <w:rsid w:val="00047581"/>
    <w:rsid w:val="00047B71"/>
    <w:rsid w:val="00064C6E"/>
    <w:rsid w:val="000662F1"/>
    <w:rsid w:val="000665B7"/>
    <w:rsid w:val="00066E0D"/>
    <w:rsid w:val="00067797"/>
    <w:rsid w:val="000739C2"/>
    <w:rsid w:val="00077DF7"/>
    <w:rsid w:val="0008019D"/>
    <w:rsid w:val="00085FAF"/>
    <w:rsid w:val="000912DE"/>
    <w:rsid w:val="000A042B"/>
    <w:rsid w:val="000A7F23"/>
    <w:rsid w:val="000B5746"/>
    <w:rsid w:val="000B601F"/>
    <w:rsid w:val="000B66D0"/>
    <w:rsid w:val="000C11FD"/>
    <w:rsid w:val="000C54EA"/>
    <w:rsid w:val="000C5A6B"/>
    <w:rsid w:val="000C6B87"/>
    <w:rsid w:val="000C7FF1"/>
    <w:rsid w:val="000D55F9"/>
    <w:rsid w:val="000F007C"/>
    <w:rsid w:val="00101FCB"/>
    <w:rsid w:val="00124645"/>
    <w:rsid w:val="001266C3"/>
    <w:rsid w:val="001343A0"/>
    <w:rsid w:val="00134E26"/>
    <w:rsid w:val="00137DFD"/>
    <w:rsid w:val="00141A3A"/>
    <w:rsid w:val="001447EF"/>
    <w:rsid w:val="00146663"/>
    <w:rsid w:val="001524B5"/>
    <w:rsid w:val="00153D3F"/>
    <w:rsid w:val="0016441C"/>
    <w:rsid w:val="00164B43"/>
    <w:rsid w:val="00174F1E"/>
    <w:rsid w:val="001759CC"/>
    <w:rsid w:val="00175EAD"/>
    <w:rsid w:val="00181670"/>
    <w:rsid w:val="00184812"/>
    <w:rsid w:val="00190219"/>
    <w:rsid w:val="001903F1"/>
    <w:rsid w:val="0019679E"/>
    <w:rsid w:val="001A266B"/>
    <w:rsid w:val="001A407A"/>
    <w:rsid w:val="001A4258"/>
    <w:rsid w:val="001A6341"/>
    <w:rsid w:val="001B0DA4"/>
    <w:rsid w:val="001B3875"/>
    <w:rsid w:val="001B4F55"/>
    <w:rsid w:val="001B58E8"/>
    <w:rsid w:val="001B6C4D"/>
    <w:rsid w:val="001C045E"/>
    <w:rsid w:val="001C07F7"/>
    <w:rsid w:val="001C13D2"/>
    <w:rsid w:val="001C2D1F"/>
    <w:rsid w:val="001C5075"/>
    <w:rsid w:val="001D1FDC"/>
    <w:rsid w:val="001D5BAE"/>
    <w:rsid w:val="001D7673"/>
    <w:rsid w:val="001E0337"/>
    <w:rsid w:val="001E770E"/>
    <w:rsid w:val="001F0837"/>
    <w:rsid w:val="001F1767"/>
    <w:rsid w:val="001F5A54"/>
    <w:rsid w:val="00204DBC"/>
    <w:rsid w:val="00211DD1"/>
    <w:rsid w:val="002125F6"/>
    <w:rsid w:val="00213723"/>
    <w:rsid w:val="0021411E"/>
    <w:rsid w:val="00216DDF"/>
    <w:rsid w:val="00221773"/>
    <w:rsid w:val="0022179A"/>
    <w:rsid w:val="00224A1A"/>
    <w:rsid w:val="00224A45"/>
    <w:rsid w:val="00226077"/>
    <w:rsid w:val="00230B3C"/>
    <w:rsid w:val="00233D3D"/>
    <w:rsid w:val="002350AF"/>
    <w:rsid w:val="0023687E"/>
    <w:rsid w:val="002413CA"/>
    <w:rsid w:val="002440DC"/>
    <w:rsid w:val="00252C5D"/>
    <w:rsid w:val="00253C92"/>
    <w:rsid w:val="0026662F"/>
    <w:rsid w:val="00267AA2"/>
    <w:rsid w:val="00271B17"/>
    <w:rsid w:val="002757CD"/>
    <w:rsid w:val="00276392"/>
    <w:rsid w:val="0027696F"/>
    <w:rsid w:val="0028069F"/>
    <w:rsid w:val="00281F91"/>
    <w:rsid w:val="00292FE4"/>
    <w:rsid w:val="002A41A8"/>
    <w:rsid w:val="002A545D"/>
    <w:rsid w:val="002A6098"/>
    <w:rsid w:val="002B21AD"/>
    <w:rsid w:val="002B265C"/>
    <w:rsid w:val="002B2CD8"/>
    <w:rsid w:val="002B43CE"/>
    <w:rsid w:val="002B608A"/>
    <w:rsid w:val="002B75E1"/>
    <w:rsid w:val="002C0DCE"/>
    <w:rsid w:val="002C6EC7"/>
    <w:rsid w:val="002D1B03"/>
    <w:rsid w:val="002D5F12"/>
    <w:rsid w:val="002E4240"/>
    <w:rsid w:val="002E4D4C"/>
    <w:rsid w:val="002F0220"/>
    <w:rsid w:val="002F22A8"/>
    <w:rsid w:val="002F253D"/>
    <w:rsid w:val="002F65C5"/>
    <w:rsid w:val="002F6FC4"/>
    <w:rsid w:val="00302576"/>
    <w:rsid w:val="003025ED"/>
    <w:rsid w:val="00303FEF"/>
    <w:rsid w:val="00304619"/>
    <w:rsid w:val="0030672A"/>
    <w:rsid w:val="00312693"/>
    <w:rsid w:val="00315E70"/>
    <w:rsid w:val="00320C27"/>
    <w:rsid w:val="003236CE"/>
    <w:rsid w:val="0032654E"/>
    <w:rsid w:val="00334CD3"/>
    <w:rsid w:val="00334D62"/>
    <w:rsid w:val="00334FF9"/>
    <w:rsid w:val="0034256A"/>
    <w:rsid w:val="00342980"/>
    <w:rsid w:val="00344A9D"/>
    <w:rsid w:val="00344D6A"/>
    <w:rsid w:val="00345FD6"/>
    <w:rsid w:val="00351C7D"/>
    <w:rsid w:val="00351FA5"/>
    <w:rsid w:val="00354C56"/>
    <w:rsid w:val="003638F2"/>
    <w:rsid w:val="00364695"/>
    <w:rsid w:val="00367618"/>
    <w:rsid w:val="00367C0E"/>
    <w:rsid w:val="00371CA3"/>
    <w:rsid w:val="0037219F"/>
    <w:rsid w:val="0037688A"/>
    <w:rsid w:val="00385E7B"/>
    <w:rsid w:val="00393D72"/>
    <w:rsid w:val="00396277"/>
    <w:rsid w:val="003A0CF1"/>
    <w:rsid w:val="003A10E2"/>
    <w:rsid w:val="003A25E9"/>
    <w:rsid w:val="003A3D4B"/>
    <w:rsid w:val="003A4111"/>
    <w:rsid w:val="003A55AB"/>
    <w:rsid w:val="003A589C"/>
    <w:rsid w:val="003B18DB"/>
    <w:rsid w:val="003B4263"/>
    <w:rsid w:val="003B591D"/>
    <w:rsid w:val="003B6D10"/>
    <w:rsid w:val="003D0DEE"/>
    <w:rsid w:val="003D127F"/>
    <w:rsid w:val="003E0A53"/>
    <w:rsid w:val="003E79A6"/>
    <w:rsid w:val="003E7BBD"/>
    <w:rsid w:val="003F3787"/>
    <w:rsid w:val="003F3F89"/>
    <w:rsid w:val="00403CA9"/>
    <w:rsid w:val="004054B5"/>
    <w:rsid w:val="00410248"/>
    <w:rsid w:val="00410424"/>
    <w:rsid w:val="00410E73"/>
    <w:rsid w:val="00410E99"/>
    <w:rsid w:val="00414247"/>
    <w:rsid w:val="0041529B"/>
    <w:rsid w:val="00415BEE"/>
    <w:rsid w:val="004168C2"/>
    <w:rsid w:val="004213F2"/>
    <w:rsid w:val="004221EF"/>
    <w:rsid w:val="00422D3F"/>
    <w:rsid w:val="00427EAB"/>
    <w:rsid w:val="00430459"/>
    <w:rsid w:val="00430B14"/>
    <w:rsid w:val="00430F4E"/>
    <w:rsid w:val="004326FA"/>
    <w:rsid w:val="00442A9D"/>
    <w:rsid w:val="00453313"/>
    <w:rsid w:val="0045639D"/>
    <w:rsid w:val="00456B3D"/>
    <w:rsid w:val="004578F4"/>
    <w:rsid w:val="004610A1"/>
    <w:rsid w:val="0046152D"/>
    <w:rsid w:val="00461889"/>
    <w:rsid w:val="00461F99"/>
    <w:rsid w:val="004673B6"/>
    <w:rsid w:val="00477095"/>
    <w:rsid w:val="004770A8"/>
    <w:rsid w:val="004857EE"/>
    <w:rsid w:val="00485F62"/>
    <w:rsid w:val="004861BF"/>
    <w:rsid w:val="004874A5"/>
    <w:rsid w:val="00490D0C"/>
    <w:rsid w:val="00496F56"/>
    <w:rsid w:val="004A0BCA"/>
    <w:rsid w:val="004A11AB"/>
    <w:rsid w:val="004B1ED9"/>
    <w:rsid w:val="004B683E"/>
    <w:rsid w:val="004C4444"/>
    <w:rsid w:val="004C59E1"/>
    <w:rsid w:val="004C7A50"/>
    <w:rsid w:val="004D03BC"/>
    <w:rsid w:val="004D0573"/>
    <w:rsid w:val="004D1B71"/>
    <w:rsid w:val="004D33F2"/>
    <w:rsid w:val="004D531A"/>
    <w:rsid w:val="004D7220"/>
    <w:rsid w:val="004F2C0F"/>
    <w:rsid w:val="004F613C"/>
    <w:rsid w:val="004F633D"/>
    <w:rsid w:val="0050187B"/>
    <w:rsid w:val="00502ADF"/>
    <w:rsid w:val="005044B6"/>
    <w:rsid w:val="00510A59"/>
    <w:rsid w:val="00511160"/>
    <w:rsid w:val="0051440D"/>
    <w:rsid w:val="00515F83"/>
    <w:rsid w:val="00517FE5"/>
    <w:rsid w:val="00520CF7"/>
    <w:rsid w:val="00521CD6"/>
    <w:rsid w:val="00524307"/>
    <w:rsid w:val="00525470"/>
    <w:rsid w:val="0053343C"/>
    <w:rsid w:val="00534212"/>
    <w:rsid w:val="0053656E"/>
    <w:rsid w:val="005416B2"/>
    <w:rsid w:val="00544E51"/>
    <w:rsid w:val="005524F7"/>
    <w:rsid w:val="0055274A"/>
    <w:rsid w:val="00552E0C"/>
    <w:rsid w:val="005545DD"/>
    <w:rsid w:val="00561E0A"/>
    <w:rsid w:val="005625F2"/>
    <w:rsid w:val="00564E5E"/>
    <w:rsid w:val="0056629C"/>
    <w:rsid w:val="00567548"/>
    <w:rsid w:val="0056766D"/>
    <w:rsid w:val="00577F64"/>
    <w:rsid w:val="00580022"/>
    <w:rsid w:val="0058414E"/>
    <w:rsid w:val="00586E3F"/>
    <w:rsid w:val="00591489"/>
    <w:rsid w:val="00591FA6"/>
    <w:rsid w:val="005A0876"/>
    <w:rsid w:val="005A13C9"/>
    <w:rsid w:val="005A4790"/>
    <w:rsid w:val="005A4F21"/>
    <w:rsid w:val="005A7111"/>
    <w:rsid w:val="005B16BB"/>
    <w:rsid w:val="005B19CE"/>
    <w:rsid w:val="005B6D38"/>
    <w:rsid w:val="005C18B3"/>
    <w:rsid w:val="005C29B7"/>
    <w:rsid w:val="005C378D"/>
    <w:rsid w:val="005D63E0"/>
    <w:rsid w:val="005E2E80"/>
    <w:rsid w:val="005E3A8B"/>
    <w:rsid w:val="005E6BBE"/>
    <w:rsid w:val="005F156B"/>
    <w:rsid w:val="005F646A"/>
    <w:rsid w:val="005F649C"/>
    <w:rsid w:val="00603D80"/>
    <w:rsid w:val="00613432"/>
    <w:rsid w:val="00614327"/>
    <w:rsid w:val="00622952"/>
    <w:rsid w:val="00623008"/>
    <w:rsid w:val="00625654"/>
    <w:rsid w:val="00625A1F"/>
    <w:rsid w:val="006273C7"/>
    <w:rsid w:val="00633F11"/>
    <w:rsid w:val="00635773"/>
    <w:rsid w:val="00636D4F"/>
    <w:rsid w:val="00637B61"/>
    <w:rsid w:val="00640D38"/>
    <w:rsid w:val="00641601"/>
    <w:rsid w:val="00643A4A"/>
    <w:rsid w:val="00646481"/>
    <w:rsid w:val="00654CC2"/>
    <w:rsid w:val="00655002"/>
    <w:rsid w:val="00657342"/>
    <w:rsid w:val="006642B4"/>
    <w:rsid w:val="006655EA"/>
    <w:rsid w:val="006708ED"/>
    <w:rsid w:val="00672907"/>
    <w:rsid w:val="00673939"/>
    <w:rsid w:val="00675E6C"/>
    <w:rsid w:val="00683224"/>
    <w:rsid w:val="0068354B"/>
    <w:rsid w:val="00684484"/>
    <w:rsid w:val="0068686F"/>
    <w:rsid w:val="00686D8C"/>
    <w:rsid w:val="006872AF"/>
    <w:rsid w:val="00695DC9"/>
    <w:rsid w:val="00697FD6"/>
    <w:rsid w:val="006A5DB1"/>
    <w:rsid w:val="006A7268"/>
    <w:rsid w:val="006B1757"/>
    <w:rsid w:val="006B30C2"/>
    <w:rsid w:val="006B3270"/>
    <w:rsid w:val="006B70E9"/>
    <w:rsid w:val="006C60FA"/>
    <w:rsid w:val="006C6D93"/>
    <w:rsid w:val="006D18F5"/>
    <w:rsid w:val="006D1B2E"/>
    <w:rsid w:val="006D4176"/>
    <w:rsid w:val="006D4511"/>
    <w:rsid w:val="006D7487"/>
    <w:rsid w:val="006E2391"/>
    <w:rsid w:val="006E7DA2"/>
    <w:rsid w:val="006F31DB"/>
    <w:rsid w:val="006F3344"/>
    <w:rsid w:val="006F51E4"/>
    <w:rsid w:val="006F73D2"/>
    <w:rsid w:val="00704D59"/>
    <w:rsid w:val="00707728"/>
    <w:rsid w:val="00711926"/>
    <w:rsid w:val="00711CFE"/>
    <w:rsid w:val="00712048"/>
    <w:rsid w:val="00712392"/>
    <w:rsid w:val="00712570"/>
    <w:rsid w:val="00715D9A"/>
    <w:rsid w:val="00716262"/>
    <w:rsid w:val="00725CD4"/>
    <w:rsid w:val="007269F4"/>
    <w:rsid w:val="00735BDF"/>
    <w:rsid w:val="00736FD1"/>
    <w:rsid w:val="00742F5B"/>
    <w:rsid w:val="007544B5"/>
    <w:rsid w:val="007608A6"/>
    <w:rsid w:val="00763E55"/>
    <w:rsid w:val="007652F2"/>
    <w:rsid w:val="00766301"/>
    <w:rsid w:val="00767100"/>
    <w:rsid w:val="00767B18"/>
    <w:rsid w:val="00770210"/>
    <w:rsid w:val="00774933"/>
    <w:rsid w:val="0078361D"/>
    <w:rsid w:val="00783961"/>
    <w:rsid w:val="007911CA"/>
    <w:rsid w:val="00793944"/>
    <w:rsid w:val="00793F26"/>
    <w:rsid w:val="00794BCF"/>
    <w:rsid w:val="007A1B95"/>
    <w:rsid w:val="007A2B35"/>
    <w:rsid w:val="007A2F4A"/>
    <w:rsid w:val="007A54D9"/>
    <w:rsid w:val="007A6CD0"/>
    <w:rsid w:val="007A72A5"/>
    <w:rsid w:val="007B2868"/>
    <w:rsid w:val="007B514D"/>
    <w:rsid w:val="007B5A41"/>
    <w:rsid w:val="007C47A5"/>
    <w:rsid w:val="007C5907"/>
    <w:rsid w:val="007D1751"/>
    <w:rsid w:val="007D18DD"/>
    <w:rsid w:val="007D19FC"/>
    <w:rsid w:val="007D3236"/>
    <w:rsid w:val="007E2328"/>
    <w:rsid w:val="007E4739"/>
    <w:rsid w:val="007E4BA4"/>
    <w:rsid w:val="007E7653"/>
    <w:rsid w:val="007E77DE"/>
    <w:rsid w:val="007F2DA2"/>
    <w:rsid w:val="007F3FC7"/>
    <w:rsid w:val="008019BC"/>
    <w:rsid w:val="00810DEB"/>
    <w:rsid w:val="00813199"/>
    <w:rsid w:val="008203E9"/>
    <w:rsid w:val="0082703D"/>
    <w:rsid w:val="008276F9"/>
    <w:rsid w:val="00835140"/>
    <w:rsid w:val="00850C23"/>
    <w:rsid w:val="00852036"/>
    <w:rsid w:val="008522C7"/>
    <w:rsid w:val="008539DF"/>
    <w:rsid w:val="0085670B"/>
    <w:rsid w:val="00857B3F"/>
    <w:rsid w:val="00860145"/>
    <w:rsid w:val="00873623"/>
    <w:rsid w:val="00881EFA"/>
    <w:rsid w:val="00884EDD"/>
    <w:rsid w:val="00884FCA"/>
    <w:rsid w:val="008870BD"/>
    <w:rsid w:val="008913B1"/>
    <w:rsid w:val="0089192F"/>
    <w:rsid w:val="00894EA8"/>
    <w:rsid w:val="00897F88"/>
    <w:rsid w:val="008A0BBC"/>
    <w:rsid w:val="008A18CF"/>
    <w:rsid w:val="008B0E2E"/>
    <w:rsid w:val="008C07D4"/>
    <w:rsid w:val="008C31C4"/>
    <w:rsid w:val="008C4269"/>
    <w:rsid w:val="008C45B1"/>
    <w:rsid w:val="008C6DBF"/>
    <w:rsid w:val="008D66A0"/>
    <w:rsid w:val="008E233D"/>
    <w:rsid w:val="008E241E"/>
    <w:rsid w:val="008E650F"/>
    <w:rsid w:val="008E723A"/>
    <w:rsid w:val="008F127F"/>
    <w:rsid w:val="008F5F69"/>
    <w:rsid w:val="008F7623"/>
    <w:rsid w:val="0090396B"/>
    <w:rsid w:val="0090617E"/>
    <w:rsid w:val="009107EC"/>
    <w:rsid w:val="009112DE"/>
    <w:rsid w:val="00911471"/>
    <w:rsid w:val="00920C0D"/>
    <w:rsid w:val="00920DC3"/>
    <w:rsid w:val="00924D26"/>
    <w:rsid w:val="009250EB"/>
    <w:rsid w:val="00926980"/>
    <w:rsid w:val="0093280F"/>
    <w:rsid w:val="00936A3E"/>
    <w:rsid w:val="00944656"/>
    <w:rsid w:val="009478D5"/>
    <w:rsid w:val="00947F52"/>
    <w:rsid w:val="00951D44"/>
    <w:rsid w:val="00951D49"/>
    <w:rsid w:val="00953136"/>
    <w:rsid w:val="0095517D"/>
    <w:rsid w:val="009564C1"/>
    <w:rsid w:val="009565DF"/>
    <w:rsid w:val="009607D0"/>
    <w:rsid w:val="00960AD6"/>
    <w:rsid w:val="0096401C"/>
    <w:rsid w:val="00964757"/>
    <w:rsid w:val="00970812"/>
    <w:rsid w:val="009728ED"/>
    <w:rsid w:val="00973F30"/>
    <w:rsid w:val="00976A8B"/>
    <w:rsid w:val="00977936"/>
    <w:rsid w:val="00984A1D"/>
    <w:rsid w:val="00986FCE"/>
    <w:rsid w:val="0098734F"/>
    <w:rsid w:val="0099028A"/>
    <w:rsid w:val="009921FC"/>
    <w:rsid w:val="00992EA6"/>
    <w:rsid w:val="0099643A"/>
    <w:rsid w:val="009A2A08"/>
    <w:rsid w:val="009A2D11"/>
    <w:rsid w:val="009A2D98"/>
    <w:rsid w:val="009A5069"/>
    <w:rsid w:val="009A596A"/>
    <w:rsid w:val="009A6D9F"/>
    <w:rsid w:val="009B04D0"/>
    <w:rsid w:val="009B60A3"/>
    <w:rsid w:val="009C07BC"/>
    <w:rsid w:val="009C5F58"/>
    <w:rsid w:val="009C77F8"/>
    <w:rsid w:val="009D467E"/>
    <w:rsid w:val="009E1057"/>
    <w:rsid w:val="009E3077"/>
    <w:rsid w:val="009E33A6"/>
    <w:rsid w:val="009E5CC4"/>
    <w:rsid w:val="009F0DBB"/>
    <w:rsid w:val="009F5173"/>
    <w:rsid w:val="009F5958"/>
    <w:rsid w:val="009F7930"/>
    <w:rsid w:val="00A00C16"/>
    <w:rsid w:val="00A0100D"/>
    <w:rsid w:val="00A01128"/>
    <w:rsid w:val="00A01522"/>
    <w:rsid w:val="00A032D1"/>
    <w:rsid w:val="00A053C1"/>
    <w:rsid w:val="00A05E8B"/>
    <w:rsid w:val="00A10A58"/>
    <w:rsid w:val="00A13F98"/>
    <w:rsid w:val="00A14FC4"/>
    <w:rsid w:val="00A17C32"/>
    <w:rsid w:val="00A20896"/>
    <w:rsid w:val="00A259E2"/>
    <w:rsid w:val="00A25EB9"/>
    <w:rsid w:val="00A26667"/>
    <w:rsid w:val="00A2772D"/>
    <w:rsid w:val="00A32B5F"/>
    <w:rsid w:val="00A332B5"/>
    <w:rsid w:val="00A3379D"/>
    <w:rsid w:val="00A40358"/>
    <w:rsid w:val="00A40794"/>
    <w:rsid w:val="00A467CD"/>
    <w:rsid w:val="00A50BF7"/>
    <w:rsid w:val="00A51ADC"/>
    <w:rsid w:val="00A523A9"/>
    <w:rsid w:val="00A534A1"/>
    <w:rsid w:val="00A70C8A"/>
    <w:rsid w:val="00A73469"/>
    <w:rsid w:val="00A81101"/>
    <w:rsid w:val="00A8162F"/>
    <w:rsid w:val="00A82AB4"/>
    <w:rsid w:val="00A832D1"/>
    <w:rsid w:val="00A83E1B"/>
    <w:rsid w:val="00A86A5D"/>
    <w:rsid w:val="00A87996"/>
    <w:rsid w:val="00A91974"/>
    <w:rsid w:val="00A97787"/>
    <w:rsid w:val="00AA11F7"/>
    <w:rsid w:val="00AA20DF"/>
    <w:rsid w:val="00AA2AE6"/>
    <w:rsid w:val="00AA3515"/>
    <w:rsid w:val="00AA515B"/>
    <w:rsid w:val="00AB07C0"/>
    <w:rsid w:val="00AB6274"/>
    <w:rsid w:val="00AB6FF1"/>
    <w:rsid w:val="00AB769C"/>
    <w:rsid w:val="00AC4728"/>
    <w:rsid w:val="00AC6722"/>
    <w:rsid w:val="00AC75C7"/>
    <w:rsid w:val="00AC7D41"/>
    <w:rsid w:val="00AD7C5E"/>
    <w:rsid w:val="00AD7E1A"/>
    <w:rsid w:val="00AE349C"/>
    <w:rsid w:val="00AE55F9"/>
    <w:rsid w:val="00AF16F6"/>
    <w:rsid w:val="00AF1E12"/>
    <w:rsid w:val="00B00CD3"/>
    <w:rsid w:val="00B10BD7"/>
    <w:rsid w:val="00B11B72"/>
    <w:rsid w:val="00B25455"/>
    <w:rsid w:val="00B255F2"/>
    <w:rsid w:val="00B30889"/>
    <w:rsid w:val="00B33E79"/>
    <w:rsid w:val="00B41975"/>
    <w:rsid w:val="00B50DAE"/>
    <w:rsid w:val="00B52AF7"/>
    <w:rsid w:val="00B53B2F"/>
    <w:rsid w:val="00B5468F"/>
    <w:rsid w:val="00B62765"/>
    <w:rsid w:val="00B634D6"/>
    <w:rsid w:val="00B71AEE"/>
    <w:rsid w:val="00B73990"/>
    <w:rsid w:val="00B73C99"/>
    <w:rsid w:val="00B8076C"/>
    <w:rsid w:val="00B8236A"/>
    <w:rsid w:val="00B8394D"/>
    <w:rsid w:val="00B84243"/>
    <w:rsid w:val="00B847A8"/>
    <w:rsid w:val="00B848F7"/>
    <w:rsid w:val="00B86775"/>
    <w:rsid w:val="00B91B7A"/>
    <w:rsid w:val="00B923E5"/>
    <w:rsid w:val="00B92735"/>
    <w:rsid w:val="00B93E38"/>
    <w:rsid w:val="00B943B0"/>
    <w:rsid w:val="00B95B15"/>
    <w:rsid w:val="00B95FE2"/>
    <w:rsid w:val="00BA2359"/>
    <w:rsid w:val="00BA32F1"/>
    <w:rsid w:val="00BA7840"/>
    <w:rsid w:val="00BB26A9"/>
    <w:rsid w:val="00BC4333"/>
    <w:rsid w:val="00BC4417"/>
    <w:rsid w:val="00BC478F"/>
    <w:rsid w:val="00BD126E"/>
    <w:rsid w:val="00BD5408"/>
    <w:rsid w:val="00BD5E33"/>
    <w:rsid w:val="00BE15F0"/>
    <w:rsid w:val="00BE33F1"/>
    <w:rsid w:val="00BE3B2D"/>
    <w:rsid w:val="00BE78D9"/>
    <w:rsid w:val="00BF2AF9"/>
    <w:rsid w:val="00BF6A1D"/>
    <w:rsid w:val="00BF6A23"/>
    <w:rsid w:val="00C009F2"/>
    <w:rsid w:val="00C00C1A"/>
    <w:rsid w:val="00C033CE"/>
    <w:rsid w:val="00C0640E"/>
    <w:rsid w:val="00C0666B"/>
    <w:rsid w:val="00C26C75"/>
    <w:rsid w:val="00C30A9A"/>
    <w:rsid w:val="00C41A08"/>
    <w:rsid w:val="00C43F6B"/>
    <w:rsid w:val="00C50224"/>
    <w:rsid w:val="00C52E05"/>
    <w:rsid w:val="00C64975"/>
    <w:rsid w:val="00C66405"/>
    <w:rsid w:val="00C758BC"/>
    <w:rsid w:val="00C87147"/>
    <w:rsid w:val="00C87173"/>
    <w:rsid w:val="00C92673"/>
    <w:rsid w:val="00C954C0"/>
    <w:rsid w:val="00C97284"/>
    <w:rsid w:val="00C97D63"/>
    <w:rsid w:val="00CA0BDC"/>
    <w:rsid w:val="00CB0DFF"/>
    <w:rsid w:val="00CB1626"/>
    <w:rsid w:val="00CB575D"/>
    <w:rsid w:val="00CB5DFA"/>
    <w:rsid w:val="00CB6B9F"/>
    <w:rsid w:val="00CC0070"/>
    <w:rsid w:val="00CC27E8"/>
    <w:rsid w:val="00CC51A0"/>
    <w:rsid w:val="00CC5BEE"/>
    <w:rsid w:val="00CD0724"/>
    <w:rsid w:val="00CD2E0F"/>
    <w:rsid w:val="00CD4148"/>
    <w:rsid w:val="00CD67C4"/>
    <w:rsid w:val="00CE5019"/>
    <w:rsid w:val="00CE6F16"/>
    <w:rsid w:val="00CF2700"/>
    <w:rsid w:val="00CF78C2"/>
    <w:rsid w:val="00D0545F"/>
    <w:rsid w:val="00D176CD"/>
    <w:rsid w:val="00D21431"/>
    <w:rsid w:val="00D21655"/>
    <w:rsid w:val="00D33DD0"/>
    <w:rsid w:val="00D362EE"/>
    <w:rsid w:val="00D40D9F"/>
    <w:rsid w:val="00D4104F"/>
    <w:rsid w:val="00D43B11"/>
    <w:rsid w:val="00D4796D"/>
    <w:rsid w:val="00D52440"/>
    <w:rsid w:val="00D52D7F"/>
    <w:rsid w:val="00D5587F"/>
    <w:rsid w:val="00D57154"/>
    <w:rsid w:val="00D5741D"/>
    <w:rsid w:val="00D629E0"/>
    <w:rsid w:val="00D73E55"/>
    <w:rsid w:val="00D75BA4"/>
    <w:rsid w:val="00D77AFC"/>
    <w:rsid w:val="00D800D6"/>
    <w:rsid w:val="00D8087A"/>
    <w:rsid w:val="00D811BB"/>
    <w:rsid w:val="00D84132"/>
    <w:rsid w:val="00D87F3D"/>
    <w:rsid w:val="00D902C0"/>
    <w:rsid w:val="00D9424D"/>
    <w:rsid w:val="00DA11DA"/>
    <w:rsid w:val="00DB1DD4"/>
    <w:rsid w:val="00DC0ABE"/>
    <w:rsid w:val="00DC37DA"/>
    <w:rsid w:val="00DD4842"/>
    <w:rsid w:val="00DD6943"/>
    <w:rsid w:val="00DD7E0C"/>
    <w:rsid w:val="00DE465A"/>
    <w:rsid w:val="00DE65F3"/>
    <w:rsid w:val="00DF3DE2"/>
    <w:rsid w:val="00DF66C2"/>
    <w:rsid w:val="00E03F81"/>
    <w:rsid w:val="00E04493"/>
    <w:rsid w:val="00E059A5"/>
    <w:rsid w:val="00E07298"/>
    <w:rsid w:val="00E10B6D"/>
    <w:rsid w:val="00E25A72"/>
    <w:rsid w:val="00E3237E"/>
    <w:rsid w:val="00E3299F"/>
    <w:rsid w:val="00E352FF"/>
    <w:rsid w:val="00E35CE0"/>
    <w:rsid w:val="00E37374"/>
    <w:rsid w:val="00E37D7A"/>
    <w:rsid w:val="00E4536B"/>
    <w:rsid w:val="00E50441"/>
    <w:rsid w:val="00E50675"/>
    <w:rsid w:val="00E56973"/>
    <w:rsid w:val="00E60012"/>
    <w:rsid w:val="00E60147"/>
    <w:rsid w:val="00E6688D"/>
    <w:rsid w:val="00E67052"/>
    <w:rsid w:val="00E72796"/>
    <w:rsid w:val="00E76FEF"/>
    <w:rsid w:val="00E8020E"/>
    <w:rsid w:val="00E8379D"/>
    <w:rsid w:val="00E9165B"/>
    <w:rsid w:val="00E9735F"/>
    <w:rsid w:val="00E9744D"/>
    <w:rsid w:val="00EA0225"/>
    <w:rsid w:val="00EA305C"/>
    <w:rsid w:val="00EA4AE4"/>
    <w:rsid w:val="00EA79A5"/>
    <w:rsid w:val="00EB675A"/>
    <w:rsid w:val="00EB6A2E"/>
    <w:rsid w:val="00EC19CD"/>
    <w:rsid w:val="00EC28E8"/>
    <w:rsid w:val="00EC32B4"/>
    <w:rsid w:val="00EC399D"/>
    <w:rsid w:val="00EC4082"/>
    <w:rsid w:val="00EC6B74"/>
    <w:rsid w:val="00ED4686"/>
    <w:rsid w:val="00ED5429"/>
    <w:rsid w:val="00ED61A1"/>
    <w:rsid w:val="00ED6321"/>
    <w:rsid w:val="00ED6FFD"/>
    <w:rsid w:val="00EE31EF"/>
    <w:rsid w:val="00EE45CF"/>
    <w:rsid w:val="00EE792C"/>
    <w:rsid w:val="00EF035B"/>
    <w:rsid w:val="00F00B1F"/>
    <w:rsid w:val="00F00E73"/>
    <w:rsid w:val="00F01EF9"/>
    <w:rsid w:val="00F0283A"/>
    <w:rsid w:val="00F06D95"/>
    <w:rsid w:val="00F10ED4"/>
    <w:rsid w:val="00F16AF9"/>
    <w:rsid w:val="00F22EDF"/>
    <w:rsid w:val="00F27343"/>
    <w:rsid w:val="00F31BB9"/>
    <w:rsid w:val="00F31EEB"/>
    <w:rsid w:val="00F35FA2"/>
    <w:rsid w:val="00F37ED8"/>
    <w:rsid w:val="00F50691"/>
    <w:rsid w:val="00F56E30"/>
    <w:rsid w:val="00F5724B"/>
    <w:rsid w:val="00F63FB8"/>
    <w:rsid w:val="00F652F9"/>
    <w:rsid w:val="00F6571A"/>
    <w:rsid w:val="00F66010"/>
    <w:rsid w:val="00F665AA"/>
    <w:rsid w:val="00F66B70"/>
    <w:rsid w:val="00F711FF"/>
    <w:rsid w:val="00F73E16"/>
    <w:rsid w:val="00F7524B"/>
    <w:rsid w:val="00F7719D"/>
    <w:rsid w:val="00F81873"/>
    <w:rsid w:val="00F82871"/>
    <w:rsid w:val="00F82D9D"/>
    <w:rsid w:val="00F846E0"/>
    <w:rsid w:val="00F85B52"/>
    <w:rsid w:val="00F8758D"/>
    <w:rsid w:val="00F91BAE"/>
    <w:rsid w:val="00F925B1"/>
    <w:rsid w:val="00F93EF2"/>
    <w:rsid w:val="00F96257"/>
    <w:rsid w:val="00FA23C3"/>
    <w:rsid w:val="00FA764C"/>
    <w:rsid w:val="00FA7951"/>
    <w:rsid w:val="00FC15AA"/>
    <w:rsid w:val="00FC27BA"/>
    <w:rsid w:val="00FC2EE2"/>
    <w:rsid w:val="00FC5754"/>
    <w:rsid w:val="00FC6F05"/>
    <w:rsid w:val="00FD0A03"/>
    <w:rsid w:val="00FD2B4D"/>
    <w:rsid w:val="00FD433B"/>
    <w:rsid w:val="00FD45CA"/>
    <w:rsid w:val="00FD4839"/>
    <w:rsid w:val="00FD77E7"/>
    <w:rsid w:val="00FE26BF"/>
    <w:rsid w:val="00FE58DE"/>
    <w:rsid w:val="00FF0019"/>
    <w:rsid w:val="00FF00BF"/>
    <w:rsid w:val="00FF22F3"/>
    <w:rsid w:val="00FF4076"/>
    <w:rsid w:val="00FF5F2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06A9F9"/>
  <w15:docId w15:val="{F82C2ECE-7D4B-460B-B3BF-82C6AE0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F83"/>
    <w:rPr>
      <w:rFonts w:ascii="Arial" w:hAnsi="Arial" w:cs="Tahoma"/>
      <w:szCs w:val="24"/>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NormalWeb">
    <w:name w:val="Normal (Web)"/>
    <w:basedOn w:val="Normal"/>
    <w:uiPriority w:val="99"/>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Pr>
      <w:rFonts w:ascii="Tahoma" w:hAnsi="Tahoma"/>
      <w:sz w:val="16"/>
      <w:szCs w:val="16"/>
    </w:rPr>
  </w:style>
  <w:style w:type="character" w:customStyle="1" w:styleId="TextodebaloChar">
    <w:name w:val="Texto de balão Char"/>
    <w:link w:val="Textodebalo"/>
    <w:rPr>
      <w:rFonts w:ascii="Tahoma" w:hAnsi="Tahoma" w:cs="Tahoma"/>
      <w:sz w:val="16"/>
      <w:szCs w:val="16"/>
    </w:rPr>
  </w:style>
  <w:style w:type="character" w:customStyle="1" w:styleId="Ttulo2Char">
    <w:name w:val="Título 2 Char"/>
    <w:link w:val="Ttulo2"/>
    <w:rPr>
      <w:b/>
      <w:color w:val="000000"/>
      <w:sz w:val="24"/>
    </w:rPr>
  </w:style>
  <w:style w:type="paragraph" w:customStyle="1" w:styleId="Nvel2">
    <w:name w:val="Nível 2"/>
    <w:basedOn w:val="Normal"/>
    <w:next w:val="Normal"/>
    <w:pPr>
      <w:spacing w:after="120"/>
      <w:jc w:val="both"/>
    </w:pPr>
    <w:rPr>
      <w:rFonts w:cs="Times New Roman"/>
      <w:b/>
      <w:szCs w:val="20"/>
    </w:rPr>
  </w:style>
  <w:style w:type="character" w:customStyle="1" w:styleId="normalchar1">
    <w:name w:val="normal__char1"/>
    <w:rPr>
      <w:rFonts w:ascii="Arial" w:hAnsi="Arial" w:cs="Arial" w:hint="default"/>
      <w:strike w:val="0"/>
      <w:dstrike w:val="0"/>
      <w:sz w:val="24"/>
      <w:szCs w:val="24"/>
      <w:u w:val="none"/>
      <w:effect w:val="none"/>
    </w:rPr>
  </w:style>
  <w:style w:type="character" w:customStyle="1" w:styleId="apple-style-span">
    <w:name w:val="apple-style-span"/>
    <w:basedOn w:val="Fontepargpadro"/>
  </w:style>
  <w:style w:type="character" w:styleId="Hyperlink">
    <w:name w:val="Hyperlink"/>
    <w:rPr>
      <w:color w:val="000080"/>
      <w:u w:val="single"/>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pPr>
      <w:numPr>
        <w:numId w:val="2"/>
      </w:numPr>
      <w:contextualSpacing/>
    </w:p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pPr>
      <w:tabs>
        <w:tab w:val="center" w:pos="4252"/>
        <w:tab w:val="right" w:pos="8504"/>
      </w:tabs>
    </w:pPr>
  </w:style>
  <w:style w:type="character" w:customStyle="1" w:styleId="CabealhoChar">
    <w:name w:val="Cabeçalho Char"/>
    <w:basedOn w:val="Fontepargpadro"/>
    <w:link w:val="Cabealho"/>
    <w:rPr>
      <w:rFonts w:ascii="Ecofont_Spranq_eco_Sans" w:hAnsi="Ecofont_Spranq_eco_Sans" w:cs="Tahoma"/>
      <w:sz w:val="24"/>
      <w:szCs w:val="24"/>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rFonts w:ascii="Ecofont_Spranq_eco_Sans" w:hAnsi="Ecofont_Spranq_eco_Sans" w:cs="Tahoma"/>
      <w:sz w:val="24"/>
      <w:szCs w:val="24"/>
    </w:rPr>
  </w:style>
  <w:style w:type="paragraph" w:customStyle="1" w:styleId="Nivel1">
    <w:name w:val="Nivel1"/>
    <w:basedOn w:val="Ttulo1"/>
    <w:next w:val="Normal"/>
    <w:link w:val="Nivel1Char"/>
    <w:qFormat/>
    <w:pPr>
      <w:numPr>
        <w:numId w:val="1"/>
      </w:num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Pr>
      <w:rFonts w:ascii="Arial" w:eastAsiaTheme="majorEastAsia" w:hAnsi="Arial" w:cs="Arial"/>
      <w:b/>
      <w:color w:val="000000"/>
      <w:sz w:val="32"/>
      <w:szCs w:val="32"/>
    </w:rPr>
  </w:style>
  <w:style w:type="character" w:styleId="Refdecomentrio">
    <w:name w:val="annotation reference"/>
    <w:basedOn w:val="Fontepargpadro"/>
    <w:semiHidden/>
    <w:unhideWhenUsed/>
    <w:rPr>
      <w:sz w:val="18"/>
      <w:szCs w:val="18"/>
    </w:rPr>
  </w:style>
  <w:style w:type="paragraph" w:styleId="Textodecomentrio">
    <w:name w:val="annotation text"/>
    <w:basedOn w:val="Normal"/>
    <w:link w:val="TextodecomentrioChar"/>
    <w:unhideWhenUsed/>
    <w:rPr>
      <w:sz w:val="24"/>
    </w:rPr>
  </w:style>
  <w:style w:type="character" w:customStyle="1" w:styleId="TextodecomentrioChar">
    <w:name w:val="Texto de comentário Char"/>
    <w:basedOn w:val="Fontepargpadro"/>
    <w:link w:val="Textodecomentrio"/>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Pr>
      <w:b/>
      <w:bCs/>
      <w:sz w:val="20"/>
      <w:szCs w:val="20"/>
    </w:rPr>
  </w:style>
  <w:style w:type="character" w:customStyle="1" w:styleId="AssuntodocomentrioChar">
    <w:name w:val="Assunto do comentário Char"/>
    <w:basedOn w:val="TextodecomentrioChar"/>
    <w:link w:val="Assuntodocomentrio"/>
    <w:semiHidden/>
    <w:rPr>
      <w:rFonts w:ascii="Arial" w:hAnsi="Arial" w:cs="Tahoma"/>
      <w:b/>
      <w:bCs/>
      <w:sz w:val="24"/>
      <w:szCs w:val="24"/>
    </w:rPr>
  </w:style>
  <w:style w:type="table" w:styleId="Tabelacomgrade">
    <w:name w:val="Table Grid"/>
    <w:basedOn w:val="Tabelanormal"/>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Pr>
      <w:rFonts w:ascii="Ecofont_Spranq_eco_Sans" w:eastAsiaTheme="majorEastAsia" w:hAnsi="Ecofont_Spranq_eco_Sans"/>
      <w:b/>
      <w:bCs/>
      <w:color w:val="000000"/>
    </w:rPr>
  </w:style>
  <w:style w:type="paragraph" w:customStyle="1" w:styleId="Nivel010">
    <w:name w:val="Nivel_01"/>
    <w:basedOn w:val="Ttulo1"/>
    <w:link w:val="Nivel01Char0"/>
    <w:qFormat/>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character" w:customStyle="1" w:styleId="fontstyle01">
    <w:name w:val="fontstyle01"/>
    <w:basedOn w:val="Fontepargpadro"/>
    <w:rPr>
      <w:rFonts w:ascii="Times New Roman" w:hAnsi="Times New Roman" w:cs="Times New Roman" w:hint="default"/>
      <w:b w:val="0"/>
      <w:bCs w:val="0"/>
      <w:i w:val="0"/>
      <w:iCs w:val="0"/>
      <w:color w:val="000000"/>
      <w:sz w:val="24"/>
      <w:szCs w:val="24"/>
    </w:rPr>
  </w:style>
  <w:style w:type="character" w:customStyle="1" w:styleId="Ttulo3Char">
    <w:name w:val="Título 3 Char"/>
    <w:basedOn w:val="Fontepargpadro"/>
    <w:link w:val="Ttulo3"/>
    <w:semiHidden/>
    <w:rPr>
      <w:rFonts w:asciiTheme="majorHAnsi" w:eastAsiaTheme="majorEastAsia" w:hAnsiTheme="majorHAnsi" w:cstheme="majorBidi"/>
      <w:color w:val="243F60" w:themeColor="accent1" w:themeShade="7F"/>
      <w:sz w:val="24"/>
      <w:szCs w:val="24"/>
    </w:rPr>
  </w:style>
  <w:style w:type="character" w:customStyle="1" w:styleId="fontstyle21">
    <w:name w:val="fontstyle21"/>
    <w:basedOn w:val="Fontepargpadro"/>
    <w:rsid w:val="00C009F2"/>
    <w:rPr>
      <w:rFonts w:ascii="Calibri" w:hAnsi="Calibri" w:cs="Calibri" w:hint="default"/>
      <w:b w:val="0"/>
      <w:bCs w:val="0"/>
      <w:i w:val="0"/>
      <w:iCs w:val="0"/>
      <w:color w:val="000000"/>
      <w:sz w:val="24"/>
      <w:szCs w:val="24"/>
    </w:rPr>
  </w:style>
  <w:style w:type="character" w:customStyle="1" w:styleId="fontstyle11">
    <w:name w:val="fontstyle11"/>
    <w:basedOn w:val="Fontepargpadro"/>
    <w:rsid w:val="00C009F2"/>
    <w:rPr>
      <w:rFonts w:ascii="Calibri" w:hAnsi="Calibri" w:cs="Calibri" w:hint="default"/>
      <w:b w:val="0"/>
      <w:bCs w:val="0"/>
      <w:i w:val="0"/>
      <w:iCs w:val="0"/>
      <w:color w:val="000000"/>
      <w:sz w:val="24"/>
      <w:szCs w:val="24"/>
    </w:rPr>
  </w:style>
  <w:style w:type="character" w:styleId="nfase">
    <w:name w:val="Emphasis"/>
    <w:basedOn w:val="Fontepargpadro"/>
    <w:uiPriority w:val="20"/>
    <w:qFormat/>
    <w:rsid w:val="00F85B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4783892">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0523250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0618092">
      <w:bodyDiv w:val="1"/>
      <w:marLeft w:val="0"/>
      <w:marRight w:val="0"/>
      <w:marTop w:val="0"/>
      <w:marBottom w:val="0"/>
      <w:divBdr>
        <w:top w:val="none" w:sz="0" w:space="0" w:color="auto"/>
        <w:left w:val="none" w:sz="0" w:space="0" w:color="auto"/>
        <w:bottom w:val="none" w:sz="0" w:space="0" w:color="auto"/>
        <w:right w:val="none" w:sz="0" w:space="0" w:color="auto"/>
      </w:divBdr>
    </w:div>
    <w:div w:id="732242788">
      <w:bodyDiv w:val="1"/>
      <w:marLeft w:val="0"/>
      <w:marRight w:val="0"/>
      <w:marTop w:val="0"/>
      <w:marBottom w:val="0"/>
      <w:divBdr>
        <w:top w:val="none" w:sz="0" w:space="0" w:color="auto"/>
        <w:left w:val="none" w:sz="0" w:space="0" w:color="auto"/>
        <w:bottom w:val="none" w:sz="0" w:space="0" w:color="auto"/>
        <w:right w:val="none" w:sz="0" w:space="0" w:color="auto"/>
      </w:divBdr>
    </w:div>
    <w:div w:id="73311815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5097564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5628787">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upreg@defesa.gov.b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gov.br/agu/pt-br/composicao/consultoria-geral-da-uniao-1/modelos-de-convenios-licitacoes-e-contratos/modelos-de-licitacoes-e-contratos/compras-pregao-eletron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3.xml><?xml version="1.0" encoding="utf-8"?>
<ds:datastoreItem xmlns:ds="http://schemas.openxmlformats.org/officeDocument/2006/customXml" ds:itemID="{B6F4DC28-420F-4EC0-B634-F632762EE51C}">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office/infopath/2007/PartnerControls"/>
    <ds:schemaRef ds:uri="52c93ea8-e2de-466c-b401-d7fabeb9490e"/>
  </ds:schemaRefs>
</ds:datastoreItem>
</file>

<file path=customXml/itemProps4.xml><?xml version="1.0" encoding="utf-8"?>
<ds:datastoreItem xmlns:ds="http://schemas.openxmlformats.org/officeDocument/2006/customXml" ds:itemID="{4CEEF368-E340-4741-8285-DF71FFBF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105</TotalTime>
  <Pages>23</Pages>
  <Words>10382</Words>
  <Characters>54276</Characters>
  <Application>Microsoft Office Word</Application>
  <DocSecurity>0</DocSecurity>
  <Lines>452</Lines>
  <Paragraphs>129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64529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Usuário do Windows</cp:lastModifiedBy>
  <cp:revision>3</cp:revision>
  <cp:lastPrinted>2018-12-20T16:54:00Z</cp:lastPrinted>
  <dcterms:created xsi:type="dcterms:W3CDTF">2021-10-05T14:43:00Z</dcterms:created>
  <dcterms:modified xsi:type="dcterms:W3CDTF">2021-10-05T18:44:00Z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